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  <w:tblDescription w:val="Layout table to add meeting details"/>
      </w:tblPr>
      <w:tblGrid>
        <w:gridCol w:w="11030"/>
      </w:tblGrid>
      <w:tr w:rsidR="00A319C4" w:rsidRPr="0084533D" w:rsidTr="0015141C">
        <w:trPr>
          <w:trHeight w:val="576"/>
        </w:trPr>
        <w:tc>
          <w:tcPr>
            <w:tcW w:w="10790" w:type="dxa"/>
            <w:shd w:val="clear" w:color="auto" w:fill="D9D9D9"/>
            <w:vAlign w:val="center"/>
          </w:tcPr>
          <w:p w:rsidR="00A319C4" w:rsidRPr="00A319C4" w:rsidRDefault="00C57E9A" w:rsidP="00D01859">
            <w:pPr>
              <w:pStyle w:val="Heading1"/>
              <w:outlineLvl w:val="0"/>
            </w:pPr>
            <w:r>
              <w:t xml:space="preserve">Sample </w:t>
            </w:r>
            <w:sdt>
              <w:sdtPr>
                <w:alias w:val="Meeting sign-in sheet:"/>
                <w:tag w:val="Meeting sign-in sheet:"/>
                <w:id w:val="-822972384"/>
                <w:placeholder>
                  <w:docPart w:val="21A400FC143545F48090F646EE8C4408"/>
                </w:placeholder>
                <w:temporary/>
                <w:showingPlcHdr/>
              </w:sdtPr>
              <w:sdtEndPr/>
              <w:sdtContent>
                <w:r w:rsidR="00C717A6" w:rsidRPr="00A319C4">
                  <w:t xml:space="preserve">Meeting </w:t>
                </w:r>
                <w:r w:rsidR="00C717A6" w:rsidRPr="00D01859">
                  <w:t>Sign</w:t>
                </w:r>
                <w:r w:rsidR="00C717A6" w:rsidRPr="00A319C4">
                  <w:t>-In Sheet</w:t>
                </w:r>
              </w:sdtContent>
            </w:sdt>
          </w:p>
        </w:tc>
      </w:tr>
    </w:tbl>
    <w:tbl>
      <w:tblPr>
        <w:tblStyle w:val="TableTheme"/>
        <w:tblW w:w="5000" w:type="pct"/>
        <w:tblLayout w:type="fixed"/>
        <w:tblLook w:val="0620" w:firstRow="1" w:lastRow="0" w:firstColumn="0" w:lastColumn="0" w:noHBand="1" w:noVBand="1"/>
        <w:tblDescription w:val="Layout table to add meeting details"/>
      </w:tblPr>
      <w:tblGrid>
        <w:gridCol w:w="1465"/>
        <w:gridCol w:w="4686"/>
        <w:gridCol w:w="1746"/>
        <w:gridCol w:w="3119"/>
      </w:tblGrid>
      <w:tr w:rsidR="00790A03" w:rsidTr="0015141C">
        <w:trPr>
          <w:trHeight w:val="385"/>
        </w:trPr>
        <w:tc>
          <w:tcPr>
            <w:tcW w:w="1433" w:type="dxa"/>
          </w:tcPr>
          <w:p w:rsidR="00790A03" w:rsidRPr="00614BD7" w:rsidRDefault="00BE63C5" w:rsidP="00E34DFD">
            <w:pPr>
              <w:pStyle w:val="Heading2"/>
            </w:pPr>
            <w:sdt>
              <w:sdtPr>
                <w:alias w:val="Project:"/>
                <w:tag w:val="Project:"/>
                <w:id w:val="928929196"/>
                <w:placeholder>
                  <w:docPart w:val="CBC914FA7D8D4BBAB132618E772DE26B"/>
                </w:placeholder>
                <w:temporary/>
                <w:showingPlcHdr/>
              </w:sdtPr>
              <w:sdtEndPr/>
              <w:sdtContent>
                <w:r w:rsidR="00790A03" w:rsidRPr="00D01859">
                  <w:t>Project</w:t>
                </w:r>
                <w:r w:rsidR="00790A03">
                  <w:t>:</w:t>
                </w:r>
              </w:sdtContent>
            </w:sdt>
          </w:p>
        </w:tc>
        <w:sdt>
          <w:sdtPr>
            <w:alias w:val="Enter project name:"/>
            <w:tag w:val="Enter project name:"/>
            <w:id w:val="-1268999353"/>
            <w:placeholder>
              <w:docPart w:val="78DF8D309B62447B9F9D50158DAD2666"/>
            </w:placeholder>
            <w:temporary/>
            <w:showingPlcHdr/>
          </w:sdtPr>
          <w:sdtEndPr/>
          <w:sdtContent>
            <w:tc>
              <w:tcPr>
                <w:tcW w:w="4586" w:type="dxa"/>
              </w:tcPr>
              <w:p w:rsidR="00790A03" w:rsidRPr="00EF29E7" w:rsidRDefault="00790A03" w:rsidP="00E34DFD">
                <w:r>
                  <w:t>Project name</w:t>
                </w:r>
              </w:p>
            </w:tc>
          </w:sdtContent>
        </w:sdt>
        <w:sdt>
          <w:sdtPr>
            <w:alias w:val="Meeting date:"/>
            <w:tag w:val="Meeting date:"/>
            <w:id w:val="1854603254"/>
            <w:placeholder>
              <w:docPart w:val="312B2A8CDED24BD4B42210B267BA511E"/>
            </w:placeholder>
            <w:temporary/>
            <w:showingPlcHdr/>
          </w:sdtPr>
          <w:sdtEndPr/>
          <w:sdtContent>
            <w:tc>
              <w:tcPr>
                <w:tcW w:w="1709" w:type="dxa"/>
              </w:tcPr>
              <w:p w:rsidR="00790A03" w:rsidRPr="00614BD7" w:rsidRDefault="00790A03" w:rsidP="00E34DFD">
                <w:pPr>
                  <w:pStyle w:val="Heading2"/>
                </w:pPr>
                <w:r>
                  <w:t>Meeting Date:</w:t>
                </w:r>
              </w:p>
            </w:tc>
          </w:sdtContent>
        </w:sdt>
        <w:sdt>
          <w:sdtPr>
            <w:alias w:val="Enter date:"/>
            <w:tag w:val="Enter date:"/>
            <w:id w:val="1952743077"/>
            <w:placeholder>
              <w:docPart w:val="BECDE3718A94472482EB37A9F79C763D"/>
            </w:placeholder>
            <w:temporary/>
            <w:showingPlcHdr/>
          </w:sdtPr>
          <w:sdtEndPr/>
          <w:sdtContent>
            <w:tc>
              <w:tcPr>
                <w:tcW w:w="3052" w:type="dxa"/>
              </w:tcPr>
              <w:p w:rsidR="00790A03" w:rsidRPr="00EF29E7" w:rsidRDefault="00790A03" w:rsidP="00E34DFD">
                <w:r>
                  <w:t>Date</w:t>
                </w:r>
              </w:p>
            </w:tc>
          </w:sdtContent>
        </w:sdt>
      </w:tr>
      <w:tr w:rsidR="00790A03" w:rsidTr="0015141C">
        <w:trPr>
          <w:trHeight w:val="389"/>
        </w:trPr>
        <w:tc>
          <w:tcPr>
            <w:tcW w:w="1433" w:type="dxa"/>
          </w:tcPr>
          <w:p w:rsidR="00790A03" w:rsidRDefault="00BE63C5" w:rsidP="00E34DFD">
            <w:pPr>
              <w:pStyle w:val="Heading2"/>
            </w:pPr>
            <w:sdt>
              <w:sdtPr>
                <w:alias w:val="Facilitator:"/>
                <w:tag w:val="Facilitator:"/>
                <w:id w:val="137772821"/>
                <w:placeholder>
                  <w:docPart w:val="D597AA1FFEEB4CCA8CF09DFF8D221E73"/>
                </w:placeholder>
                <w:temporary/>
                <w:showingPlcHdr/>
              </w:sdtPr>
              <w:sdtEndPr/>
              <w:sdtContent>
                <w:r w:rsidR="00790A03">
                  <w:t>Facilitator:</w:t>
                </w:r>
              </w:sdtContent>
            </w:sdt>
          </w:p>
        </w:tc>
        <w:sdt>
          <w:sdtPr>
            <w:alias w:val="Enter facilitator name:"/>
            <w:tag w:val="Enter facilitator name:"/>
            <w:id w:val="543178263"/>
            <w:placeholder>
              <w:docPart w:val="C781A93C77F04A368AF93A5582FAEF53"/>
            </w:placeholder>
            <w:temporary/>
            <w:showingPlcHdr/>
          </w:sdtPr>
          <w:sdtEndPr/>
          <w:sdtContent>
            <w:tc>
              <w:tcPr>
                <w:tcW w:w="4586" w:type="dxa"/>
              </w:tcPr>
              <w:p w:rsidR="00790A03" w:rsidRPr="00EF29E7" w:rsidRDefault="00790A03" w:rsidP="00E34DFD">
                <w:r>
                  <w:t>Facilitator name</w:t>
                </w:r>
              </w:p>
            </w:tc>
          </w:sdtContent>
        </w:sdt>
        <w:sdt>
          <w:sdtPr>
            <w:alias w:val="Place/Room:"/>
            <w:tag w:val="Place/Room:"/>
            <w:id w:val="1083577569"/>
            <w:placeholder>
              <w:docPart w:val="7B315CB131E34A3DA5D1143AC923B879"/>
            </w:placeholder>
            <w:temporary/>
            <w:showingPlcHdr/>
          </w:sdtPr>
          <w:sdtEndPr/>
          <w:sdtContent>
            <w:tc>
              <w:tcPr>
                <w:tcW w:w="1709" w:type="dxa"/>
              </w:tcPr>
              <w:p w:rsidR="00790A03" w:rsidRDefault="00790A03" w:rsidP="00E34DFD">
                <w:pPr>
                  <w:pStyle w:val="Heading2"/>
                </w:pPr>
                <w:r w:rsidRPr="003D58A0">
                  <w:t>Place/Room:</w:t>
                </w:r>
              </w:p>
            </w:tc>
          </w:sdtContent>
        </w:sdt>
        <w:sdt>
          <w:sdtPr>
            <w:alias w:val="Enter meeting place or room:"/>
            <w:tag w:val="Enter meeting place or room:"/>
            <w:id w:val="-330834099"/>
            <w:placeholder>
              <w:docPart w:val="ED52ECF201694F68BCCFB719B225778B"/>
            </w:placeholder>
            <w:temporary/>
            <w:showingPlcHdr/>
          </w:sdtPr>
          <w:sdtEndPr/>
          <w:sdtContent>
            <w:tc>
              <w:tcPr>
                <w:tcW w:w="3052" w:type="dxa"/>
              </w:tcPr>
              <w:p w:rsidR="00790A03" w:rsidRPr="00EF29E7" w:rsidRDefault="00790A03" w:rsidP="00E34DFD">
                <w:r>
                  <w:t>Meeting place/ room</w:t>
                </w:r>
              </w:p>
            </w:tc>
          </w:sdtContent>
        </w:sdt>
      </w:tr>
    </w:tbl>
    <w:p w:rsidR="00790A03" w:rsidRDefault="00790A03"/>
    <w:tbl>
      <w:tblPr>
        <w:tblStyle w:val="TableGrid"/>
        <w:tblW w:w="0" w:type="auto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  <w:tblDescription w:val="Add Name, Title, Company, Phone and Fax numbers, and E-mail address in this table"/>
      </w:tblPr>
      <w:tblGrid>
        <w:gridCol w:w="2245"/>
        <w:gridCol w:w="1773"/>
        <w:gridCol w:w="2008"/>
        <w:gridCol w:w="1305"/>
        <w:gridCol w:w="1305"/>
        <w:gridCol w:w="2154"/>
      </w:tblGrid>
      <w:tr w:rsidR="00614BD7" w:rsidTr="00266807">
        <w:trPr>
          <w:trHeight w:val="323"/>
          <w:tblHeader/>
        </w:trPr>
        <w:tc>
          <w:tcPr>
            <w:tcW w:w="2245" w:type="dxa"/>
            <w:shd w:val="clear" w:color="auto" w:fill="D9D9D9" w:themeFill="background1" w:themeFillShade="D9"/>
            <w:vAlign w:val="center"/>
          </w:tcPr>
          <w:p w:rsidR="00614BD7" w:rsidRPr="00614BD7" w:rsidRDefault="00BE63C5" w:rsidP="0084533D">
            <w:pPr>
              <w:pStyle w:val="Heading2"/>
              <w:outlineLvl w:val="1"/>
            </w:pPr>
            <w:sdt>
              <w:sdtPr>
                <w:alias w:val="Name:"/>
                <w:tag w:val="Name:"/>
                <w:id w:val="-1360272604"/>
                <w:placeholder>
                  <w:docPart w:val="7EC999BA56D1431690EFC5AB3813288D"/>
                </w:placeholder>
                <w:temporary/>
                <w:showingPlcHdr/>
              </w:sdtPr>
              <w:sdtEndPr/>
              <w:sdtContent>
                <w:r w:rsidR="00A537E4" w:rsidRPr="00614BD7">
                  <w:t>Name</w:t>
                </w:r>
              </w:sdtContent>
            </w:sdt>
          </w:p>
        </w:tc>
        <w:sdt>
          <w:sdtPr>
            <w:alias w:val="Title:"/>
            <w:tag w:val="Title:"/>
            <w:id w:val="665286919"/>
            <w:placeholder>
              <w:docPart w:val="A1BA6BEED9FE4D5B8BF835A6D534C1C4"/>
            </w:placeholder>
            <w:temporary/>
            <w:showingPlcHdr/>
          </w:sdtPr>
          <w:sdtEndPr/>
          <w:sdtContent>
            <w:tc>
              <w:tcPr>
                <w:tcW w:w="1773" w:type="dxa"/>
                <w:shd w:val="clear" w:color="auto" w:fill="D9D9D9" w:themeFill="background1" w:themeFillShade="D9"/>
                <w:vAlign w:val="center"/>
              </w:tcPr>
              <w:p w:rsidR="00614BD7" w:rsidRPr="00614BD7" w:rsidRDefault="00A537E4" w:rsidP="0084533D">
                <w:pPr>
                  <w:pStyle w:val="Heading2"/>
                  <w:outlineLvl w:val="1"/>
                </w:pPr>
                <w:r w:rsidRPr="0002345E">
                  <w:t>Title</w:t>
                </w:r>
              </w:p>
            </w:tc>
          </w:sdtContent>
        </w:sdt>
        <w:sdt>
          <w:sdtPr>
            <w:alias w:val="Company:"/>
            <w:tag w:val="Company:"/>
            <w:id w:val="1806045659"/>
            <w:placeholder>
              <w:docPart w:val="84EB035E92D945699D1EC6DA7E790CA7"/>
            </w:placeholder>
            <w:temporary/>
            <w:showingPlcHdr/>
          </w:sdtPr>
          <w:sdtEndPr/>
          <w:sdtContent>
            <w:tc>
              <w:tcPr>
                <w:tcW w:w="2008" w:type="dxa"/>
                <w:shd w:val="clear" w:color="auto" w:fill="D9D9D9" w:themeFill="background1" w:themeFillShade="D9"/>
                <w:vAlign w:val="center"/>
              </w:tcPr>
              <w:p w:rsidR="00614BD7" w:rsidRPr="00614BD7" w:rsidRDefault="00A537E4" w:rsidP="0084533D">
                <w:pPr>
                  <w:pStyle w:val="Heading2"/>
                  <w:outlineLvl w:val="1"/>
                </w:pPr>
                <w:r w:rsidRPr="00614BD7">
                  <w:t>Company</w:t>
                </w:r>
              </w:p>
            </w:tc>
          </w:sdtContent>
        </w:sdt>
        <w:sdt>
          <w:sdtPr>
            <w:alias w:val="Phone:"/>
            <w:tag w:val="Phone:"/>
            <w:id w:val="1640459258"/>
            <w:placeholder>
              <w:docPart w:val="89F4F39502FC4E51B154B642072855B6"/>
            </w:placeholder>
            <w:temporary/>
            <w:showingPlcHdr/>
          </w:sdtPr>
          <w:sdtEndPr/>
          <w:sdtContent>
            <w:tc>
              <w:tcPr>
                <w:tcW w:w="1305" w:type="dxa"/>
                <w:shd w:val="clear" w:color="auto" w:fill="D9D9D9" w:themeFill="background1" w:themeFillShade="D9"/>
                <w:vAlign w:val="center"/>
              </w:tcPr>
              <w:p w:rsidR="00614BD7" w:rsidRPr="00614BD7" w:rsidRDefault="00A537E4" w:rsidP="0084533D">
                <w:pPr>
                  <w:pStyle w:val="Heading2"/>
                  <w:outlineLvl w:val="1"/>
                </w:pPr>
                <w:r w:rsidRPr="00614BD7">
                  <w:t>Phone</w:t>
                </w:r>
              </w:p>
            </w:tc>
          </w:sdtContent>
        </w:sdt>
        <w:sdt>
          <w:sdtPr>
            <w:alias w:val="Fax:"/>
            <w:tag w:val="Fax:"/>
            <w:id w:val="2026981830"/>
            <w:placeholder>
              <w:docPart w:val="380C2C769B3E4FBB97757FA6704678B1"/>
            </w:placeholder>
            <w:temporary/>
            <w:showingPlcHdr/>
          </w:sdtPr>
          <w:sdtEndPr/>
          <w:sdtContent>
            <w:tc>
              <w:tcPr>
                <w:tcW w:w="1305" w:type="dxa"/>
                <w:shd w:val="clear" w:color="auto" w:fill="D9D9D9" w:themeFill="background1" w:themeFillShade="D9"/>
                <w:vAlign w:val="center"/>
              </w:tcPr>
              <w:p w:rsidR="00614BD7" w:rsidRPr="00614BD7" w:rsidRDefault="00A537E4" w:rsidP="0084533D">
                <w:pPr>
                  <w:pStyle w:val="Heading2"/>
                  <w:outlineLvl w:val="1"/>
                </w:pPr>
                <w:r w:rsidRPr="00614BD7">
                  <w:t>Fax</w:t>
                </w:r>
              </w:p>
            </w:tc>
          </w:sdtContent>
        </w:sdt>
        <w:sdt>
          <w:sdtPr>
            <w:alias w:val="E-Mail:"/>
            <w:tag w:val="E-Mail:"/>
            <w:id w:val="2115472566"/>
            <w:placeholder>
              <w:docPart w:val="7DB27F8A1A4D4C81834E43DC2E60810E"/>
            </w:placeholder>
            <w:temporary/>
            <w:showingPlcHdr/>
          </w:sdtPr>
          <w:sdtEndPr/>
          <w:sdtContent>
            <w:tc>
              <w:tcPr>
                <w:tcW w:w="2154" w:type="dxa"/>
                <w:shd w:val="clear" w:color="auto" w:fill="D9D9D9" w:themeFill="background1" w:themeFillShade="D9"/>
                <w:vAlign w:val="center"/>
              </w:tcPr>
              <w:p w:rsidR="00614BD7" w:rsidRPr="00614BD7" w:rsidRDefault="00A537E4" w:rsidP="0084533D">
                <w:pPr>
                  <w:pStyle w:val="Heading2"/>
                  <w:outlineLvl w:val="1"/>
                </w:pPr>
                <w:r w:rsidRPr="00614BD7">
                  <w:t>E-Mail</w:t>
                </w:r>
              </w:p>
            </w:tc>
          </w:sdtContent>
        </w:sdt>
      </w:tr>
      <w:tr w:rsidR="00614BD7" w:rsidTr="00266807">
        <w:trPr>
          <w:trHeight w:hRule="exact" w:val="605"/>
        </w:trPr>
        <w:sdt>
          <w:sdtPr>
            <w:alias w:val="Enter name1:"/>
            <w:tag w:val="Enter name1:"/>
            <w:id w:val="1117337749"/>
            <w:placeholder>
              <w:docPart w:val="D4AF38AD04F24F46B298D98DF77D738B"/>
            </w:placeholder>
            <w:temporary/>
            <w:showingPlcHdr/>
          </w:sdtPr>
          <w:sdtEndPr/>
          <w:sdtContent>
            <w:tc>
              <w:tcPr>
                <w:tcW w:w="2245" w:type="dxa"/>
                <w:vAlign w:val="center"/>
              </w:tcPr>
              <w:p w:rsidR="00614BD7" w:rsidRDefault="00836D4A" w:rsidP="00614BD7">
                <w:r>
                  <w:t>Name 1</w:t>
                </w:r>
              </w:p>
            </w:tc>
          </w:sdtContent>
        </w:sdt>
        <w:sdt>
          <w:sdtPr>
            <w:alias w:val="Enter title1:"/>
            <w:tag w:val="Enter title1:"/>
            <w:id w:val="1887450246"/>
            <w:placeholder>
              <w:docPart w:val="92E35B6EE1BE416FA059229810D0BA72"/>
            </w:placeholder>
            <w:temporary/>
            <w:showingPlcHdr/>
          </w:sdtPr>
          <w:sdtEndPr/>
          <w:sdtContent>
            <w:tc>
              <w:tcPr>
                <w:tcW w:w="1773" w:type="dxa"/>
                <w:vAlign w:val="center"/>
              </w:tcPr>
              <w:p w:rsidR="00614BD7" w:rsidRDefault="00836D4A" w:rsidP="00614BD7">
                <w:r>
                  <w:t>Title</w:t>
                </w:r>
              </w:p>
            </w:tc>
          </w:sdtContent>
        </w:sdt>
        <w:sdt>
          <w:sdtPr>
            <w:alias w:val="Enter company1:"/>
            <w:tag w:val="Enter company1:"/>
            <w:id w:val="1085346531"/>
            <w:placeholder>
              <w:docPart w:val="51CBA925A7FB4B3696DC16D50DDB599C"/>
            </w:placeholder>
            <w:temporary/>
            <w:showingPlcHdr/>
          </w:sdtPr>
          <w:sdtEndPr/>
          <w:sdtContent>
            <w:tc>
              <w:tcPr>
                <w:tcW w:w="2008" w:type="dxa"/>
                <w:vAlign w:val="center"/>
              </w:tcPr>
              <w:p w:rsidR="00614BD7" w:rsidRDefault="00836D4A" w:rsidP="00614BD7">
                <w:r>
                  <w:t>Company</w:t>
                </w:r>
              </w:p>
            </w:tc>
          </w:sdtContent>
        </w:sdt>
        <w:sdt>
          <w:sdtPr>
            <w:alias w:val="Enter phone1:"/>
            <w:tag w:val="Enter phone1:"/>
            <w:id w:val="-498038544"/>
            <w:placeholder>
              <w:docPart w:val="68D642408ED641A2A6906B0933388641"/>
            </w:placeholder>
            <w:temporary/>
            <w:showingPlcHdr/>
          </w:sdtPr>
          <w:sdtEndPr/>
          <w:sdtContent>
            <w:tc>
              <w:tcPr>
                <w:tcW w:w="1305" w:type="dxa"/>
                <w:vAlign w:val="center"/>
              </w:tcPr>
              <w:p w:rsidR="00614BD7" w:rsidRDefault="00836D4A" w:rsidP="00614BD7">
                <w:r>
                  <w:t>Phone</w:t>
                </w:r>
              </w:p>
            </w:tc>
          </w:sdtContent>
        </w:sdt>
        <w:sdt>
          <w:sdtPr>
            <w:alias w:val="Enter fax1:"/>
            <w:tag w:val="Enter fax1:"/>
            <w:id w:val="-944296724"/>
            <w:placeholder>
              <w:docPart w:val="6E2A5FE3F33B46848CAE9C6D88CA93FC"/>
            </w:placeholder>
            <w:temporary/>
            <w:showingPlcHdr/>
          </w:sdtPr>
          <w:sdtEndPr/>
          <w:sdtContent>
            <w:tc>
              <w:tcPr>
                <w:tcW w:w="1305" w:type="dxa"/>
                <w:vAlign w:val="center"/>
              </w:tcPr>
              <w:p w:rsidR="00614BD7" w:rsidRDefault="00836D4A" w:rsidP="00614BD7">
                <w:r>
                  <w:t>Fax</w:t>
                </w:r>
              </w:p>
            </w:tc>
          </w:sdtContent>
        </w:sdt>
        <w:sdt>
          <w:sdtPr>
            <w:alias w:val="Enter email1:"/>
            <w:tag w:val="Enter email1:"/>
            <w:id w:val="-1727601900"/>
            <w:placeholder>
              <w:docPart w:val="595FB0CD73F8411CADBDBFD8DB7CCD63"/>
            </w:placeholder>
            <w:temporary/>
            <w:showingPlcHdr/>
          </w:sdtPr>
          <w:sdtEndPr/>
          <w:sdtContent>
            <w:tc>
              <w:tcPr>
                <w:tcW w:w="2154" w:type="dxa"/>
                <w:vAlign w:val="center"/>
              </w:tcPr>
              <w:p w:rsidR="00614BD7" w:rsidRDefault="00836D4A" w:rsidP="00614BD7">
                <w:r>
                  <w:t>Email</w:t>
                </w:r>
              </w:p>
            </w:tc>
          </w:sdtContent>
        </w:sdt>
      </w:tr>
      <w:tr w:rsidR="003D58A0" w:rsidTr="00266807">
        <w:trPr>
          <w:trHeight w:hRule="exact" w:val="605"/>
        </w:trPr>
        <w:sdt>
          <w:sdtPr>
            <w:alias w:val="Enter name2:"/>
            <w:tag w:val="Enter name2:"/>
            <w:id w:val="1493985129"/>
            <w:placeholder>
              <w:docPart w:val="3E8EFDDE6AB64AD48C1B19D70B3207FB"/>
            </w:placeholder>
            <w:temporary/>
            <w:showingPlcHdr/>
          </w:sdtPr>
          <w:sdtEndPr/>
          <w:sdtContent>
            <w:tc>
              <w:tcPr>
                <w:tcW w:w="2245" w:type="dxa"/>
                <w:vAlign w:val="center"/>
              </w:tcPr>
              <w:p w:rsidR="003D58A0" w:rsidRDefault="003D58A0" w:rsidP="003D58A0">
                <w:r>
                  <w:t>Name 2</w:t>
                </w:r>
              </w:p>
            </w:tc>
          </w:sdtContent>
        </w:sdt>
        <w:sdt>
          <w:sdtPr>
            <w:alias w:val="Enter title2:"/>
            <w:tag w:val="Enter title2:"/>
            <w:id w:val="2114235099"/>
            <w:placeholder>
              <w:docPart w:val="10E4297508944FC4AB410F83A38F65B1"/>
            </w:placeholder>
            <w:temporary/>
            <w:showingPlcHdr/>
          </w:sdtPr>
          <w:sdtEndPr/>
          <w:sdtContent>
            <w:tc>
              <w:tcPr>
                <w:tcW w:w="1773" w:type="dxa"/>
                <w:vAlign w:val="center"/>
              </w:tcPr>
              <w:p w:rsidR="003D58A0" w:rsidRDefault="003D58A0" w:rsidP="003D58A0">
                <w:r>
                  <w:t>Title</w:t>
                </w:r>
              </w:p>
            </w:tc>
          </w:sdtContent>
        </w:sdt>
        <w:sdt>
          <w:sdtPr>
            <w:alias w:val="Enter company2:"/>
            <w:tag w:val="Enter company2:"/>
            <w:id w:val="1961693773"/>
            <w:placeholder>
              <w:docPart w:val="4111A6AA7BDD4DCB84185F118BDECF6A"/>
            </w:placeholder>
            <w:temporary/>
            <w:showingPlcHdr/>
          </w:sdtPr>
          <w:sdtEndPr/>
          <w:sdtContent>
            <w:tc>
              <w:tcPr>
                <w:tcW w:w="2008" w:type="dxa"/>
                <w:vAlign w:val="center"/>
              </w:tcPr>
              <w:p w:rsidR="003D58A0" w:rsidRDefault="003D58A0" w:rsidP="003D58A0">
                <w:r>
                  <w:t>Company</w:t>
                </w:r>
              </w:p>
            </w:tc>
          </w:sdtContent>
        </w:sdt>
        <w:sdt>
          <w:sdtPr>
            <w:alias w:val="Enter phone2:"/>
            <w:tag w:val="Enter phone2:"/>
            <w:id w:val="-30348186"/>
            <w:placeholder>
              <w:docPart w:val="189625CFFD9F4D26BA258EA52B474847"/>
            </w:placeholder>
            <w:temporary/>
            <w:showingPlcHdr/>
          </w:sdtPr>
          <w:sdtEndPr/>
          <w:sdtContent>
            <w:tc>
              <w:tcPr>
                <w:tcW w:w="1305" w:type="dxa"/>
                <w:vAlign w:val="center"/>
              </w:tcPr>
              <w:p w:rsidR="003D58A0" w:rsidRDefault="003D58A0" w:rsidP="003D58A0">
                <w:r>
                  <w:t>Phone</w:t>
                </w:r>
              </w:p>
            </w:tc>
          </w:sdtContent>
        </w:sdt>
        <w:sdt>
          <w:sdtPr>
            <w:alias w:val="Enter fax2:"/>
            <w:tag w:val="Enter fax2:"/>
            <w:id w:val="-1288897148"/>
            <w:placeholder>
              <w:docPart w:val="0BA5CF84D8444CB2B4F928C4FAAB5F7D"/>
            </w:placeholder>
            <w:temporary/>
            <w:showingPlcHdr/>
          </w:sdtPr>
          <w:sdtEndPr/>
          <w:sdtContent>
            <w:tc>
              <w:tcPr>
                <w:tcW w:w="1305" w:type="dxa"/>
                <w:vAlign w:val="center"/>
              </w:tcPr>
              <w:p w:rsidR="003D58A0" w:rsidRDefault="003D58A0" w:rsidP="003D58A0">
                <w:r>
                  <w:t>Fax</w:t>
                </w:r>
              </w:p>
            </w:tc>
          </w:sdtContent>
        </w:sdt>
        <w:sdt>
          <w:sdtPr>
            <w:alias w:val="Enter email2:"/>
            <w:tag w:val="Enter email2:"/>
            <w:id w:val="-705180105"/>
            <w:placeholder>
              <w:docPart w:val="36401FC411584C50A3227E3DCC277D56"/>
            </w:placeholder>
            <w:temporary/>
            <w:showingPlcHdr/>
          </w:sdtPr>
          <w:sdtEndPr/>
          <w:sdtContent>
            <w:tc>
              <w:tcPr>
                <w:tcW w:w="2154" w:type="dxa"/>
                <w:vAlign w:val="center"/>
              </w:tcPr>
              <w:p w:rsidR="003D58A0" w:rsidRDefault="003D58A0" w:rsidP="003D58A0">
                <w:r>
                  <w:t>Email</w:t>
                </w:r>
              </w:p>
            </w:tc>
          </w:sdtContent>
        </w:sdt>
      </w:tr>
      <w:tr w:rsidR="003D58A0" w:rsidTr="00266807">
        <w:trPr>
          <w:trHeight w:hRule="exact" w:val="605"/>
        </w:trPr>
        <w:sdt>
          <w:sdtPr>
            <w:alias w:val="Enter name3:"/>
            <w:tag w:val="Enter name3:"/>
            <w:id w:val="-1544055805"/>
            <w:placeholder>
              <w:docPart w:val="53C96FF5C9934F6E96638A06B76F005F"/>
            </w:placeholder>
            <w:temporary/>
            <w:showingPlcHdr/>
          </w:sdtPr>
          <w:sdtEndPr/>
          <w:sdtContent>
            <w:tc>
              <w:tcPr>
                <w:tcW w:w="2245" w:type="dxa"/>
                <w:vAlign w:val="center"/>
              </w:tcPr>
              <w:p w:rsidR="003D58A0" w:rsidRDefault="003D58A0" w:rsidP="003D58A0">
                <w:r>
                  <w:t>Name 3</w:t>
                </w:r>
              </w:p>
            </w:tc>
          </w:sdtContent>
        </w:sdt>
        <w:sdt>
          <w:sdtPr>
            <w:alias w:val="Enter title3:"/>
            <w:tag w:val="Enter title3:"/>
            <w:id w:val="1554664369"/>
            <w:placeholder>
              <w:docPart w:val="5EB3BAD198714977B6F8F6A8B0A04785"/>
            </w:placeholder>
            <w:temporary/>
            <w:showingPlcHdr/>
          </w:sdtPr>
          <w:sdtEndPr/>
          <w:sdtContent>
            <w:tc>
              <w:tcPr>
                <w:tcW w:w="1773" w:type="dxa"/>
                <w:vAlign w:val="center"/>
              </w:tcPr>
              <w:p w:rsidR="003D58A0" w:rsidRDefault="003D58A0" w:rsidP="003D58A0">
                <w:r>
                  <w:t>Title</w:t>
                </w:r>
              </w:p>
            </w:tc>
          </w:sdtContent>
        </w:sdt>
        <w:sdt>
          <w:sdtPr>
            <w:alias w:val="Enter company3:"/>
            <w:tag w:val="Enter company3:"/>
            <w:id w:val="-1995642667"/>
            <w:placeholder>
              <w:docPart w:val="206B3B994B024E9AB4A7CF565DC9C201"/>
            </w:placeholder>
            <w:temporary/>
            <w:showingPlcHdr/>
          </w:sdtPr>
          <w:sdtEndPr/>
          <w:sdtContent>
            <w:tc>
              <w:tcPr>
                <w:tcW w:w="2008" w:type="dxa"/>
                <w:vAlign w:val="center"/>
              </w:tcPr>
              <w:p w:rsidR="003D58A0" w:rsidRDefault="003D58A0" w:rsidP="003D58A0">
                <w:r>
                  <w:t>Company</w:t>
                </w:r>
              </w:p>
            </w:tc>
          </w:sdtContent>
        </w:sdt>
        <w:sdt>
          <w:sdtPr>
            <w:alias w:val="Enter phone3:"/>
            <w:tag w:val="Enter phone3:"/>
            <w:id w:val="-1771535316"/>
            <w:placeholder>
              <w:docPart w:val="3C714A61A2054F83A6D6A6C6AAE7727A"/>
            </w:placeholder>
            <w:temporary/>
            <w:showingPlcHdr/>
          </w:sdtPr>
          <w:sdtEndPr/>
          <w:sdtContent>
            <w:tc>
              <w:tcPr>
                <w:tcW w:w="1305" w:type="dxa"/>
                <w:vAlign w:val="center"/>
              </w:tcPr>
              <w:p w:rsidR="003D58A0" w:rsidRDefault="003D58A0" w:rsidP="003D58A0">
                <w:r>
                  <w:t>Phone</w:t>
                </w:r>
              </w:p>
            </w:tc>
          </w:sdtContent>
        </w:sdt>
        <w:sdt>
          <w:sdtPr>
            <w:alias w:val="Enter fax3:"/>
            <w:tag w:val="Enter fax3:"/>
            <w:id w:val="-201784482"/>
            <w:placeholder>
              <w:docPart w:val="102F239757AD428896471379860DF4BC"/>
            </w:placeholder>
            <w:temporary/>
            <w:showingPlcHdr/>
          </w:sdtPr>
          <w:sdtEndPr/>
          <w:sdtContent>
            <w:tc>
              <w:tcPr>
                <w:tcW w:w="1305" w:type="dxa"/>
                <w:vAlign w:val="center"/>
              </w:tcPr>
              <w:p w:rsidR="003D58A0" w:rsidRDefault="003D58A0" w:rsidP="003D58A0">
                <w:r>
                  <w:t>Fax</w:t>
                </w:r>
              </w:p>
            </w:tc>
          </w:sdtContent>
        </w:sdt>
        <w:sdt>
          <w:sdtPr>
            <w:alias w:val="Enter email3:"/>
            <w:tag w:val="Enter email3:"/>
            <w:id w:val="-899517672"/>
            <w:placeholder>
              <w:docPart w:val="DDA64AEBA4D24B11B0DCF9D2BBB92F7A"/>
            </w:placeholder>
            <w:temporary/>
            <w:showingPlcHdr/>
          </w:sdtPr>
          <w:sdtEndPr/>
          <w:sdtContent>
            <w:tc>
              <w:tcPr>
                <w:tcW w:w="2154" w:type="dxa"/>
                <w:vAlign w:val="center"/>
              </w:tcPr>
              <w:p w:rsidR="003D58A0" w:rsidRDefault="003D58A0" w:rsidP="003D58A0">
                <w:r>
                  <w:t>Email</w:t>
                </w:r>
              </w:p>
            </w:tc>
          </w:sdtContent>
        </w:sdt>
        <w:bookmarkStart w:id="0" w:name="_GoBack"/>
        <w:bookmarkEnd w:id="0"/>
      </w:tr>
      <w:tr w:rsidR="003D58A0" w:rsidTr="00266807">
        <w:trPr>
          <w:trHeight w:hRule="exact" w:val="605"/>
        </w:trPr>
        <w:sdt>
          <w:sdtPr>
            <w:alias w:val="Enter name4:"/>
            <w:tag w:val="Enter name4:"/>
            <w:id w:val="726726429"/>
            <w:placeholder>
              <w:docPart w:val="9556677FE1314CB0ADC41BF7FAD7BFB7"/>
            </w:placeholder>
            <w:temporary/>
            <w:showingPlcHdr/>
          </w:sdtPr>
          <w:sdtEndPr/>
          <w:sdtContent>
            <w:tc>
              <w:tcPr>
                <w:tcW w:w="2245" w:type="dxa"/>
                <w:vAlign w:val="center"/>
              </w:tcPr>
              <w:p w:rsidR="003D58A0" w:rsidRDefault="003D58A0" w:rsidP="003D58A0">
                <w:r>
                  <w:t>Name 4</w:t>
                </w:r>
              </w:p>
            </w:tc>
          </w:sdtContent>
        </w:sdt>
        <w:sdt>
          <w:sdtPr>
            <w:alias w:val="Enter title4:"/>
            <w:tag w:val="Enter title4:"/>
            <w:id w:val="-1163550010"/>
            <w:placeholder>
              <w:docPart w:val="7C387729960A4D97869910F6841766CB"/>
            </w:placeholder>
            <w:temporary/>
            <w:showingPlcHdr/>
          </w:sdtPr>
          <w:sdtEndPr/>
          <w:sdtContent>
            <w:tc>
              <w:tcPr>
                <w:tcW w:w="1773" w:type="dxa"/>
                <w:vAlign w:val="center"/>
              </w:tcPr>
              <w:p w:rsidR="003D58A0" w:rsidRDefault="003D58A0" w:rsidP="003D58A0">
                <w:r>
                  <w:t>Title</w:t>
                </w:r>
              </w:p>
            </w:tc>
          </w:sdtContent>
        </w:sdt>
        <w:sdt>
          <w:sdtPr>
            <w:alias w:val="Enter company4:"/>
            <w:tag w:val="Enter company4:"/>
            <w:id w:val="-980309627"/>
            <w:placeholder>
              <w:docPart w:val="F810493B808B454A9B3665E465C4CE67"/>
            </w:placeholder>
            <w:temporary/>
            <w:showingPlcHdr/>
          </w:sdtPr>
          <w:sdtEndPr/>
          <w:sdtContent>
            <w:tc>
              <w:tcPr>
                <w:tcW w:w="2008" w:type="dxa"/>
                <w:vAlign w:val="center"/>
              </w:tcPr>
              <w:p w:rsidR="003D58A0" w:rsidRDefault="003D58A0" w:rsidP="003D58A0">
                <w:r>
                  <w:t>Company</w:t>
                </w:r>
              </w:p>
            </w:tc>
          </w:sdtContent>
        </w:sdt>
        <w:sdt>
          <w:sdtPr>
            <w:alias w:val="Enter phone4:"/>
            <w:tag w:val="Enter phone4:"/>
            <w:id w:val="1621721211"/>
            <w:placeholder>
              <w:docPart w:val="C2B5F0083D91460B8DE802F306D00D56"/>
            </w:placeholder>
            <w:temporary/>
            <w:showingPlcHdr/>
          </w:sdtPr>
          <w:sdtEndPr/>
          <w:sdtContent>
            <w:tc>
              <w:tcPr>
                <w:tcW w:w="1305" w:type="dxa"/>
                <w:vAlign w:val="center"/>
              </w:tcPr>
              <w:p w:rsidR="003D58A0" w:rsidRDefault="003D58A0" w:rsidP="003D58A0">
                <w:r>
                  <w:t>Phone</w:t>
                </w:r>
              </w:p>
            </w:tc>
          </w:sdtContent>
        </w:sdt>
        <w:sdt>
          <w:sdtPr>
            <w:alias w:val="Enter fax4:"/>
            <w:tag w:val="Enter fax4:"/>
            <w:id w:val="-1676793269"/>
            <w:placeholder>
              <w:docPart w:val="CA600E6B2F4F439D94B70C66E66999EB"/>
            </w:placeholder>
            <w:temporary/>
            <w:showingPlcHdr/>
          </w:sdtPr>
          <w:sdtEndPr/>
          <w:sdtContent>
            <w:tc>
              <w:tcPr>
                <w:tcW w:w="1305" w:type="dxa"/>
                <w:vAlign w:val="center"/>
              </w:tcPr>
              <w:p w:rsidR="003D58A0" w:rsidRDefault="003D58A0" w:rsidP="003D58A0">
                <w:r>
                  <w:t>Fax</w:t>
                </w:r>
              </w:p>
            </w:tc>
          </w:sdtContent>
        </w:sdt>
        <w:sdt>
          <w:sdtPr>
            <w:alias w:val="Enter email4:"/>
            <w:tag w:val="Enter email4:"/>
            <w:id w:val="-1222045669"/>
            <w:placeholder>
              <w:docPart w:val="7C2733DF144D494F82212498694ACB13"/>
            </w:placeholder>
            <w:temporary/>
            <w:showingPlcHdr/>
          </w:sdtPr>
          <w:sdtEndPr/>
          <w:sdtContent>
            <w:tc>
              <w:tcPr>
                <w:tcW w:w="2154" w:type="dxa"/>
                <w:vAlign w:val="center"/>
              </w:tcPr>
              <w:p w:rsidR="003D58A0" w:rsidRDefault="003D58A0" w:rsidP="003D58A0">
                <w:r>
                  <w:t>Email</w:t>
                </w:r>
              </w:p>
            </w:tc>
          </w:sdtContent>
        </w:sdt>
      </w:tr>
      <w:tr w:rsidR="003D58A0" w:rsidTr="00266807">
        <w:trPr>
          <w:trHeight w:hRule="exact" w:val="605"/>
        </w:trPr>
        <w:sdt>
          <w:sdtPr>
            <w:alias w:val="Enter name5:"/>
            <w:tag w:val="Enter name5:"/>
            <w:id w:val="-1632006998"/>
            <w:placeholder>
              <w:docPart w:val="16946482543249BB854B8BAF60ED43AE"/>
            </w:placeholder>
            <w:temporary/>
            <w:showingPlcHdr/>
          </w:sdtPr>
          <w:sdtEndPr/>
          <w:sdtContent>
            <w:tc>
              <w:tcPr>
                <w:tcW w:w="2245" w:type="dxa"/>
                <w:vAlign w:val="center"/>
              </w:tcPr>
              <w:p w:rsidR="003D58A0" w:rsidRDefault="003D58A0" w:rsidP="003D58A0">
                <w:r>
                  <w:t>Name 5</w:t>
                </w:r>
              </w:p>
            </w:tc>
          </w:sdtContent>
        </w:sdt>
        <w:sdt>
          <w:sdtPr>
            <w:alias w:val="Enter title5:"/>
            <w:tag w:val="Enter title5:"/>
            <w:id w:val="144163210"/>
            <w:placeholder>
              <w:docPart w:val="CA5377A5E8CB4334A459A3F5FBDB034D"/>
            </w:placeholder>
            <w:temporary/>
            <w:showingPlcHdr/>
          </w:sdtPr>
          <w:sdtEndPr/>
          <w:sdtContent>
            <w:tc>
              <w:tcPr>
                <w:tcW w:w="1773" w:type="dxa"/>
                <w:vAlign w:val="center"/>
              </w:tcPr>
              <w:p w:rsidR="003D58A0" w:rsidRDefault="003D58A0" w:rsidP="003D58A0">
                <w:r>
                  <w:t>Title</w:t>
                </w:r>
              </w:p>
            </w:tc>
          </w:sdtContent>
        </w:sdt>
        <w:sdt>
          <w:sdtPr>
            <w:alias w:val="Enter company5:"/>
            <w:tag w:val="Enter company5:"/>
            <w:id w:val="-801148959"/>
            <w:placeholder>
              <w:docPart w:val="C0F75055250641F4B40F23415C676178"/>
            </w:placeholder>
            <w:temporary/>
            <w:showingPlcHdr/>
          </w:sdtPr>
          <w:sdtEndPr/>
          <w:sdtContent>
            <w:tc>
              <w:tcPr>
                <w:tcW w:w="2008" w:type="dxa"/>
                <w:vAlign w:val="center"/>
              </w:tcPr>
              <w:p w:rsidR="003D58A0" w:rsidRDefault="003D58A0" w:rsidP="003D58A0">
                <w:r>
                  <w:t>Company</w:t>
                </w:r>
              </w:p>
            </w:tc>
          </w:sdtContent>
        </w:sdt>
        <w:sdt>
          <w:sdtPr>
            <w:alias w:val="Enter phone5:"/>
            <w:tag w:val="Enter phone5:"/>
            <w:id w:val="-1509052386"/>
            <w:placeholder>
              <w:docPart w:val="77B6A87DCEDC4062AF73BD3E975C1487"/>
            </w:placeholder>
            <w:temporary/>
            <w:showingPlcHdr/>
          </w:sdtPr>
          <w:sdtEndPr/>
          <w:sdtContent>
            <w:tc>
              <w:tcPr>
                <w:tcW w:w="1305" w:type="dxa"/>
                <w:vAlign w:val="center"/>
              </w:tcPr>
              <w:p w:rsidR="003D58A0" w:rsidRDefault="003D58A0" w:rsidP="003D58A0">
                <w:r>
                  <w:t>Phone</w:t>
                </w:r>
              </w:p>
            </w:tc>
          </w:sdtContent>
        </w:sdt>
        <w:sdt>
          <w:sdtPr>
            <w:alias w:val="Enter fax5:"/>
            <w:tag w:val="Enter fax5:"/>
            <w:id w:val="1813289262"/>
            <w:placeholder>
              <w:docPart w:val="BD76CE561DC34437A701E5873551C1A4"/>
            </w:placeholder>
            <w:temporary/>
            <w:showingPlcHdr/>
          </w:sdtPr>
          <w:sdtEndPr/>
          <w:sdtContent>
            <w:tc>
              <w:tcPr>
                <w:tcW w:w="1305" w:type="dxa"/>
                <w:vAlign w:val="center"/>
              </w:tcPr>
              <w:p w:rsidR="003D58A0" w:rsidRDefault="003D58A0" w:rsidP="003D58A0">
                <w:r>
                  <w:t>Fax</w:t>
                </w:r>
              </w:p>
            </w:tc>
          </w:sdtContent>
        </w:sdt>
        <w:sdt>
          <w:sdtPr>
            <w:alias w:val="Enter email5:"/>
            <w:tag w:val="Enter email5:"/>
            <w:id w:val="622579149"/>
            <w:placeholder>
              <w:docPart w:val="514D846568744A9595F55EC02B0D681A"/>
            </w:placeholder>
            <w:temporary/>
            <w:showingPlcHdr/>
          </w:sdtPr>
          <w:sdtEndPr/>
          <w:sdtContent>
            <w:tc>
              <w:tcPr>
                <w:tcW w:w="2154" w:type="dxa"/>
                <w:vAlign w:val="center"/>
              </w:tcPr>
              <w:p w:rsidR="003D58A0" w:rsidRDefault="003D58A0" w:rsidP="003D58A0">
                <w:r>
                  <w:t>Email</w:t>
                </w:r>
              </w:p>
            </w:tc>
          </w:sdtContent>
        </w:sdt>
      </w:tr>
      <w:tr w:rsidR="003D58A0" w:rsidTr="00266807">
        <w:trPr>
          <w:trHeight w:hRule="exact" w:val="605"/>
        </w:trPr>
        <w:sdt>
          <w:sdtPr>
            <w:alias w:val="Enter name6:"/>
            <w:tag w:val="Enter name6:"/>
            <w:id w:val="-1561552566"/>
            <w:placeholder>
              <w:docPart w:val="734C4C3060B845EDBBB09E4EC9E06DD1"/>
            </w:placeholder>
            <w:temporary/>
            <w:showingPlcHdr/>
          </w:sdtPr>
          <w:sdtEndPr/>
          <w:sdtContent>
            <w:tc>
              <w:tcPr>
                <w:tcW w:w="2245" w:type="dxa"/>
                <w:vAlign w:val="center"/>
              </w:tcPr>
              <w:p w:rsidR="003D58A0" w:rsidRDefault="003D58A0" w:rsidP="003D58A0">
                <w:r>
                  <w:t>Name 6</w:t>
                </w:r>
              </w:p>
            </w:tc>
          </w:sdtContent>
        </w:sdt>
        <w:sdt>
          <w:sdtPr>
            <w:alias w:val="Enter title6:"/>
            <w:tag w:val="Enter title6:"/>
            <w:id w:val="-1623294279"/>
            <w:placeholder>
              <w:docPart w:val="D61E57BAB4C64F19BDD4EE298A0CFBA9"/>
            </w:placeholder>
            <w:temporary/>
            <w:showingPlcHdr/>
          </w:sdtPr>
          <w:sdtEndPr/>
          <w:sdtContent>
            <w:tc>
              <w:tcPr>
                <w:tcW w:w="1773" w:type="dxa"/>
                <w:vAlign w:val="center"/>
              </w:tcPr>
              <w:p w:rsidR="003D58A0" w:rsidRDefault="003D58A0" w:rsidP="003D58A0">
                <w:r>
                  <w:t>Title</w:t>
                </w:r>
              </w:p>
            </w:tc>
          </w:sdtContent>
        </w:sdt>
        <w:sdt>
          <w:sdtPr>
            <w:alias w:val="Enter company6:"/>
            <w:tag w:val="Enter company6:"/>
            <w:id w:val="728577802"/>
            <w:placeholder>
              <w:docPart w:val="26715EC41F454C98876E071A0239407B"/>
            </w:placeholder>
            <w:temporary/>
            <w:showingPlcHdr/>
          </w:sdtPr>
          <w:sdtEndPr/>
          <w:sdtContent>
            <w:tc>
              <w:tcPr>
                <w:tcW w:w="2008" w:type="dxa"/>
                <w:vAlign w:val="center"/>
              </w:tcPr>
              <w:p w:rsidR="003D58A0" w:rsidRDefault="003D58A0" w:rsidP="003D58A0">
                <w:r>
                  <w:t>Company</w:t>
                </w:r>
              </w:p>
            </w:tc>
          </w:sdtContent>
        </w:sdt>
        <w:sdt>
          <w:sdtPr>
            <w:alias w:val="Enter phone6:"/>
            <w:tag w:val="Enter phone6:"/>
            <w:id w:val="-501891900"/>
            <w:placeholder>
              <w:docPart w:val="D4003AF8D86D49B899FB495A42A13F34"/>
            </w:placeholder>
            <w:temporary/>
            <w:showingPlcHdr/>
          </w:sdtPr>
          <w:sdtEndPr/>
          <w:sdtContent>
            <w:tc>
              <w:tcPr>
                <w:tcW w:w="1305" w:type="dxa"/>
                <w:vAlign w:val="center"/>
              </w:tcPr>
              <w:p w:rsidR="003D58A0" w:rsidRDefault="003D58A0" w:rsidP="003D58A0">
                <w:r>
                  <w:t>Phone</w:t>
                </w:r>
              </w:p>
            </w:tc>
          </w:sdtContent>
        </w:sdt>
        <w:sdt>
          <w:sdtPr>
            <w:alias w:val="Enter fax6:"/>
            <w:tag w:val="Enter fax6:"/>
            <w:id w:val="1645162140"/>
            <w:placeholder>
              <w:docPart w:val="A2D7DDA559314D2789CB39084F0565ED"/>
            </w:placeholder>
            <w:temporary/>
            <w:showingPlcHdr/>
          </w:sdtPr>
          <w:sdtEndPr/>
          <w:sdtContent>
            <w:tc>
              <w:tcPr>
                <w:tcW w:w="1305" w:type="dxa"/>
                <w:vAlign w:val="center"/>
              </w:tcPr>
              <w:p w:rsidR="003D58A0" w:rsidRDefault="003D58A0" w:rsidP="003D58A0">
                <w:r>
                  <w:t>Fax</w:t>
                </w:r>
              </w:p>
            </w:tc>
          </w:sdtContent>
        </w:sdt>
        <w:sdt>
          <w:sdtPr>
            <w:alias w:val="Enter email6:"/>
            <w:tag w:val="Enter email6:"/>
            <w:id w:val="1982500209"/>
            <w:placeholder>
              <w:docPart w:val="F9C54D544A6B4B6C8DBCC36355310BC5"/>
            </w:placeholder>
            <w:temporary/>
            <w:showingPlcHdr/>
          </w:sdtPr>
          <w:sdtEndPr/>
          <w:sdtContent>
            <w:tc>
              <w:tcPr>
                <w:tcW w:w="2154" w:type="dxa"/>
                <w:vAlign w:val="center"/>
              </w:tcPr>
              <w:p w:rsidR="003D58A0" w:rsidRDefault="003D58A0" w:rsidP="003D58A0">
                <w:r>
                  <w:t>Email</w:t>
                </w:r>
              </w:p>
            </w:tc>
          </w:sdtContent>
        </w:sdt>
      </w:tr>
      <w:tr w:rsidR="003D58A0" w:rsidTr="00266807">
        <w:trPr>
          <w:trHeight w:hRule="exact" w:val="605"/>
        </w:trPr>
        <w:sdt>
          <w:sdtPr>
            <w:alias w:val="Enter name7:"/>
            <w:tag w:val="Enter name7:"/>
            <w:id w:val="141466476"/>
            <w:placeholder>
              <w:docPart w:val="E72C707C5E7D4D968DF1436565A5B77E"/>
            </w:placeholder>
            <w:temporary/>
            <w:showingPlcHdr/>
          </w:sdtPr>
          <w:sdtEndPr/>
          <w:sdtContent>
            <w:tc>
              <w:tcPr>
                <w:tcW w:w="2245" w:type="dxa"/>
                <w:vAlign w:val="center"/>
              </w:tcPr>
              <w:p w:rsidR="003D58A0" w:rsidRDefault="003D58A0" w:rsidP="003D58A0">
                <w:r>
                  <w:t>Name 7</w:t>
                </w:r>
              </w:p>
            </w:tc>
          </w:sdtContent>
        </w:sdt>
        <w:sdt>
          <w:sdtPr>
            <w:alias w:val="Enter title7:"/>
            <w:tag w:val="Enter title7:"/>
            <w:id w:val="-2097004967"/>
            <w:placeholder>
              <w:docPart w:val="50B61964C692487CBD25C696EC377DB6"/>
            </w:placeholder>
            <w:temporary/>
            <w:showingPlcHdr/>
          </w:sdtPr>
          <w:sdtEndPr/>
          <w:sdtContent>
            <w:tc>
              <w:tcPr>
                <w:tcW w:w="1773" w:type="dxa"/>
                <w:vAlign w:val="center"/>
              </w:tcPr>
              <w:p w:rsidR="003D58A0" w:rsidRDefault="003D58A0" w:rsidP="003D58A0">
                <w:r>
                  <w:t>Title</w:t>
                </w:r>
              </w:p>
            </w:tc>
          </w:sdtContent>
        </w:sdt>
        <w:sdt>
          <w:sdtPr>
            <w:alias w:val="Enter company7:"/>
            <w:tag w:val="Enter company7:"/>
            <w:id w:val="-518163565"/>
            <w:placeholder>
              <w:docPart w:val="61A2CDFD24C04090A3B4FD73606F9ABC"/>
            </w:placeholder>
            <w:temporary/>
            <w:showingPlcHdr/>
          </w:sdtPr>
          <w:sdtEndPr/>
          <w:sdtContent>
            <w:tc>
              <w:tcPr>
                <w:tcW w:w="2008" w:type="dxa"/>
                <w:vAlign w:val="center"/>
              </w:tcPr>
              <w:p w:rsidR="003D58A0" w:rsidRDefault="003D58A0" w:rsidP="003D58A0">
                <w:r>
                  <w:t>Company</w:t>
                </w:r>
              </w:p>
            </w:tc>
          </w:sdtContent>
        </w:sdt>
        <w:sdt>
          <w:sdtPr>
            <w:alias w:val="Enter phone7:"/>
            <w:tag w:val="Enter phone7:"/>
            <w:id w:val="-908450912"/>
            <w:placeholder>
              <w:docPart w:val="91573B0585754FCF9DC08EFB0FD198C5"/>
            </w:placeholder>
            <w:temporary/>
            <w:showingPlcHdr/>
          </w:sdtPr>
          <w:sdtEndPr/>
          <w:sdtContent>
            <w:tc>
              <w:tcPr>
                <w:tcW w:w="1305" w:type="dxa"/>
                <w:vAlign w:val="center"/>
              </w:tcPr>
              <w:p w:rsidR="003D58A0" w:rsidRDefault="003D58A0" w:rsidP="003D58A0">
                <w:r>
                  <w:t>Phone</w:t>
                </w:r>
              </w:p>
            </w:tc>
          </w:sdtContent>
        </w:sdt>
        <w:sdt>
          <w:sdtPr>
            <w:alias w:val="Enter fax7:"/>
            <w:tag w:val="Enter fax7:"/>
            <w:id w:val="1603538111"/>
            <w:placeholder>
              <w:docPart w:val="8B370082347F4505869AB5B905A0E284"/>
            </w:placeholder>
            <w:temporary/>
            <w:showingPlcHdr/>
          </w:sdtPr>
          <w:sdtEndPr/>
          <w:sdtContent>
            <w:tc>
              <w:tcPr>
                <w:tcW w:w="1305" w:type="dxa"/>
                <w:vAlign w:val="center"/>
              </w:tcPr>
              <w:p w:rsidR="003D58A0" w:rsidRDefault="003D58A0" w:rsidP="003D58A0">
                <w:r>
                  <w:t>Fax</w:t>
                </w:r>
              </w:p>
            </w:tc>
          </w:sdtContent>
        </w:sdt>
        <w:sdt>
          <w:sdtPr>
            <w:alias w:val="Enter email7:"/>
            <w:tag w:val="Enter email7:"/>
            <w:id w:val="-1523549680"/>
            <w:placeholder>
              <w:docPart w:val="9A3CB83CDE9844018AC096F6757C4BD6"/>
            </w:placeholder>
            <w:temporary/>
            <w:showingPlcHdr/>
          </w:sdtPr>
          <w:sdtEndPr/>
          <w:sdtContent>
            <w:tc>
              <w:tcPr>
                <w:tcW w:w="2154" w:type="dxa"/>
                <w:vAlign w:val="center"/>
              </w:tcPr>
              <w:p w:rsidR="003D58A0" w:rsidRDefault="003D58A0" w:rsidP="003D58A0">
                <w:r>
                  <w:t>Email</w:t>
                </w:r>
              </w:p>
            </w:tc>
          </w:sdtContent>
        </w:sdt>
      </w:tr>
      <w:tr w:rsidR="003D58A0" w:rsidTr="00266807">
        <w:trPr>
          <w:trHeight w:hRule="exact" w:val="605"/>
        </w:trPr>
        <w:sdt>
          <w:sdtPr>
            <w:alias w:val="Enter name8:"/>
            <w:tag w:val="Enter name8:"/>
            <w:id w:val="-1221822102"/>
            <w:placeholder>
              <w:docPart w:val="C29E5527F071496293622BAC3DC60114"/>
            </w:placeholder>
            <w:temporary/>
            <w:showingPlcHdr/>
          </w:sdtPr>
          <w:sdtEndPr/>
          <w:sdtContent>
            <w:tc>
              <w:tcPr>
                <w:tcW w:w="2245" w:type="dxa"/>
                <w:vAlign w:val="center"/>
              </w:tcPr>
              <w:p w:rsidR="003D58A0" w:rsidRDefault="003D58A0" w:rsidP="003D58A0">
                <w:r>
                  <w:t>Name 8</w:t>
                </w:r>
              </w:p>
            </w:tc>
          </w:sdtContent>
        </w:sdt>
        <w:sdt>
          <w:sdtPr>
            <w:alias w:val="Enter title8:"/>
            <w:tag w:val="Enter title8:"/>
            <w:id w:val="1455668560"/>
            <w:placeholder>
              <w:docPart w:val="CC81558F4E684D1A8A3CBAB925E37C49"/>
            </w:placeholder>
            <w:temporary/>
            <w:showingPlcHdr/>
          </w:sdtPr>
          <w:sdtEndPr/>
          <w:sdtContent>
            <w:tc>
              <w:tcPr>
                <w:tcW w:w="1773" w:type="dxa"/>
                <w:vAlign w:val="center"/>
              </w:tcPr>
              <w:p w:rsidR="003D58A0" w:rsidRDefault="003D58A0" w:rsidP="003D58A0">
                <w:r>
                  <w:t>Title</w:t>
                </w:r>
              </w:p>
            </w:tc>
          </w:sdtContent>
        </w:sdt>
        <w:sdt>
          <w:sdtPr>
            <w:alias w:val="Enter company8:"/>
            <w:tag w:val="Enter company8:"/>
            <w:id w:val="1742590427"/>
            <w:placeholder>
              <w:docPart w:val="3FFB228D1E4441E8B980680F36484CA6"/>
            </w:placeholder>
            <w:temporary/>
            <w:showingPlcHdr/>
          </w:sdtPr>
          <w:sdtEndPr/>
          <w:sdtContent>
            <w:tc>
              <w:tcPr>
                <w:tcW w:w="2008" w:type="dxa"/>
                <w:vAlign w:val="center"/>
              </w:tcPr>
              <w:p w:rsidR="003D58A0" w:rsidRDefault="003D58A0" w:rsidP="003D58A0">
                <w:r>
                  <w:t>Company</w:t>
                </w:r>
              </w:p>
            </w:tc>
          </w:sdtContent>
        </w:sdt>
        <w:sdt>
          <w:sdtPr>
            <w:alias w:val="Enter phone8:"/>
            <w:tag w:val="Enter phone8:"/>
            <w:id w:val="932626278"/>
            <w:placeholder>
              <w:docPart w:val="A9F47A81D2A24FE9B833CB2E71CDE85B"/>
            </w:placeholder>
            <w:temporary/>
            <w:showingPlcHdr/>
          </w:sdtPr>
          <w:sdtEndPr/>
          <w:sdtContent>
            <w:tc>
              <w:tcPr>
                <w:tcW w:w="1305" w:type="dxa"/>
                <w:vAlign w:val="center"/>
              </w:tcPr>
              <w:p w:rsidR="003D58A0" w:rsidRDefault="003D58A0" w:rsidP="003D58A0">
                <w:r>
                  <w:t>Phone</w:t>
                </w:r>
              </w:p>
            </w:tc>
          </w:sdtContent>
        </w:sdt>
        <w:sdt>
          <w:sdtPr>
            <w:alias w:val="Enter fax8:"/>
            <w:tag w:val="Enter fax8:"/>
            <w:id w:val="831341161"/>
            <w:placeholder>
              <w:docPart w:val="DEA43D3141634D93B1083CE27327DCFC"/>
            </w:placeholder>
            <w:temporary/>
            <w:showingPlcHdr/>
          </w:sdtPr>
          <w:sdtEndPr/>
          <w:sdtContent>
            <w:tc>
              <w:tcPr>
                <w:tcW w:w="1305" w:type="dxa"/>
                <w:vAlign w:val="center"/>
              </w:tcPr>
              <w:p w:rsidR="003D58A0" w:rsidRDefault="003D58A0" w:rsidP="003D58A0">
                <w:r>
                  <w:t>Fax</w:t>
                </w:r>
              </w:p>
            </w:tc>
          </w:sdtContent>
        </w:sdt>
        <w:sdt>
          <w:sdtPr>
            <w:alias w:val="Enter email8:"/>
            <w:tag w:val="Enter email8:"/>
            <w:id w:val="-1704312776"/>
            <w:placeholder>
              <w:docPart w:val="F62019B6BB334B05BCE06721FAA65B8E"/>
            </w:placeholder>
            <w:temporary/>
            <w:showingPlcHdr/>
          </w:sdtPr>
          <w:sdtEndPr/>
          <w:sdtContent>
            <w:tc>
              <w:tcPr>
                <w:tcW w:w="2154" w:type="dxa"/>
                <w:vAlign w:val="center"/>
              </w:tcPr>
              <w:p w:rsidR="003D58A0" w:rsidRDefault="003D58A0" w:rsidP="003D58A0">
                <w:r>
                  <w:t>Email</w:t>
                </w:r>
              </w:p>
            </w:tc>
          </w:sdtContent>
        </w:sdt>
      </w:tr>
      <w:tr w:rsidR="003D58A0" w:rsidTr="00266807">
        <w:trPr>
          <w:trHeight w:hRule="exact" w:val="605"/>
        </w:trPr>
        <w:sdt>
          <w:sdtPr>
            <w:alias w:val="Enter name9:"/>
            <w:tag w:val="Enter name9:"/>
            <w:id w:val="1914814425"/>
            <w:placeholder>
              <w:docPart w:val="00BDF19E105B4E459C160D1F254AD3BC"/>
            </w:placeholder>
            <w:temporary/>
            <w:showingPlcHdr/>
          </w:sdtPr>
          <w:sdtEndPr/>
          <w:sdtContent>
            <w:tc>
              <w:tcPr>
                <w:tcW w:w="2245" w:type="dxa"/>
                <w:vAlign w:val="center"/>
              </w:tcPr>
              <w:p w:rsidR="003D58A0" w:rsidRDefault="003D58A0" w:rsidP="003D58A0">
                <w:r>
                  <w:t>Name 9</w:t>
                </w:r>
              </w:p>
            </w:tc>
          </w:sdtContent>
        </w:sdt>
        <w:sdt>
          <w:sdtPr>
            <w:alias w:val="Enter title9:"/>
            <w:tag w:val="Enter title9:"/>
            <w:id w:val="1279293810"/>
            <w:placeholder>
              <w:docPart w:val="DF2286B1D17B45CD98881536C9ECDBC3"/>
            </w:placeholder>
            <w:temporary/>
            <w:showingPlcHdr/>
          </w:sdtPr>
          <w:sdtEndPr/>
          <w:sdtContent>
            <w:tc>
              <w:tcPr>
                <w:tcW w:w="1773" w:type="dxa"/>
                <w:vAlign w:val="center"/>
              </w:tcPr>
              <w:p w:rsidR="003D58A0" w:rsidRDefault="003D58A0" w:rsidP="003D58A0">
                <w:r>
                  <w:t>Title</w:t>
                </w:r>
              </w:p>
            </w:tc>
          </w:sdtContent>
        </w:sdt>
        <w:sdt>
          <w:sdtPr>
            <w:alias w:val="Enter company9:"/>
            <w:tag w:val="Enter company9:"/>
            <w:id w:val="1434863590"/>
            <w:placeholder>
              <w:docPart w:val="DE6D1CCBBA91473BBE1B8A852D694F8D"/>
            </w:placeholder>
            <w:temporary/>
            <w:showingPlcHdr/>
          </w:sdtPr>
          <w:sdtEndPr/>
          <w:sdtContent>
            <w:tc>
              <w:tcPr>
                <w:tcW w:w="2008" w:type="dxa"/>
                <w:vAlign w:val="center"/>
              </w:tcPr>
              <w:p w:rsidR="003D58A0" w:rsidRDefault="003D58A0" w:rsidP="003D58A0">
                <w:r>
                  <w:t>Company</w:t>
                </w:r>
              </w:p>
            </w:tc>
          </w:sdtContent>
        </w:sdt>
        <w:sdt>
          <w:sdtPr>
            <w:alias w:val="Enter phone9:"/>
            <w:tag w:val="Enter phone9:"/>
            <w:id w:val="-642662321"/>
            <w:placeholder>
              <w:docPart w:val="9F3B67E2389F4DB1AC728DB8D28A19DC"/>
            </w:placeholder>
            <w:temporary/>
            <w:showingPlcHdr/>
          </w:sdtPr>
          <w:sdtEndPr/>
          <w:sdtContent>
            <w:tc>
              <w:tcPr>
                <w:tcW w:w="1305" w:type="dxa"/>
                <w:vAlign w:val="center"/>
              </w:tcPr>
              <w:p w:rsidR="003D58A0" w:rsidRDefault="003D58A0" w:rsidP="003D58A0">
                <w:r>
                  <w:t>Phone</w:t>
                </w:r>
              </w:p>
            </w:tc>
          </w:sdtContent>
        </w:sdt>
        <w:sdt>
          <w:sdtPr>
            <w:alias w:val="Enter fax9:"/>
            <w:tag w:val="Enter fax9:"/>
            <w:id w:val="1290779324"/>
            <w:placeholder>
              <w:docPart w:val="79CFAA2ED7B14963A39049DF1011D9D1"/>
            </w:placeholder>
            <w:temporary/>
            <w:showingPlcHdr/>
          </w:sdtPr>
          <w:sdtEndPr/>
          <w:sdtContent>
            <w:tc>
              <w:tcPr>
                <w:tcW w:w="1305" w:type="dxa"/>
                <w:vAlign w:val="center"/>
              </w:tcPr>
              <w:p w:rsidR="003D58A0" w:rsidRDefault="003D58A0" w:rsidP="003D58A0">
                <w:r>
                  <w:t>Fax</w:t>
                </w:r>
              </w:p>
            </w:tc>
          </w:sdtContent>
        </w:sdt>
        <w:sdt>
          <w:sdtPr>
            <w:alias w:val="Enter email9:"/>
            <w:tag w:val="Enter email9:"/>
            <w:id w:val="2098895074"/>
            <w:placeholder>
              <w:docPart w:val="345415C3A9034BB7B925A327DD4010D9"/>
            </w:placeholder>
            <w:temporary/>
            <w:showingPlcHdr/>
          </w:sdtPr>
          <w:sdtEndPr/>
          <w:sdtContent>
            <w:tc>
              <w:tcPr>
                <w:tcW w:w="2154" w:type="dxa"/>
                <w:vAlign w:val="center"/>
              </w:tcPr>
              <w:p w:rsidR="003D58A0" w:rsidRDefault="003D58A0" w:rsidP="003D58A0">
                <w:r>
                  <w:t>Email</w:t>
                </w:r>
              </w:p>
            </w:tc>
          </w:sdtContent>
        </w:sdt>
      </w:tr>
      <w:tr w:rsidR="003D58A0" w:rsidTr="00266807">
        <w:trPr>
          <w:trHeight w:hRule="exact" w:val="605"/>
        </w:trPr>
        <w:sdt>
          <w:sdtPr>
            <w:alias w:val="Enter name10:"/>
            <w:tag w:val="Enter name10:"/>
            <w:id w:val="550507338"/>
            <w:placeholder>
              <w:docPart w:val="34C80DFB396E4ACD987CBDB6877E4807"/>
            </w:placeholder>
            <w:temporary/>
            <w:showingPlcHdr/>
          </w:sdtPr>
          <w:sdtEndPr/>
          <w:sdtContent>
            <w:tc>
              <w:tcPr>
                <w:tcW w:w="2245" w:type="dxa"/>
                <w:vAlign w:val="center"/>
              </w:tcPr>
              <w:p w:rsidR="003D58A0" w:rsidRDefault="003D58A0" w:rsidP="003D58A0">
                <w:r>
                  <w:t>Name 10</w:t>
                </w:r>
              </w:p>
            </w:tc>
          </w:sdtContent>
        </w:sdt>
        <w:sdt>
          <w:sdtPr>
            <w:alias w:val="Enter title10:"/>
            <w:tag w:val="Enter title10:"/>
            <w:id w:val="-612207228"/>
            <w:placeholder>
              <w:docPart w:val="65AD8D92EC694FCB985BFFC06E478AA8"/>
            </w:placeholder>
            <w:temporary/>
            <w:showingPlcHdr/>
          </w:sdtPr>
          <w:sdtEndPr/>
          <w:sdtContent>
            <w:tc>
              <w:tcPr>
                <w:tcW w:w="1773" w:type="dxa"/>
                <w:vAlign w:val="center"/>
              </w:tcPr>
              <w:p w:rsidR="003D58A0" w:rsidRDefault="003D58A0" w:rsidP="003D58A0">
                <w:r>
                  <w:t>Title</w:t>
                </w:r>
              </w:p>
            </w:tc>
          </w:sdtContent>
        </w:sdt>
        <w:sdt>
          <w:sdtPr>
            <w:alias w:val="Enter company10:"/>
            <w:tag w:val="Enter company10:"/>
            <w:id w:val="527381863"/>
            <w:placeholder>
              <w:docPart w:val="52DA34DECD154ADF9F8A4E62C0793926"/>
            </w:placeholder>
            <w:temporary/>
            <w:showingPlcHdr/>
          </w:sdtPr>
          <w:sdtEndPr/>
          <w:sdtContent>
            <w:tc>
              <w:tcPr>
                <w:tcW w:w="2008" w:type="dxa"/>
                <w:vAlign w:val="center"/>
              </w:tcPr>
              <w:p w:rsidR="003D58A0" w:rsidRDefault="003D58A0" w:rsidP="003D58A0">
                <w:r>
                  <w:t>Company</w:t>
                </w:r>
              </w:p>
            </w:tc>
          </w:sdtContent>
        </w:sdt>
        <w:sdt>
          <w:sdtPr>
            <w:alias w:val="Enter phone10:"/>
            <w:tag w:val="Enter phone10:"/>
            <w:id w:val="-1878844265"/>
            <w:placeholder>
              <w:docPart w:val="E2E37E9CAFFB4E23B9737741FCA6FEED"/>
            </w:placeholder>
            <w:temporary/>
            <w:showingPlcHdr/>
          </w:sdtPr>
          <w:sdtEndPr/>
          <w:sdtContent>
            <w:tc>
              <w:tcPr>
                <w:tcW w:w="1305" w:type="dxa"/>
                <w:vAlign w:val="center"/>
              </w:tcPr>
              <w:p w:rsidR="003D58A0" w:rsidRDefault="003D58A0" w:rsidP="003D58A0">
                <w:r>
                  <w:t>Phone</w:t>
                </w:r>
              </w:p>
            </w:tc>
          </w:sdtContent>
        </w:sdt>
        <w:sdt>
          <w:sdtPr>
            <w:alias w:val="Enter fax10:"/>
            <w:tag w:val="Enter fax10:"/>
            <w:id w:val="757172831"/>
            <w:placeholder>
              <w:docPart w:val="D01035160AA643FEAD932652733840C6"/>
            </w:placeholder>
            <w:temporary/>
            <w:showingPlcHdr/>
          </w:sdtPr>
          <w:sdtEndPr/>
          <w:sdtContent>
            <w:tc>
              <w:tcPr>
                <w:tcW w:w="1305" w:type="dxa"/>
                <w:vAlign w:val="center"/>
              </w:tcPr>
              <w:p w:rsidR="003D58A0" w:rsidRDefault="003D58A0" w:rsidP="003D58A0">
                <w:r>
                  <w:t>Fax</w:t>
                </w:r>
              </w:p>
            </w:tc>
          </w:sdtContent>
        </w:sdt>
        <w:sdt>
          <w:sdtPr>
            <w:alias w:val="Enter email10:"/>
            <w:tag w:val="Enter email10:"/>
            <w:id w:val="1068078196"/>
            <w:placeholder>
              <w:docPart w:val="FA503EDD7CAC4EA8AC7D2A56071312B8"/>
            </w:placeholder>
            <w:temporary/>
            <w:showingPlcHdr/>
          </w:sdtPr>
          <w:sdtEndPr/>
          <w:sdtContent>
            <w:tc>
              <w:tcPr>
                <w:tcW w:w="2154" w:type="dxa"/>
                <w:vAlign w:val="center"/>
              </w:tcPr>
              <w:p w:rsidR="003D58A0" w:rsidRDefault="003D58A0" w:rsidP="003D58A0">
                <w:r>
                  <w:t>Email</w:t>
                </w:r>
              </w:p>
            </w:tc>
          </w:sdtContent>
        </w:sdt>
      </w:tr>
      <w:tr w:rsidR="003D58A0" w:rsidTr="00266807">
        <w:trPr>
          <w:trHeight w:hRule="exact" w:val="605"/>
        </w:trPr>
        <w:sdt>
          <w:sdtPr>
            <w:alias w:val="Enter name11:"/>
            <w:tag w:val="Enter name11:"/>
            <w:id w:val="-1858497376"/>
            <w:placeholder>
              <w:docPart w:val="89082A9472FA4530A2554045CAD75906"/>
            </w:placeholder>
            <w:temporary/>
            <w:showingPlcHdr/>
          </w:sdtPr>
          <w:sdtEndPr/>
          <w:sdtContent>
            <w:tc>
              <w:tcPr>
                <w:tcW w:w="2245" w:type="dxa"/>
                <w:vAlign w:val="center"/>
              </w:tcPr>
              <w:p w:rsidR="003D58A0" w:rsidRDefault="003D58A0" w:rsidP="003D58A0">
                <w:r>
                  <w:t>Name 11</w:t>
                </w:r>
              </w:p>
            </w:tc>
          </w:sdtContent>
        </w:sdt>
        <w:sdt>
          <w:sdtPr>
            <w:alias w:val="Enter title11:"/>
            <w:tag w:val="Enter title11:"/>
            <w:id w:val="49659346"/>
            <w:placeholder>
              <w:docPart w:val="6545E056D87D467EAF636A87EE19E23C"/>
            </w:placeholder>
            <w:temporary/>
            <w:showingPlcHdr/>
          </w:sdtPr>
          <w:sdtEndPr/>
          <w:sdtContent>
            <w:tc>
              <w:tcPr>
                <w:tcW w:w="1773" w:type="dxa"/>
                <w:vAlign w:val="center"/>
              </w:tcPr>
              <w:p w:rsidR="003D58A0" w:rsidRDefault="003D58A0" w:rsidP="003D58A0">
                <w:r>
                  <w:t>Title</w:t>
                </w:r>
              </w:p>
            </w:tc>
          </w:sdtContent>
        </w:sdt>
        <w:sdt>
          <w:sdtPr>
            <w:alias w:val="Enter company11:"/>
            <w:tag w:val="Enter company11:"/>
            <w:id w:val="-478697251"/>
            <w:placeholder>
              <w:docPart w:val="6FEB4C3B4B9C45218A817EBD72814676"/>
            </w:placeholder>
            <w:temporary/>
            <w:showingPlcHdr/>
          </w:sdtPr>
          <w:sdtEndPr/>
          <w:sdtContent>
            <w:tc>
              <w:tcPr>
                <w:tcW w:w="2008" w:type="dxa"/>
                <w:vAlign w:val="center"/>
              </w:tcPr>
              <w:p w:rsidR="003D58A0" w:rsidRDefault="003D58A0" w:rsidP="003D58A0">
                <w:r>
                  <w:t>Company</w:t>
                </w:r>
              </w:p>
            </w:tc>
          </w:sdtContent>
        </w:sdt>
        <w:sdt>
          <w:sdtPr>
            <w:alias w:val="Enter phone11:"/>
            <w:tag w:val="Enter phone11:"/>
            <w:id w:val="1051202113"/>
            <w:placeholder>
              <w:docPart w:val="B1CB8A16852F4BE49A963314F816F9D9"/>
            </w:placeholder>
            <w:temporary/>
            <w:showingPlcHdr/>
          </w:sdtPr>
          <w:sdtEndPr/>
          <w:sdtContent>
            <w:tc>
              <w:tcPr>
                <w:tcW w:w="1305" w:type="dxa"/>
                <w:vAlign w:val="center"/>
              </w:tcPr>
              <w:p w:rsidR="003D58A0" w:rsidRDefault="003D58A0" w:rsidP="003D58A0">
                <w:r>
                  <w:t>Phone</w:t>
                </w:r>
              </w:p>
            </w:tc>
          </w:sdtContent>
        </w:sdt>
        <w:sdt>
          <w:sdtPr>
            <w:alias w:val="Enter fax11:"/>
            <w:tag w:val="Enter fax11:"/>
            <w:id w:val="1192498921"/>
            <w:placeholder>
              <w:docPart w:val="ACAE736E23654F00AEE299F375E21AC4"/>
            </w:placeholder>
            <w:temporary/>
            <w:showingPlcHdr/>
          </w:sdtPr>
          <w:sdtEndPr/>
          <w:sdtContent>
            <w:tc>
              <w:tcPr>
                <w:tcW w:w="1305" w:type="dxa"/>
                <w:vAlign w:val="center"/>
              </w:tcPr>
              <w:p w:rsidR="003D58A0" w:rsidRDefault="003D58A0" w:rsidP="003D58A0">
                <w:r>
                  <w:t>Fax</w:t>
                </w:r>
              </w:p>
            </w:tc>
          </w:sdtContent>
        </w:sdt>
        <w:sdt>
          <w:sdtPr>
            <w:alias w:val="Enter email11:"/>
            <w:tag w:val="Enter email11:"/>
            <w:id w:val="-853409535"/>
            <w:placeholder>
              <w:docPart w:val="B245F6F10D77471DA1A12F85B3F9FC6D"/>
            </w:placeholder>
            <w:temporary/>
            <w:showingPlcHdr/>
          </w:sdtPr>
          <w:sdtEndPr/>
          <w:sdtContent>
            <w:tc>
              <w:tcPr>
                <w:tcW w:w="2154" w:type="dxa"/>
                <w:vAlign w:val="center"/>
              </w:tcPr>
              <w:p w:rsidR="003D58A0" w:rsidRDefault="003D58A0" w:rsidP="003D58A0">
                <w:r>
                  <w:t>Email</w:t>
                </w:r>
              </w:p>
            </w:tc>
          </w:sdtContent>
        </w:sdt>
      </w:tr>
      <w:tr w:rsidR="003D58A0" w:rsidTr="00266807">
        <w:trPr>
          <w:trHeight w:hRule="exact" w:val="605"/>
        </w:trPr>
        <w:sdt>
          <w:sdtPr>
            <w:alias w:val="Enter name12:"/>
            <w:tag w:val="Enter name12:"/>
            <w:id w:val="-1616131571"/>
            <w:placeholder>
              <w:docPart w:val="5BBF43C7D2F54F55927BCB692A39BE52"/>
            </w:placeholder>
            <w:temporary/>
            <w:showingPlcHdr/>
          </w:sdtPr>
          <w:sdtEndPr/>
          <w:sdtContent>
            <w:tc>
              <w:tcPr>
                <w:tcW w:w="2245" w:type="dxa"/>
                <w:vAlign w:val="center"/>
              </w:tcPr>
              <w:p w:rsidR="003D58A0" w:rsidRDefault="003D58A0" w:rsidP="003D58A0">
                <w:r>
                  <w:t>Name 12</w:t>
                </w:r>
              </w:p>
            </w:tc>
          </w:sdtContent>
        </w:sdt>
        <w:sdt>
          <w:sdtPr>
            <w:alias w:val="Enter title12:"/>
            <w:tag w:val="Enter title12:"/>
            <w:id w:val="-1839298829"/>
            <w:placeholder>
              <w:docPart w:val="82B62316216B483E952ECEFA792632E8"/>
            </w:placeholder>
            <w:temporary/>
            <w:showingPlcHdr/>
          </w:sdtPr>
          <w:sdtEndPr/>
          <w:sdtContent>
            <w:tc>
              <w:tcPr>
                <w:tcW w:w="1773" w:type="dxa"/>
                <w:vAlign w:val="center"/>
              </w:tcPr>
              <w:p w:rsidR="003D58A0" w:rsidRDefault="003D58A0" w:rsidP="003D58A0">
                <w:r>
                  <w:t>Title</w:t>
                </w:r>
              </w:p>
            </w:tc>
          </w:sdtContent>
        </w:sdt>
        <w:sdt>
          <w:sdtPr>
            <w:alias w:val="Enter company12:"/>
            <w:tag w:val="Enter company12:"/>
            <w:id w:val="1367490194"/>
            <w:placeholder>
              <w:docPart w:val="75C16A578928409FB3BC9D2D8F7647C9"/>
            </w:placeholder>
            <w:temporary/>
            <w:showingPlcHdr/>
          </w:sdtPr>
          <w:sdtEndPr/>
          <w:sdtContent>
            <w:tc>
              <w:tcPr>
                <w:tcW w:w="2008" w:type="dxa"/>
                <w:vAlign w:val="center"/>
              </w:tcPr>
              <w:p w:rsidR="003D58A0" w:rsidRDefault="003D58A0" w:rsidP="003D58A0">
                <w:r>
                  <w:t>Company</w:t>
                </w:r>
              </w:p>
            </w:tc>
          </w:sdtContent>
        </w:sdt>
        <w:sdt>
          <w:sdtPr>
            <w:alias w:val="Enter phone12:"/>
            <w:tag w:val="Enter phone12:"/>
            <w:id w:val="-1609035681"/>
            <w:placeholder>
              <w:docPart w:val="6BC1C396FCEA4C6BB8375EE9DDB0C7FF"/>
            </w:placeholder>
            <w:temporary/>
            <w:showingPlcHdr/>
          </w:sdtPr>
          <w:sdtEndPr/>
          <w:sdtContent>
            <w:tc>
              <w:tcPr>
                <w:tcW w:w="1305" w:type="dxa"/>
                <w:vAlign w:val="center"/>
              </w:tcPr>
              <w:p w:rsidR="003D58A0" w:rsidRDefault="003D58A0" w:rsidP="003D58A0">
                <w:r>
                  <w:t>Phone</w:t>
                </w:r>
              </w:p>
            </w:tc>
          </w:sdtContent>
        </w:sdt>
        <w:sdt>
          <w:sdtPr>
            <w:alias w:val="Enter fax12:"/>
            <w:tag w:val="Enter fax12:"/>
            <w:id w:val="-154765323"/>
            <w:placeholder>
              <w:docPart w:val="72A3B88375B14D478164A8C5E9ADA3F7"/>
            </w:placeholder>
            <w:temporary/>
            <w:showingPlcHdr/>
          </w:sdtPr>
          <w:sdtEndPr/>
          <w:sdtContent>
            <w:tc>
              <w:tcPr>
                <w:tcW w:w="1305" w:type="dxa"/>
                <w:vAlign w:val="center"/>
              </w:tcPr>
              <w:p w:rsidR="003D58A0" w:rsidRDefault="003D58A0" w:rsidP="003D58A0">
                <w:r>
                  <w:t>Fax</w:t>
                </w:r>
              </w:p>
            </w:tc>
          </w:sdtContent>
        </w:sdt>
        <w:sdt>
          <w:sdtPr>
            <w:alias w:val="Enter email12:"/>
            <w:tag w:val="Enter email12:"/>
            <w:id w:val="-1459790544"/>
            <w:placeholder>
              <w:docPart w:val="09544A45F9E542C2B5D469019A1E0D42"/>
            </w:placeholder>
            <w:temporary/>
            <w:showingPlcHdr/>
          </w:sdtPr>
          <w:sdtEndPr/>
          <w:sdtContent>
            <w:tc>
              <w:tcPr>
                <w:tcW w:w="2154" w:type="dxa"/>
                <w:vAlign w:val="center"/>
              </w:tcPr>
              <w:p w:rsidR="003D58A0" w:rsidRDefault="003D58A0" w:rsidP="003D58A0">
                <w:r>
                  <w:t>Email</w:t>
                </w:r>
              </w:p>
            </w:tc>
          </w:sdtContent>
        </w:sdt>
      </w:tr>
      <w:tr w:rsidR="003D58A0" w:rsidTr="00266807">
        <w:trPr>
          <w:trHeight w:hRule="exact" w:val="605"/>
        </w:trPr>
        <w:sdt>
          <w:sdtPr>
            <w:alias w:val="Enter name13:"/>
            <w:tag w:val="Enter name13:"/>
            <w:id w:val="1844503230"/>
            <w:placeholder>
              <w:docPart w:val="91AC70D7B078414EAFBE74A5ECA8355D"/>
            </w:placeholder>
            <w:temporary/>
            <w:showingPlcHdr/>
          </w:sdtPr>
          <w:sdtEndPr/>
          <w:sdtContent>
            <w:tc>
              <w:tcPr>
                <w:tcW w:w="2245" w:type="dxa"/>
                <w:vAlign w:val="center"/>
              </w:tcPr>
              <w:p w:rsidR="003D58A0" w:rsidRDefault="003D58A0" w:rsidP="003D58A0">
                <w:r>
                  <w:t>Name 13</w:t>
                </w:r>
              </w:p>
            </w:tc>
          </w:sdtContent>
        </w:sdt>
        <w:sdt>
          <w:sdtPr>
            <w:alias w:val="Enter title13:"/>
            <w:tag w:val="Enter title13:"/>
            <w:id w:val="-1430036396"/>
            <w:placeholder>
              <w:docPart w:val="C1B46222EE43473DB4720555DE882575"/>
            </w:placeholder>
            <w:temporary/>
            <w:showingPlcHdr/>
          </w:sdtPr>
          <w:sdtEndPr/>
          <w:sdtContent>
            <w:tc>
              <w:tcPr>
                <w:tcW w:w="1773" w:type="dxa"/>
                <w:vAlign w:val="center"/>
              </w:tcPr>
              <w:p w:rsidR="003D58A0" w:rsidRDefault="003D58A0" w:rsidP="003D58A0">
                <w:r>
                  <w:t>Title</w:t>
                </w:r>
              </w:p>
            </w:tc>
          </w:sdtContent>
        </w:sdt>
        <w:sdt>
          <w:sdtPr>
            <w:alias w:val="Enter company13:"/>
            <w:tag w:val="Enter company13:"/>
            <w:id w:val="258418426"/>
            <w:placeholder>
              <w:docPart w:val="5416B2BEFF84470285FC9F2027F96281"/>
            </w:placeholder>
            <w:temporary/>
            <w:showingPlcHdr/>
          </w:sdtPr>
          <w:sdtEndPr/>
          <w:sdtContent>
            <w:tc>
              <w:tcPr>
                <w:tcW w:w="2008" w:type="dxa"/>
                <w:vAlign w:val="center"/>
              </w:tcPr>
              <w:p w:rsidR="003D58A0" w:rsidRDefault="003D58A0" w:rsidP="003D58A0">
                <w:r>
                  <w:t>Company</w:t>
                </w:r>
              </w:p>
            </w:tc>
          </w:sdtContent>
        </w:sdt>
        <w:sdt>
          <w:sdtPr>
            <w:alias w:val="Enter phone13:"/>
            <w:tag w:val="Enter phone13:"/>
            <w:id w:val="1925452838"/>
            <w:placeholder>
              <w:docPart w:val="A8782A558C444EEC9012F3F0B967EA47"/>
            </w:placeholder>
            <w:temporary/>
            <w:showingPlcHdr/>
          </w:sdtPr>
          <w:sdtEndPr/>
          <w:sdtContent>
            <w:tc>
              <w:tcPr>
                <w:tcW w:w="1305" w:type="dxa"/>
                <w:vAlign w:val="center"/>
              </w:tcPr>
              <w:p w:rsidR="003D58A0" w:rsidRDefault="003D58A0" w:rsidP="003D58A0">
                <w:r>
                  <w:t>Phone</w:t>
                </w:r>
              </w:p>
            </w:tc>
          </w:sdtContent>
        </w:sdt>
        <w:sdt>
          <w:sdtPr>
            <w:alias w:val="Enter fax13:"/>
            <w:tag w:val="Enter fax13:"/>
            <w:id w:val="270906694"/>
            <w:placeholder>
              <w:docPart w:val="038021EE17824D98AD468072788033ED"/>
            </w:placeholder>
            <w:temporary/>
            <w:showingPlcHdr/>
          </w:sdtPr>
          <w:sdtEndPr/>
          <w:sdtContent>
            <w:tc>
              <w:tcPr>
                <w:tcW w:w="1305" w:type="dxa"/>
                <w:vAlign w:val="center"/>
              </w:tcPr>
              <w:p w:rsidR="003D58A0" w:rsidRDefault="003D58A0" w:rsidP="003D58A0">
                <w:r>
                  <w:t>Fax</w:t>
                </w:r>
              </w:p>
            </w:tc>
          </w:sdtContent>
        </w:sdt>
        <w:sdt>
          <w:sdtPr>
            <w:alias w:val="Enter email13:"/>
            <w:tag w:val="Enter email13:"/>
            <w:id w:val="-613833222"/>
            <w:placeholder>
              <w:docPart w:val="D9AD7E5DD1384A5A854CC0207388C640"/>
            </w:placeholder>
            <w:temporary/>
            <w:showingPlcHdr/>
          </w:sdtPr>
          <w:sdtEndPr/>
          <w:sdtContent>
            <w:tc>
              <w:tcPr>
                <w:tcW w:w="2154" w:type="dxa"/>
                <w:vAlign w:val="center"/>
              </w:tcPr>
              <w:p w:rsidR="003D58A0" w:rsidRDefault="003D58A0" w:rsidP="003D58A0">
                <w:r>
                  <w:t>Email</w:t>
                </w:r>
              </w:p>
            </w:tc>
          </w:sdtContent>
        </w:sdt>
      </w:tr>
      <w:tr w:rsidR="003D58A0" w:rsidTr="00266807">
        <w:trPr>
          <w:trHeight w:hRule="exact" w:val="605"/>
        </w:trPr>
        <w:sdt>
          <w:sdtPr>
            <w:alias w:val="Enter name14:"/>
            <w:tag w:val="Enter name14:"/>
            <w:id w:val="1442265845"/>
            <w:placeholder>
              <w:docPart w:val="EC344AEFAD0247DAA47A20CC830590D0"/>
            </w:placeholder>
            <w:temporary/>
            <w:showingPlcHdr/>
          </w:sdtPr>
          <w:sdtEndPr/>
          <w:sdtContent>
            <w:tc>
              <w:tcPr>
                <w:tcW w:w="2245" w:type="dxa"/>
                <w:vAlign w:val="center"/>
              </w:tcPr>
              <w:p w:rsidR="003D58A0" w:rsidRDefault="003D58A0" w:rsidP="003D58A0">
                <w:r>
                  <w:t>Name 14</w:t>
                </w:r>
              </w:p>
            </w:tc>
          </w:sdtContent>
        </w:sdt>
        <w:sdt>
          <w:sdtPr>
            <w:alias w:val="Enter title14:"/>
            <w:tag w:val="Enter title14:"/>
            <w:id w:val="1842341620"/>
            <w:placeholder>
              <w:docPart w:val="72855CFE909A42A6A51098B237BA5184"/>
            </w:placeholder>
            <w:temporary/>
            <w:showingPlcHdr/>
          </w:sdtPr>
          <w:sdtEndPr/>
          <w:sdtContent>
            <w:tc>
              <w:tcPr>
                <w:tcW w:w="1773" w:type="dxa"/>
                <w:vAlign w:val="center"/>
              </w:tcPr>
              <w:p w:rsidR="003D58A0" w:rsidRDefault="003D58A0" w:rsidP="003D58A0">
                <w:r>
                  <w:t>Title</w:t>
                </w:r>
              </w:p>
            </w:tc>
          </w:sdtContent>
        </w:sdt>
        <w:sdt>
          <w:sdtPr>
            <w:alias w:val="Enter company14:"/>
            <w:tag w:val="Enter company14:"/>
            <w:id w:val="-1247411444"/>
            <w:placeholder>
              <w:docPart w:val="BF44C352E38144B2B233AF7A34DD3614"/>
            </w:placeholder>
            <w:temporary/>
            <w:showingPlcHdr/>
          </w:sdtPr>
          <w:sdtEndPr/>
          <w:sdtContent>
            <w:tc>
              <w:tcPr>
                <w:tcW w:w="2008" w:type="dxa"/>
                <w:vAlign w:val="center"/>
              </w:tcPr>
              <w:p w:rsidR="003D58A0" w:rsidRDefault="003D58A0" w:rsidP="003D58A0">
                <w:r>
                  <w:t>Company</w:t>
                </w:r>
              </w:p>
            </w:tc>
          </w:sdtContent>
        </w:sdt>
        <w:sdt>
          <w:sdtPr>
            <w:alias w:val="Enter phone14:"/>
            <w:tag w:val="Enter phone14:"/>
            <w:id w:val="1394384532"/>
            <w:placeholder>
              <w:docPart w:val="4E857786F50144FB89DCA42F61BB5DF7"/>
            </w:placeholder>
            <w:temporary/>
            <w:showingPlcHdr/>
          </w:sdtPr>
          <w:sdtEndPr/>
          <w:sdtContent>
            <w:tc>
              <w:tcPr>
                <w:tcW w:w="1305" w:type="dxa"/>
                <w:vAlign w:val="center"/>
              </w:tcPr>
              <w:p w:rsidR="003D58A0" w:rsidRDefault="003D58A0" w:rsidP="003D58A0">
                <w:r>
                  <w:t>Phone</w:t>
                </w:r>
              </w:p>
            </w:tc>
          </w:sdtContent>
        </w:sdt>
        <w:sdt>
          <w:sdtPr>
            <w:alias w:val="Enter fax14:"/>
            <w:tag w:val="Enter fax14:"/>
            <w:id w:val="-864589807"/>
            <w:placeholder>
              <w:docPart w:val="2A0D123D32C94AD9B180CB1A1FC3E7CC"/>
            </w:placeholder>
            <w:temporary/>
            <w:showingPlcHdr/>
          </w:sdtPr>
          <w:sdtEndPr/>
          <w:sdtContent>
            <w:tc>
              <w:tcPr>
                <w:tcW w:w="1305" w:type="dxa"/>
                <w:vAlign w:val="center"/>
              </w:tcPr>
              <w:p w:rsidR="003D58A0" w:rsidRDefault="003D58A0" w:rsidP="003D58A0">
                <w:r>
                  <w:t>Fax</w:t>
                </w:r>
              </w:p>
            </w:tc>
          </w:sdtContent>
        </w:sdt>
        <w:sdt>
          <w:sdtPr>
            <w:alias w:val="Enter email14:"/>
            <w:tag w:val="Enter email14:"/>
            <w:id w:val="1975336553"/>
            <w:placeholder>
              <w:docPart w:val="43596E4A3C56443E9E962AAEC53CD03D"/>
            </w:placeholder>
            <w:temporary/>
            <w:showingPlcHdr/>
          </w:sdtPr>
          <w:sdtEndPr/>
          <w:sdtContent>
            <w:tc>
              <w:tcPr>
                <w:tcW w:w="2154" w:type="dxa"/>
                <w:vAlign w:val="center"/>
              </w:tcPr>
              <w:p w:rsidR="003D58A0" w:rsidRDefault="003D58A0" w:rsidP="003D58A0">
                <w:r>
                  <w:t>Email</w:t>
                </w:r>
              </w:p>
            </w:tc>
          </w:sdtContent>
        </w:sdt>
      </w:tr>
      <w:tr w:rsidR="003D58A0" w:rsidTr="00266807">
        <w:trPr>
          <w:trHeight w:hRule="exact" w:val="605"/>
        </w:trPr>
        <w:sdt>
          <w:sdtPr>
            <w:alias w:val="Enter name15:"/>
            <w:tag w:val="Enter name15:"/>
            <w:id w:val="912210396"/>
            <w:placeholder>
              <w:docPart w:val="C9788BC9A2B84C43B2596B65078E029A"/>
            </w:placeholder>
            <w:temporary/>
            <w:showingPlcHdr/>
          </w:sdtPr>
          <w:sdtEndPr/>
          <w:sdtContent>
            <w:tc>
              <w:tcPr>
                <w:tcW w:w="2245" w:type="dxa"/>
                <w:vAlign w:val="center"/>
              </w:tcPr>
              <w:p w:rsidR="003D58A0" w:rsidRDefault="003D58A0" w:rsidP="003D58A0">
                <w:r>
                  <w:t>Name 15</w:t>
                </w:r>
              </w:p>
            </w:tc>
          </w:sdtContent>
        </w:sdt>
        <w:sdt>
          <w:sdtPr>
            <w:alias w:val="Enter title15:"/>
            <w:tag w:val="Enter title15:"/>
            <w:id w:val="-164175455"/>
            <w:placeholder>
              <w:docPart w:val="EAB21A4322794B95B40B521C940F7D52"/>
            </w:placeholder>
            <w:temporary/>
            <w:showingPlcHdr/>
          </w:sdtPr>
          <w:sdtEndPr/>
          <w:sdtContent>
            <w:tc>
              <w:tcPr>
                <w:tcW w:w="1773" w:type="dxa"/>
                <w:vAlign w:val="center"/>
              </w:tcPr>
              <w:p w:rsidR="003D58A0" w:rsidRDefault="003D58A0" w:rsidP="003D58A0">
                <w:r>
                  <w:t>Title</w:t>
                </w:r>
              </w:p>
            </w:tc>
          </w:sdtContent>
        </w:sdt>
        <w:sdt>
          <w:sdtPr>
            <w:alias w:val="Enter company15:"/>
            <w:tag w:val="Enter company15:"/>
            <w:id w:val="-1046687523"/>
            <w:placeholder>
              <w:docPart w:val="837656752BC34DA18118613741DFFB42"/>
            </w:placeholder>
            <w:temporary/>
            <w:showingPlcHdr/>
          </w:sdtPr>
          <w:sdtEndPr/>
          <w:sdtContent>
            <w:tc>
              <w:tcPr>
                <w:tcW w:w="2008" w:type="dxa"/>
                <w:vAlign w:val="center"/>
              </w:tcPr>
              <w:p w:rsidR="003D58A0" w:rsidRDefault="003D58A0" w:rsidP="003D58A0">
                <w:r>
                  <w:t>Company</w:t>
                </w:r>
              </w:p>
            </w:tc>
          </w:sdtContent>
        </w:sdt>
        <w:sdt>
          <w:sdtPr>
            <w:alias w:val="Enter phone15:"/>
            <w:tag w:val="Enter phone15:"/>
            <w:id w:val="-1596847623"/>
            <w:placeholder>
              <w:docPart w:val="E7077F2B7544420698D84B7B24C6E71B"/>
            </w:placeholder>
            <w:temporary/>
            <w:showingPlcHdr/>
          </w:sdtPr>
          <w:sdtEndPr/>
          <w:sdtContent>
            <w:tc>
              <w:tcPr>
                <w:tcW w:w="1305" w:type="dxa"/>
                <w:vAlign w:val="center"/>
              </w:tcPr>
              <w:p w:rsidR="003D58A0" w:rsidRDefault="003D58A0" w:rsidP="003D58A0">
                <w:r>
                  <w:t>Phone</w:t>
                </w:r>
              </w:p>
            </w:tc>
          </w:sdtContent>
        </w:sdt>
        <w:sdt>
          <w:sdtPr>
            <w:alias w:val="Enter fax15:"/>
            <w:tag w:val="Enter fax15:"/>
            <w:id w:val="828020553"/>
            <w:placeholder>
              <w:docPart w:val="C3576B35DD89429FBEB01247B1DD29E4"/>
            </w:placeholder>
            <w:temporary/>
            <w:showingPlcHdr/>
          </w:sdtPr>
          <w:sdtEndPr/>
          <w:sdtContent>
            <w:tc>
              <w:tcPr>
                <w:tcW w:w="1305" w:type="dxa"/>
                <w:vAlign w:val="center"/>
              </w:tcPr>
              <w:p w:rsidR="003D58A0" w:rsidRDefault="003D58A0" w:rsidP="003D58A0">
                <w:r>
                  <w:t>Fax</w:t>
                </w:r>
              </w:p>
            </w:tc>
          </w:sdtContent>
        </w:sdt>
        <w:sdt>
          <w:sdtPr>
            <w:alias w:val="Enter email15:"/>
            <w:tag w:val="Enter email15:"/>
            <w:id w:val="-1156844291"/>
            <w:placeholder>
              <w:docPart w:val="5838C3855709449AA3283E8E2BEBE761"/>
            </w:placeholder>
            <w:temporary/>
            <w:showingPlcHdr/>
          </w:sdtPr>
          <w:sdtEndPr/>
          <w:sdtContent>
            <w:tc>
              <w:tcPr>
                <w:tcW w:w="2154" w:type="dxa"/>
                <w:vAlign w:val="center"/>
              </w:tcPr>
              <w:p w:rsidR="003D58A0" w:rsidRDefault="003D58A0" w:rsidP="003D58A0">
                <w:r>
                  <w:t>Email</w:t>
                </w:r>
              </w:p>
            </w:tc>
          </w:sdtContent>
        </w:sdt>
      </w:tr>
      <w:tr w:rsidR="003D58A0" w:rsidTr="00266807">
        <w:trPr>
          <w:trHeight w:hRule="exact" w:val="605"/>
        </w:trPr>
        <w:sdt>
          <w:sdtPr>
            <w:alias w:val="Enter name16:"/>
            <w:tag w:val="Enter name16:"/>
            <w:id w:val="-1627617335"/>
            <w:placeholder>
              <w:docPart w:val="ED62970CAA054E65A6E4F580AEF3B840"/>
            </w:placeholder>
            <w:temporary/>
            <w:showingPlcHdr/>
          </w:sdtPr>
          <w:sdtEndPr/>
          <w:sdtContent>
            <w:tc>
              <w:tcPr>
                <w:tcW w:w="2245" w:type="dxa"/>
                <w:vAlign w:val="center"/>
              </w:tcPr>
              <w:p w:rsidR="003D58A0" w:rsidRDefault="003D58A0" w:rsidP="003D58A0">
                <w:r>
                  <w:t>Name 16</w:t>
                </w:r>
              </w:p>
            </w:tc>
          </w:sdtContent>
        </w:sdt>
        <w:sdt>
          <w:sdtPr>
            <w:alias w:val="Enter title16:"/>
            <w:tag w:val="Enter title16:"/>
            <w:id w:val="186949676"/>
            <w:placeholder>
              <w:docPart w:val="0F196116E1E44EE4AADC2454634C007A"/>
            </w:placeholder>
            <w:temporary/>
            <w:showingPlcHdr/>
          </w:sdtPr>
          <w:sdtEndPr/>
          <w:sdtContent>
            <w:tc>
              <w:tcPr>
                <w:tcW w:w="1773" w:type="dxa"/>
                <w:vAlign w:val="center"/>
              </w:tcPr>
              <w:p w:rsidR="003D58A0" w:rsidRDefault="003D58A0" w:rsidP="003D58A0">
                <w:r>
                  <w:t>Title</w:t>
                </w:r>
              </w:p>
            </w:tc>
          </w:sdtContent>
        </w:sdt>
        <w:sdt>
          <w:sdtPr>
            <w:alias w:val="Enter company16:"/>
            <w:tag w:val="Enter company16:"/>
            <w:id w:val="-991790523"/>
            <w:placeholder>
              <w:docPart w:val="093E8EA229D246D886618B5F469936A9"/>
            </w:placeholder>
            <w:temporary/>
            <w:showingPlcHdr/>
          </w:sdtPr>
          <w:sdtEndPr/>
          <w:sdtContent>
            <w:tc>
              <w:tcPr>
                <w:tcW w:w="2008" w:type="dxa"/>
                <w:vAlign w:val="center"/>
              </w:tcPr>
              <w:p w:rsidR="003D58A0" w:rsidRDefault="003D58A0" w:rsidP="003D58A0">
                <w:r>
                  <w:t>Company</w:t>
                </w:r>
              </w:p>
            </w:tc>
          </w:sdtContent>
        </w:sdt>
        <w:sdt>
          <w:sdtPr>
            <w:alias w:val="Enter phone16:"/>
            <w:tag w:val="Enter phone16:"/>
            <w:id w:val="909194817"/>
            <w:placeholder>
              <w:docPart w:val="3D78DB1DD7984B638680E6BE2A36C1B1"/>
            </w:placeholder>
            <w:temporary/>
            <w:showingPlcHdr/>
          </w:sdtPr>
          <w:sdtEndPr/>
          <w:sdtContent>
            <w:tc>
              <w:tcPr>
                <w:tcW w:w="1305" w:type="dxa"/>
                <w:vAlign w:val="center"/>
              </w:tcPr>
              <w:p w:rsidR="003D58A0" w:rsidRDefault="003D58A0" w:rsidP="003D58A0">
                <w:r>
                  <w:t>Phone</w:t>
                </w:r>
              </w:p>
            </w:tc>
          </w:sdtContent>
        </w:sdt>
        <w:sdt>
          <w:sdtPr>
            <w:alias w:val="Enter fax16:"/>
            <w:tag w:val="Enter fax16:"/>
            <w:id w:val="-676724294"/>
            <w:placeholder>
              <w:docPart w:val="603C5F26685F49719AC7AF3B6D7426DA"/>
            </w:placeholder>
            <w:temporary/>
            <w:showingPlcHdr/>
          </w:sdtPr>
          <w:sdtEndPr/>
          <w:sdtContent>
            <w:tc>
              <w:tcPr>
                <w:tcW w:w="1305" w:type="dxa"/>
                <w:vAlign w:val="center"/>
              </w:tcPr>
              <w:p w:rsidR="003D58A0" w:rsidRDefault="003D58A0" w:rsidP="003D58A0">
                <w:r>
                  <w:t>Fax</w:t>
                </w:r>
              </w:p>
            </w:tc>
          </w:sdtContent>
        </w:sdt>
        <w:sdt>
          <w:sdtPr>
            <w:alias w:val="Enter email16:"/>
            <w:tag w:val="Enter email16:"/>
            <w:id w:val="942800239"/>
            <w:placeholder>
              <w:docPart w:val="FE3F75178C324A48978732B188882634"/>
            </w:placeholder>
            <w:temporary/>
            <w:showingPlcHdr/>
          </w:sdtPr>
          <w:sdtEndPr/>
          <w:sdtContent>
            <w:tc>
              <w:tcPr>
                <w:tcW w:w="2154" w:type="dxa"/>
                <w:vAlign w:val="center"/>
              </w:tcPr>
              <w:p w:rsidR="003D58A0" w:rsidRDefault="003D58A0" w:rsidP="003D58A0">
                <w:r>
                  <w:t>Email</w:t>
                </w:r>
              </w:p>
            </w:tc>
          </w:sdtContent>
        </w:sdt>
      </w:tr>
      <w:tr w:rsidR="003D58A0" w:rsidTr="00266807">
        <w:trPr>
          <w:trHeight w:hRule="exact" w:val="605"/>
        </w:trPr>
        <w:sdt>
          <w:sdtPr>
            <w:alias w:val="Enter name17:"/>
            <w:tag w:val="Enter name17:"/>
            <w:id w:val="670296782"/>
            <w:placeholder>
              <w:docPart w:val="2417065F76A04451970214414A892643"/>
            </w:placeholder>
            <w:temporary/>
            <w:showingPlcHdr/>
          </w:sdtPr>
          <w:sdtEndPr/>
          <w:sdtContent>
            <w:tc>
              <w:tcPr>
                <w:tcW w:w="2245" w:type="dxa"/>
                <w:vAlign w:val="center"/>
              </w:tcPr>
              <w:p w:rsidR="003D58A0" w:rsidRDefault="003D58A0" w:rsidP="003D58A0">
                <w:r>
                  <w:t>Name 17</w:t>
                </w:r>
              </w:p>
            </w:tc>
          </w:sdtContent>
        </w:sdt>
        <w:sdt>
          <w:sdtPr>
            <w:alias w:val="Enter title17:"/>
            <w:tag w:val="Enter title17:"/>
            <w:id w:val="240374032"/>
            <w:placeholder>
              <w:docPart w:val="2381E4A0C65E4EC0BC8EF0C22641F6D7"/>
            </w:placeholder>
            <w:temporary/>
            <w:showingPlcHdr/>
          </w:sdtPr>
          <w:sdtEndPr/>
          <w:sdtContent>
            <w:tc>
              <w:tcPr>
                <w:tcW w:w="1773" w:type="dxa"/>
                <w:vAlign w:val="center"/>
              </w:tcPr>
              <w:p w:rsidR="003D58A0" w:rsidRDefault="003D58A0" w:rsidP="003D58A0">
                <w:r>
                  <w:t>Title</w:t>
                </w:r>
              </w:p>
            </w:tc>
          </w:sdtContent>
        </w:sdt>
        <w:sdt>
          <w:sdtPr>
            <w:alias w:val="Enter company17:"/>
            <w:tag w:val="Enter company17:"/>
            <w:id w:val="1923602496"/>
            <w:placeholder>
              <w:docPart w:val="3E0C0880D14A45188B284FEE70AB6C33"/>
            </w:placeholder>
            <w:temporary/>
            <w:showingPlcHdr/>
          </w:sdtPr>
          <w:sdtEndPr/>
          <w:sdtContent>
            <w:tc>
              <w:tcPr>
                <w:tcW w:w="2008" w:type="dxa"/>
                <w:vAlign w:val="center"/>
              </w:tcPr>
              <w:p w:rsidR="003D58A0" w:rsidRDefault="003D58A0" w:rsidP="003D58A0">
                <w:r>
                  <w:t>Company</w:t>
                </w:r>
              </w:p>
            </w:tc>
          </w:sdtContent>
        </w:sdt>
        <w:sdt>
          <w:sdtPr>
            <w:alias w:val="Enter phone17:"/>
            <w:tag w:val="Enter phone17:"/>
            <w:id w:val="1412127717"/>
            <w:placeholder>
              <w:docPart w:val="2E8FD162C8D045FFB96A1378F60B0137"/>
            </w:placeholder>
            <w:temporary/>
            <w:showingPlcHdr/>
          </w:sdtPr>
          <w:sdtEndPr/>
          <w:sdtContent>
            <w:tc>
              <w:tcPr>
                <w:tcW w:w="1305" w:type="dxa"/>
                <w:vAlign w:val="center"/>
              </w:tcPr>
              <w:p w:rsidR="003D58A0" w:rsidRDefault="003D58A0" w:rsidP="003D58A0">
                <w:r>
                  <w:t>Phone</w:t>
                </w:r>
              </w:p>
            </w:tc>
          </w:sdtContent>
        </w:sdt>
        <w:sdt>
          <w:sdtPr>
            <w:alias w:val="Enter fax17:"/>
            <w:tag w:val="Enter fax17:"/>
            <w:id w:val="748468881"/>
            <w:placeholder>
              <w:docPart w:val="A7DBD01272B54A94B9FADBB9E80C1E52"/>
            </w:placeholder>
            <w:temporary/>
            <w:showingPlcHdr/>
          </w:sdtPr>
          <w:sdtEndPr/>
          <w:sdtContent>
            <w:tc>
              <w:tcPr>
                <w:tcW w:w="1305" w:type="dxa"/>
                <w:vAlign w:val="center"/>
              </w:tcPr>
              <w:p w:rsidR="003D58A0" w:rsidRDefault="003D58A0" w:rsidP="003D58A0">
                <w:r>
                  <w:t>Fax</w:t>
                </w:r>
              </w:p>
            </w:tc>
          </w:sdtContent>
        </w:sdt>
        <w:sdt>
          <w:sdtPr>
            <w:alias w:val="Enter email17:"/>
            <w:tag w:val="Enter email17:"/>
            <w:id w:val="-1936740005"/>
            <w:placeholder>
              <w:docPart w:val="24EB7D4539F943E0A883E55760305F29"/>
            </w:placeholder>
            <w:temporary/>
            <w:showingPlcHdr/>
          </w:sdtPr>
          <w:sdtEndPr/>
          <w:sdtContent>
            <w:tc>
              <w:tcPr>
                <w:tcW w:w="2154" w:type="dxa"/>
                <w:vAlign w:val="center"/>
              </w:tcPr>
              <w:p w:rsidR="003D58A0" w:rsidRDefault="003D58A0" w:rsidP="003D58A0">
                <w:r>
                  <w:t>Email</w:t>
                </w:r>
              </w:p>
            </w:tc>
          </w:sdtContent>
        </w:sdt>
      </w:tr>
      <w:tr w:rsidR="00767194" w:rsidTr="00266807">
        <w:trPr>
          <w:trHeight w:hRule="exact" w:val="605"/>
        </w:trPr>
        <w:sdt>
          <w:sdtPr>
            <w:alias w:val="Enter name18:"/>
            <w:tag w:val="Enter name18:"/>
            <w:id w:val="-765763179"/>
            <w:placeholder>
              <w:docPart w:val="FC3C195190694DAAAE75C7D26ED3019B"/>
            </w:placeholder>
            <w:temporary/>
            <w:showingPlcHdr/>
          </w:sdtPr>
          <w:sdtEndPr/>
          <w:sdtContent>
            <w:tc>
              <w:tcPr>
                <w:tcW w:w="2245" w:type="dxa"/>
                <w:vAlign w:val="center"/>
              </w:tcPr>
              <w:p w:rsidR="00767194" w:rsidRDefault="00767194" w:rsidP="00767194">
                <w:r>
                  <w:t>Name 18</w:t>
                </w:r>
              </w:p>
            </w:tc>
          </w:sdtContent>
        </w:sdt>
        <w:sdt>
          <w:sdtPr>
            <w:alias w:val="Enter title18:"/>
            <w:tag w:val="Enter title18:"/>
            <w:id w:val="304282020"/>
            <w:placeholder>
              <w:docPart w:val="6800D54DB3574705BED259CD74C7DA8B"/>
            </w:placeholder>
            <w:temporary/>
            <w:showingPlcHdr/>
          </w:sdtPr>
          <w:sdtEndPr/>
          <w:sdtContent>
            <w:tc>
              <w:tcPr>
                <w:tcW w:w="1773" w:type="dxa"/>
                <w:vAlign w:val="center"/>
              </w:tcPr>
              <w:p w:rsidR="00767194" w:rsidRDefault="00767194" w:rsidP="00767194">
                <w:r>
                  <w:t>Title</w:t>
                </w:r>
              </w:p>
            </w:tc>
          </w:sdtContent>
        </w:sdt>
        <w:sdt>
          <w:sdtPr>
            <w:alias w:val="Enter company18:"/>
            <w:tag w:val="Enter company18:"/>
            <w:id w:val="-69351193"/>
            <w:placeholder>
              <w:docPart w:val="BD404FB827714790AC223F9ACF7CB31D"/>
            </w:placeholder>
            <w:temporary/>
            <w:showingPlcHdr/>
          </w:sdtPr>
          <w:sdtEndPr/>
          <w:sdtContent>
            <w:tc>
              <w:tcPr>
                <w:tcW w:w="2008" w:type="dxa"/>
                <w:vAlign w:val="center"/>
              </w:tcPr>
              <w:p w:rsidR="00767194" w:rsidRDefault="00767194" w:rsidP="00767194">
                <w:r>
                  <w:t>Company</w:t>
                </w:r>
              </w:p>
            </w:tc>
          </w:sdtContent>
        </w:sdt>
        <w:sdt>
          <w:sdtPr>
            <w:alias w:val="Enter phone18:"/>
            <w:tag w:val="Enter phone18:"/>
            <w:id w:val="1797639672"/>
            <w:placeholder>
              <w:docPart w:val="DBC8A38A22F04C2CA37390045A26C92A"/>
            </w:placeholder>
            <w:temporary/>
            <w:showingPlcHdr/>
          </w:sdtPr>
          <w:sdtEndPr/>
          <w:sdtContent>
            <w:tc>
              <w:tcPr>
                <w:tcW w:w="1305" w:type="dxa"/>
                <w:vAlign w:val="center"/>
              </w:tcPr>
              <w:p w:rsidR="00767194" w:rsidRDefault="00767194" w:rsidP="00767194">
                <w:r>
                  <w:t>Phone</w:t>
                </w:r>
              </w:p>
            </w:tc>
          </w:sdtContent>
        </w:sdt>
        <w:sdt>
          <w:sdtPr>
            <w:alias w:val="Enter fax18:"/>
            <w:tag w:val="Enter fax18:"/>
            <w:id w:val="-109816160"/>
            <w:placeholder>
              <w:docPart w:val="E3331959B668413E894054C38149552C"/>
            </w:placeholder>
            <w:temporary/>
            <w:showingPlcHdr/>
          </w:sdtPr>
          <w:sdtEndPr/>
          <w:sdtContent>
            <w:tc>
              <w:tcPr>
                <w:tcW w:w="1305" w:type="dxa"/>
                <w:vAlign w:val="center"/>
              </w:tcPr>
              <w:p w:rsidR="00767194" w:rsidRDefault="00767194" w:rsidP="00767194">
                <w:r>
                  <w:t>Fax</w:t>
                </w:r>
              </w:p>
            </w:tc>
          </w:sdtContent>
        </w:sdt>
        <w:sdt>
          <w:sdtPr>
            <w:alias w:val="Enter email18:"/>
            <w:tag w:val="Enter email18:"/>
            <w:id w:val="-991791503"/>
            <w:placeholder>
              <w:docPart w:val="936C46EA10C8418EB0A42D7652321832"/>
            </w:placeholder>
            <w:temporary/>
            <w:showingPlcHdr/>
          </w:sdtPr>
          <w:sdtEndPr/>
          <w:sdtContent>
            <w:tc>
              <w:tcPr>
                <w:tcW w:w="2154" w:type="dxa"/>
                <w:vAlign w:val="center"/>
              </w:tcPr>
              <w:p w:rsidR="00767194" w:rsidRDefault="00767194" w:rsidP="00767194">
                <w:r>
                  <w:t>Email</w:t>
                </w:r>
              </w:p>
            </w:tc>
          </w:sdtContent>
        </w:sdt>
      </w:tr>
      <w:tr w:rsidR="00767194" w:rsidTr="00266807">
        <w:trPr>
          <w:trHeight w:hRule="exact" w:val="605"/>
        </w:trPr>
        <w:sdt>
          <w:sdtPr>
            <w:alias w:val="Enter name19:"/>
            <w:tag w:val="Enter name19:"/>
            <w:id w:val="-1401293888"/>
            <w:placeholder>
              <w:docPart w:val="0283D403D5304A1988CD701E16290AE9"/>
            </w:placeholder>
            <w:temporary/>
            <w:showingPlcHdr/>
          </w:sdtPr>
          <w:sdtEndPr/>
          <w:sdtContent>
            <w:tc>
              <w:tcPr>
                <w:tcW w:w="2245" w:type="dxa"/>
                <w:vAlign w:val="center"/>
              </w:tcPr>
              <w:p w:rsidR="00767194" w:rsidRDefault="00767194" w:rsidP="00767194">
                <w:r>
                  <w:t>Name 19</w:t>
                </w:r>
              </w:p>
            </w:tc>
          </w:sdtContent>
        </w:sdt>
        <w:sdt>
          <w:sdtPr>
            <w:alias w:val="Enter title19:"/>
            <w:tag w:val="Enter title19:"/>
            <w:id w:val="-441997211"/>
            <w:placeholder>
              <w:docPart w:val="A1DD63FC5A3D4E5CB326748039D105E5"/>
            </w:placeholder>
            <w:temporary/>
            <w:showingPlcHdr/>
          </w:sdtPr>
          <w:sdtEndPr/>
          <w:sdtContent>
            <w:tc>
              <w:tcPr>
                <w:tcW w:w="1773" w:type="dxa"/>
                <w:vAlign w:val="center"/>
              </w:tcPr>
              <w:p w:rsidR="00767194" w:rsidRDefault="00767194" w:rsidP="00767194">
                <w:r>
                  <w:t>Title</w:t>
                </w:r>
              </w:p>
            </w:tc>
          </w:sdtContent>
        </w:sdt>
        <w:sdt>
          <w:sdtPr>
            <w:alias w:val="Enter company19:"/>
            <w:tag w:val="Enter company19:"/>
            <w:id w:val="-1566021200"/>
            <w:placeholder>
              <w:docPart w:val="2DC3F5628FDC40C9BF2697651C9C3DC4"/>
            </w:placeholder>
            <w:temporary/>
            <w:showingPlcHdr/>
          </w:sdtPr>
          <w:sdtEndPr/>
          <w:sdtContent>
            <w:tc>
              <w:tcPr>
                <w:tcW w:w="2008" w:type="dxa"/>
                <w:vAlign w:val="center"/>
              </w:tcPr>
              <w:p w:rsidR="00767194" w:rsidRDefault="00767194" w:rsidP="00767194">
                <w:r>
                  <w:t>Company</w:t>
                </w:r>
              </w:p>
            </w:tc>
          </w:sdtContent>
        </w:sdt>
        <w:sdt>
          <w:sdtPr>
            <w:alias w:val="Enter phone19:"/>
            <w:tag w:val="Enter phone19:"/>
            <w:id w:val="-206563795"/>
            <w:placeholder>
              <w:docPart w:val="8855776D380E46A6901E301B24A05B63"/>
            </w:placeholder>
            <w:temporary/>
            <w:showingPlcHdr/>
          </w:sdtPr>
          <w:sdtEndPr/>
          <w:sdtContent>
            <w:tc>
              <w:tcPr>
                <w:tcW w:w="1305" w:type="dxa"/>
                <w:vAlign w:val="center"/>
              </w:tcPr>
              <w:p w:rsidR="00767194" w:rsidRDefault="00767194" w:rsidP="00767194">
                <w:r>
                  <w:t>Phone</w:t>
                </w:r>
              </w:p>
            </w:tc>
          </w:sdtContent>
        </w:sdt>
        <w:sdt>
          <w:sdtPr>
            <w:alias w:val="Enter fax19:"/>
            <w:tag w:val="Enter fax19:"/>
            <w:id w:val="-1724744718"/>
            <w:placeholder>
              <w:docPart w:val="D949A0EC622D4529869BC31745E9FC65"/>
            </w:placeholder>
            <w:temporary/>
            <w:showingPlcHdr/>
          </w:sdtPr>
          <w:sdtEndPr/>
          <w:sdtContent>
            <w:tc>
              <w:tcPr>
                <w:tcW w:w="1305" w:type="dxa"/>
                <w:vAlign w:val="center"/>
              </w:tcPr>
              <w:p w:rsidR="00767194" w:rsidRDefault="00767194" w:rsidP="00767194">
                <w:r>
                  <w:t>Fax</w:t>
                </w:r>
              </w:p>
            </w:tc>
          </w:sdtContent>
        </w:sdt>
        <w:sdt>
          <w:sdtPr>
            <w:alias w:val="Enter email19:"/>
            <w:tag w:val="Enter email19:"/>
            <w:id w:val="1509562794"/>
            <w:placeholder>
              <w:docPart w:val="B0047FEADDB44383A509FE422C14CB2B"/>
            </w:placeholder>
            <w:temporary/>
            <w:showingPlcHdr/>
          </w:sdtPr>
          <w:sdtEndPr/>
          <w:sdtContent>
            <w:tc>
              <w:tcPr>
                <w:tcW w:w="2154" w:type="dxa"/>
                <w:vAlign w:val="center"/>
              </w:tcPr>
              <w:p w:rsidR="00767194" w:rsidRDefault="00767194" w:rsidP="00767194">
                <w:r>
                  <w:t>Email</w:t>
                </w:r>
              </w:p>
            </w:tc>
          </w:sdtContent>
        </w:sdt>
      </w:tr>
    </w:tbl>
    <w:p w:rsidR="0057559D" w:rsidRDefault="0057559D" w:rsidP="0057559D"/>
    <w:sectPr w:rsidR="0057559D" w:rsidSect="0084533D">
      <w:footerReference w:type="default" r:id="rId8"/>
      <w:pgSz w:w="12240" w:h="15840" w:code="1"/>
      <w:pgMar w:top="108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3C5" w:rsidRDefault="00BE63C5">
      <w:r>
        <w:separator/>
      </w:r>
    </w:p>
  </w:endnote>
  <w:endnote w:type="continuationSeparator" w:id="0">
    <w:p w:rsidR="00BE63C5" w:rsidRDefault="00BE6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194" w:rsidRPr="0057559D" w:rsidRDefault="0057559D" w:rsidP="0084533D">
    <w:pPr>
      <w:pStyle w:val="Footer"/>
    </w:pPr>
    <w:r w:rsidRPr="0057559D">
      <w:t xml:space="preserve">Page </w:t>
    </w:r>
    <w:r w:rsidRPr="0057559D">
      <w:rPr>
        <w:bCs/>
      </w:rPr>
      <w:fldChar w:fldCharType="begin"/>
    </w:r>
    <w:r w:rsidRPr="0057559D">
      <w:rPr>
        <w:bCs/>
      </w:rPr>
      <w:instrText xml:space="preserve"> PAGE  \* Arabic  \* MERGEFORMAT </w:instrText>
    </w:r>
    <w:r w:rsidRPr="0057559D">
      <w:rPr>
        <w:bCs/>
      </w:rPr>
      <w:fldChar w:fldCharType="separate"/>
    </w:r>
    <w:r w:rsidR="00C57E9A">
      <w:rPr>
        <w:bCs/>
        <w:noProof/>
      </w:rPr>
      <w:t>1</w:t>
    </w:r>
    <w:r w:rsidRPr="0057559D">
      <w:rPr>
        <w:bCs/>
      </w:rPr>
      <w:fldChar w:fldCharType="end"/>
    </w:r>
    <w:r w:rsidRPr="0057559D">
      <w:t xml:space="preserve"> of </w:t>
    </w:r>
    <w:r w:rsidRPr="0057559D">
      <w:rPr>
        <w:bCs/>
      </w:rPr>
      <w:fldChar w:fldCharType="begin"/>
    </w:r>
    <w:r w:rsidRPr="0057559D">
      <w:rPr>
        <w:bCs/>
      </w:rPr>
      <w:instrText xml:space="preserve"> NUMPAGES  \* Arabic  \* MERGEFORMAT </w:instrText>
    </w:r>
    <w:r w:rsidRPr="0057559D">
      <w:rPr>
        <w:bCs/>
      </w:rPr>
      <w:fldChar w:fldCharType="separate"/>
    </w:r>
    <w:r w:rsidR="00C57E9A">
      <w:rPr>
        <w:bCs/>
        <w:noProof/>
      </w:rPr>
      <w:t>1</w:t>
    </w:r>
    <w:r w:rsidRPr="0057559D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3C5" w:rsidRDefault="00BE63C5">
      <w:r>
        <w:separator/>
      </w:r>
    </w:p>
  </w:footnote>
  <w:footnote w:type="continuationSeparator" w:id="0">
    <w:p w:rsidR="00BE63C5" w:rsidRDefault="00BE63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90AB5E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92E6D1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C5E8EE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93ADE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F44C28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E08249E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5F2A4C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75433C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6720FD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81A3C9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E9A"/>
    <w:rsid w:val="0002345E"/>
    <w:rsid w:val="000807D1"/>
    <w:rsid w:val="0015141C"/>
    <w:rsid w:val="001846F5"/>
    <w:rsid w:val="00192AB6"/>
    <w:rsid w:val="001A37DC"/>
    <w:rsid w:val="001B472B"/>
    <w:rsid w:val="001F7EC4"/>
    <w:rsid w:val="00266807"/>
    <w:rsid w:val="003359D2"/>
    <w:rsid w:val="003A6EDD"/>
    <w:rsid w:val="003D58A0"/>
    <w:rsid w:val="00437143"/>
    <w:rsid w:val="00497755"/>
    <w:rsid w:val="004B5F62"/>
    <w:rsid w:val="0054647B"/>
    <w:rsid w:val="0057559D"/>
    <w:rsid w:val="005C3D56"/>
    <w:rsid w:val="005E3633"/>
    <w:rsid w:val="00614BD7"/>
    <w:rsid w:val="006E1340"/>
    <w:rsid w:val="00702EDB"/>
    <w:rsid w:val="00767194"/>
    <w:rsid w:val="00790A03"/>
    <w:rsid w:val="00836D4A"/>
    <w:rsid w:val="0084533D"/>
    <w:rsid w:val="00930EB6"/>
    <w:rsid w:val="00943486"/>
    <w:rsid w:val="009E1A91"/>
    <w:rsid w:val="00A319C4"/>
    <w:rsid w:val="00A537E4"/>
    <w:rsid w:val="00A53DF3"/>
    <w:rsid w:val="00A91B8D"/>
    <w:rsid w:val="00AC4EAC"/>
    <w:rsid w:val="00AD7509"/>
    <w:rsid w:val="00B96D2A"/>
    <w:rsid w:val="00BE63C5"/>
    <w:rsid w:val="00C02B77"/>
    <w:rsid w:val="00C57E9A"/>
    <w:rsid w:val="00C717A6"/>
    <w:rsid w:val="00CB53B8"/>
    <w:rsid w:val="00CC2996"/>
    <w:rsid w:val="00D01859"/>
    <w:rsid w:val="00D27800"/>
    <w:rsid w:val="00EA32F5"/>
    <w:rsid w:val="00EE2F2A"/>
    <w:rsid w:val="00EF29E7"/>
    <w:rsid w:val="00F50B86"/>
    <w:rsid w:val="00F70BF2"/>
    <w:rsid w:val="00F8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986D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Batang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7143"/>
  </w:style>
  <w:style w:type="paragraph" w:styleId="Heading1">
    <w:name w:val="heading 1"/>
    <w:basedOn w:val="Normal"/>
    <w:next w:val="Normal"/>
    <w:qFormat/>
    <w:rsid w:val="000807D1"/>
    <w:pPr>
      <w:outlineLvl w:val="0"/>
    </w:pPr>
    <w:rPr>
      <w:rFonts w:asciiTheme="majorHAnsi" w:hAnsiTheme="majorHAnsi" w:cs="Tahoma"/>
      <w:b/>
      <w:smallCaps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807D1"/>
    <w:pPr>
      <w:outlineLvl w:val="1"/>
    </w:pPr>
    <w:rPr>
      <w:rFonts w:asciiTheme="majorHAnsi" w:hAnsiTheme="majorHAnsi" w:cs="Tahoma"/>
      <w:b/>
    </w:rPr>
  </w:style>
  <w:style w:type="paragraph" w:styleId="Heading3">
    <w:name w:val="heading 3"/>
    <w:basedOn w:val="Normal"/>
    <w:next w:val="Normal"/>
    <w:semiHidden/>
    <w:unhideWhenUsed/>
    <w:rsid w:val="0002345E"/>
    <w:pPr>
      <w:jc w:val="center"/>
      <w:outlineLvl w:val="2"/>
    </w:pPr>
    <w:rPr>
      <w:rFonts w:ascii="Tahoma" w:hAnsi="Tahoma" w:cs="Tahoma"/>
      <w:b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9E1A9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E1A9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E1A9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E1A91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E1A91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E1A91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27800"/>
    <w:rPr>
      <w:rFonts w:ascii="Tahoma" w:hAnsi="Tahoma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8453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533D"/>
    <w:rPr>
      <w:rFonts w:asciiTheme="minorHAnsi" w:hAnsiTheme="minorHAnsi"/>
      <w:sz w:val="24"/>
      <w:szCs w:val="24"/>
      <w:lang w:eastAsia="ko-KR"/>
    </w:rPr>
  </w:style>
  <w:style w:type="paragraph" w:styleId="Footer">
    <w:name w:val="footer"/>
    <w:basedOn w:val="Normal"/>
    <w:qFormat/>
    <w:rsid w:val="000807D1"/>
  </w:style>
  <w:style w:type="character" w:customStyle="1" w:styleId="Heading2Char">
    <w:name w:val="Heading 2 Char"/>
    <w:basedOn w:val="DefaultParagraphFont"/>
    <w:link w:val="Heading2"/>
    <w:rsid w:val="000807D1"/>
    <w:rPr>
      <w:rFonts w:asciiTheme="majorHAnsi" w:hAnsiTheme="majorHAnsi" w:cs="Tahoma"/>
      <w:b/>
      <w:sz w:val="22"/>
      <w:szCs w:val="24"/>
      <w:lang w:eastAsia="ko-KR"/>
    </w:rPr>
  </w:style>
  <w:style w:type="character" w:styleId="PlaceholderText">
    <w:name w:val="Placeholder Text"/>
    <w:basedOn w:val="DefaultParagraphFont"/>
    <w:uiPriority w:val="99"/>
    <w:semiHidden/>
    <w:rsid w:val="00437143"/>
    <w:rPr>
      <w:color w:val="595959" w:themeColor="text1" w:themeTint="A6"/>
    </w:rPr>
  </w:style>
  <w:style w:type="paragraph" w:styleId="BalloonText">
    <w:name w:val="Balloon Text"/>
    <w:basedOn w:val="Normal"/>
    <w:link w:val="BalloonTextChar"/>
    <w:semiHidden/>
    <w:unhideWhenUsed/>
    <w:rsid w:val="009E1A91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9E1A91"/>
    <w:rPr>
      <w:rFonts w:ascii="Segoe UI" w:hAnsi="Segoe UI" w:cs="Segoe UI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9E1A91"/>
  </w:style>
  <w:style w:type="paragraph" w:styleId="BlockText">
    <w:name w:val="Block Text"/>
    <w:basedOn w:val="Normal"/>
    <w:semiHidden/>
    <w:unhideWhenUsed/>
    <w:rsid w:val="00437143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rFonts w:eastAsiaTheme="minorEastAsia" w:cstheme="minorBidi"/>
      <w:i/>
      <w:iCs/>
      <w:color w:val="365F91" w:themeColor="accent1" w:themeShade="BF"/>
    </w:rPr>
  </w:style>
  <w:style w:type="paragraph" w:styleId="BodyText">
    <w:name w:val="Body Text"/>
    <w:basedOn w:val="Normal"/>
    <w:link w:val="BodyTextChar"/>
    <w:semiHidden/>
    <w:unhideWhenUsed/>
    <w:rsid w:val="009E1A91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9E1A91"/>
  </w:style>
  <w:style w:type="paragraph" w:styleId="BodyText2">
    <w:name w:val="Body Text 2"/>
    <w:basedOn w:val="Normal"/>
    <w:link w:val="BodyText2Char"/>
    <w:semiHidden/>
    <w:unhideWhenUsed/>
    <w:rsid w:val="009E1A9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9E1A91"/>
  </w:style>
  <w:style w:type="paragraph" w:styleId="BodyText3">
    <w:name w:val="Body Text 3"/>
    <w:basedOn w:val="Normal"/>
    <w:link w:val="BodyText3Char"/>
    <w:semiHidden/>
    <w:unhideWhenUsed/>
    <w:rsid w:val="009E1A91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9E1A91"/>
    <w:rPr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9E1A91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9E1A91"/>
  </w:style>
  <w:style w:type="paragraph" w:styleId="BodyTextIndent">
    <w:name w:val="Body Text Indent"/>
    <w:basedOn w:val="Normal"/>
    <w:link w:val="BodyTextIndentChar"/>
    <w:semiHidden/>
    <w:unhideWhenUsed/>
    <w:rsid w:val="009E1A9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9E1A91"/>
  </w:style>
  <w:style w:type="paragraph" w:styleId="BodyTextFirstIndent2">
    <w:name w:val="Body Text First Indent 2"/>
    <w:basedOn w:val="BodyTextIndent"/>
    <w:link w:val="BodyTextFirstIndent2Char"/>
    <w:semiHidden/>
    <w:unhideWhenUsed/>
    <w:rsid w:val="009E1A91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9E1A91"/>
  </w:style>
  <w:style w:type="paragraph" w:styleId="BodyTextIndent2">
    <w:name w:val="Body Text Indent 2"/>
    <w:basedOn w:val="Normal"/>
    <w:link w:val="BodyTextIndent2Char"/>
    <w:semiHidden/>
    <w:unhideWhenUsed/>
    <w:rsid w:val="009E1A9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9E1A91"/>
  </w:style>
  <w:style w:type="paragraph" w:styleId="BodyTextIndent3">
    <w:name w:val="Body Text Indent 3"/>
    <w:basedOn w:val="Normal"/>
    <w:link w:val="BodyTextIndent3Char"/>
    <w:semiHidden/>
    <w:unhideWhenUsed/>
    <w:rsid w:val="009E1A91"/>
    <w:pPr>
      <w:spacing w:after="120"/>
      <w:ind w:left="283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9E1A91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9E1A91"/>
    <w:rPr>
      <w:b/>
      <w:bCs/>
      <w:i/>
      <w:iCs/>
      <w:spacing w:val="5"/>
    </w:rPr>
  </w:style>
  <w:style w:type="paragraph" w:styleId="Caption">
    <w:name w:val="caption"/>
    <w:basedOn w:val="Normal"/>
    <w:next w:val="Normal"/>
    <w:semiHidden/>
    <w:unhideWhenUsed/>
    <w:qFormat/>
    <w:rsid w:val="009E1A91"/>
    <w:pPr>
      <w:spacing w:after="200"/>
    </w:pPr>
    <w:rPr>
      <w:i/>
      <w:iCs/>
      <w:color w:val="1F497D" w:themeColor="text2"/>
      <w:szCs w:val="18"/>
    </w:rPr>
  </w:style>
  <w:style w:type="paragraph" w:styleId="Closing">
    <w:name w:val="Closing"/>
    <w:basedOn w:val="Normal"/>
    <w:link w:val="ClosingChar"/>
    <w:semiHidden/>
    <w:unhideWhenUsed/>
    <w:rsid w:val="009E1A91"/>
    <w:pPr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9E1A91"/>
  </w:style>
  <w:style w:type="table" w:styleId="ColorfulGrid">
    <w:name w:val="Colorful Grid"/>
    <w:basedOn w:val="TableNormal"/>
    <w:uiPriority w:val="73"/>
    <w:semiHidden/>
    <w:unhideWhenUsed/>
    <w:rsid w:val="009E1A91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9E1A91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9E1A91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9E1A91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9E1A91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9E1A91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9E1A91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9E1A91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9E1A91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9E1A91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9E1A91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9E1A91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9E1A91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9E1A91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9E1A91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9E1A91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9E1A91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9E1A91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9E1A91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9E1A91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9E1A91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semiHidden/>
    <w:unhideWhenUsed/>
    <w:rsid w:val="009E1A91"/>
    <w:rPr>
      <w:sz w:val="22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E1A91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E1A91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E1A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E1A91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9E1A91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9E1A91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9E1A91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9E1A91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9E1A91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9E1A91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9E1A91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har"/>
    <w:semiHidden/>
    <w:unhideWhenUsed/>
    <w:rsid w:val="009E1A91"/>
  </w:style>
  <w:style w:type="character" w:customStyle="1" w:styleId="DateChar">
    <w:name w:val="Date Char"/>
    <w:basedOn w:val="DefaultParagraphFont"/>
    <w:link w:val="Date"/>
    <w:semiHidden/>
    <w:rsid w:val="009E1A91"/>
  </w:style>
  <w:style w:type="paragraph" w:styleId="DocumentMap">
    <w:name w:val="Document Map"/>
    <w:basedOn w:val="Normal"/>
    <w:link w:val="DocumentMapChar"/>
    <w:semiHidden/>
    <w:unhideWhenUsed/>
    <w:rsid w:val="009E1A91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9E1A91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9E1A91"/>
  </w:style>
  <w:style w:type="character" w:customStyle="1" w:styleId="E-mailSignatureChar">
    <w:name w:val="E-mail Signature Char"/>
    <w:basedOn w:val="DefaultParagraphFont"/>
    <w:link w:val="E-mailSignature"/>
    <w:semiHidden/>
    <w:rsid w:val="009E1A91"/>
  </w:style>
  <w:style w:type="character" w:styleId="Emphasis">
    <w:name w:val="Emphasis"/>
    <w:basedOn w:val="DefaultParagraphFont"/>
    <w:semiHidden/>
    <w:unhideWhenUsed/>
    <w:qFormat/>
    <w:rsid w:val="009E1A91"/>
    <w:rPr>
      <w:i/>
      <w:iCs/>
    </w:rPr>
  </w:style>
  <w:style w:type="character" w:styleId="EndnoteReference">
    <w:name w:val="endnote reference"/>
    <w:basedOn w:val="DefaultParagraphFont"/>
    <w:semiHidden/>
    <w:unhideWhenUsed/>
    <w:rsid w:val="009E1A91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9E1A91"/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9E1A91"/>
    <w:rPr>
      <w:szCs w:val="20"/>
    </w:rPr>
  </w:style>
  <w:style w:type="paragraph" w:styleId="EnvelopeAddress">
    <w:name w:val="envelope address"/>
    <w:basedOn w:val="Normal"/>
    <w:semiHidden/>
    <w:unhideWhenUsed/>
    <w:rsid w:val="009E1A9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9E1A91"/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semiHidden/>
    <w:unhideWhenUsed/>
    <w:rsid w:val="009E1A91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semiHidden/>
    <w:unhideWhenUsed/>
    <w:rsid w:val="009E1A91"/>
    <w:rPr>
      <w:vertAlign w:val="superscript"/>
    </w:rPr>
  </w:style>
  <w:style w:type="paragraph" w:styleId="FootnoteText">
    <w:name w:val="footnote text"/>
    <w:basedOn w:val="Normal"/>
    <w:link w:val="FootnoteTextChar"/>
    <w:semiHidden/>
    <w:unhideWhenUsed/>
    <w:rsid w:val="009E1A91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E1A91"/>
    <w:rPr>
      <w:szCs w:val="20"/>
    </w:rPr>
  </w:style>
  <w:style w:type="table" w:customStyle="1" w:styleId="GridTable1Light">
    <w:name w:val="Grid Table 1 Light"/>
    <w:basedOn w:val="TableNormal"/>
    <w:uiPriority w:val="46"/>
    <w:rsid w:val="009E1A91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leNormal"/>
    <w:uiPriority w:val="46"/>
    <w:rsid w:val="009E1A91"/>
    <w:tblPr>
      <w:tblStyleRowBandSize w:val="1"/>
      <w:tblStyleColBandSize w:val="1"/>
      <w:tblInd w:w="0" w:type="dxa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9E1A91"/>
    <w:tblPr>
      <w:tblStyleRowBandSize w:val="1"/>
      <w:tblStyleColBandSize w:val="1"/>
      <w:tblInd w:w="0" w:type="dxa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TableNormal"/>
    <w:uiPriority w:val="46"/>
    <w:rsid w:val="009E1A91"/>
    <w:tblPr>
      <w:tblStyleRowBandSize w:val="1"/>
      <w:tblStyleColBandSize w:val="1"/>
      <w:tblInd w:w="0" w:type="dxa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TableNormal"/>
    <w:uiPriority w:val="46"/>
    <w:rsid w:val="009E1A91"/>
    <w:tblPr>
      <w:tblStyleRowBandSize w:val="1"/>
      <w:tblStyleColBandSize w:val="1"/>
      <w:tblInd w:w="0" w:type="dxa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TableNormal"/>
    <w:uiPriority w:val="46"/>
    <w:rsid w:val="009E1A91"/>
    <w:tblPr>
      <w:tblStyleRowBandSize w:val="1"/>
      <w:tblStyleColBandSize w:val="1"/>
      <w:tblInd w:w="0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Normal"/>
    <w:uiPriority w:val="46"/>
    <w:rsid w:val="009E1A91"/>
    <w:tblPr>
      <w:tblStyleRowBandSize w:val="1"/>
      <w:tblStyleColBandSize w:val="1"/>
      <w:tblInd w:w="0" w:type="dxa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TableNormal"/>
    <w:uiPriority w:val="47"/>
    <w:rsid w:val="009E1A91"/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TableNormal"/>
    <w:uiPriority w:val="47"/>
    <w:rsid w:val="009E1A91"/>
    <w:tblPr>
      <w:tblStyleRowBandSize w:val="1"/>
      <w:tblStyleColBandSize w:val="1"/>
      <w:tblInd w:w="0" w:type="dxa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2Accent2">
    <w:name w:val="Grid Table 2 Accent 2"/>
    <w:basedOn w:val="TableNormal"/>
    <w:uiPriority w:val="47"/>
    <w:rsid w:val="009E1A91"/>
    <w:tblPr>
      <w:tblStyleRowBandSize w:val="1"/>
      <w:tblStyleColBandSize w:val="1"/>
      <w:tblInd w:w="0" w:type="dxa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2Accent3">
    <w:name w:val="Grid Table 2 Accent 3"/>
    <w:basedOn w:val="TableNormal"/>
    <w:uiPriority w:val="47"/>
    <w:rsid w:val="009E1A91"/>
    <w:tblPr>
      <w:tblStyleRowBandSize w:val="1"/>
      <w:tblStyleColBandSize w:val="1"/>
      <w:tblInd w:w="0" w:type="dxa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2Accent4">
    <w:name w:val="Grid Table 2 Accent 4"/>
    <w:basedOn w:val="TableNormal"/>
    <w:uiPriority w:val="47"/>
    <w:rsid w:val="009E1A91"/>
    <w:tblPr>
      <w:tblStyleRowBandSize w:val="1"/>
      <w:tblStyleColBandSize w:val="1"/>
      <w:tblInd w:w="0" w:type="dxa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2Accent5">
    <w:name w:val="Grid Table 2 Accent 5"/>
    <w:basedOn w:val="TableNormal"/>
    <w:uiPriority w:val="47"/>
    <w:rsid w:val="009E1A91"/>
    <w:tblPr>
      <w:tblStyleRowBandSize w:val="1"/>
      <w:tblStyleColBandSize w:val="1"/>
      <w:tblInd w:w="0" w:type="dxa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2Accent6">
    <w:name w:val="Grid Table 2 Accent 6"/>
    <w:basedOn w:val="TableNormal"/>
    <w:uiPriority w:val="47"/>
    <w:rsid w:val="009E1A91"/>
    <w:tblPr>
      <w:tblStyleRowBandSize w:val="1"/>
      <w:tblStyleColBandSize w:val="1"/>
      <w:tblInd w:w="0" w:type="dxa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3">
    <w:name w:val="Grid Table 3"/>
    <w:basedOn w:val="TableNormal"/>
    <w:uiPriority w:val="48"/>
    <w:rsid w:val="009E1A91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TableNormal"/>
    <w:uiPriority w:val="48"/>
    <w:rsid w:val="009E1A91"/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GridTable3Accent2">
    <w:name w:val="Grid Table 3 Accent 2"/>
    <w:basedOn w:val="TableNormal"/>
    <w:uiPriority w:val="48"/>
    <w:rsid w:val="009E1A91"/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GridTable3Accent3">
    <w:name w:val="Grid Table 3 Accent 3"/>
    <w:basedOn w:val="TableNormal"/>
    <w:uiPriority w:val="48"/>
    <w:rsid w:val="009E1A91"/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GridTable3Accent4">
    <w:name w:val="Grid Table 3 Accent 4"/>
    <w:basedOn w:val="TableNormal"/>
    <w:uiPriority w:val="48"/>
    <w:rsid w:val="009E1A91"/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GridTable3Accent5">
    <w:name w:val="Grid Table 3 Accent 5"/>
    <w:basedOn w:val="TableNormal"/>
    <w:uiPriority w:val="48"/>
    <w:rsid w:val="009E1A91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GridTable3Accent6">
    <w:name w:val="Grid Table 3 Accent 6"/>
    <w:basedOn w:val="TableNormal"/>
    <w:uiPriority w:val="48"/>
    <w:rsid w:val="009E1A91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customStyle="1" w:styleId="GridTable4">
    <w:name w:val="Grid Table 4"/>
    <w:basedOn w:val="TableNormal"/>
    <w:uiPriority w:val="49"/>
    <w:rsid w:val="009E1A91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TableNormal"/>
    <w:uiPriority w:val="49"/>
    <w:rsid w:val="009E1A91"/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4Accent2">
    <w:name w:val="Grid Table 4 Accent 2"/>
    <w:basedOn w:val="TableNormal"/>
    <w:uiPriority w:val="49"/>
    <w:rsid w:val="009E1A91"/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9E1A91"/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4Accent4">
    <w:name w:val="Grid Table 4 Accent 4"/>
    <w:basedOn w:val="TableNormal"/>
    <w:uiPriority w:val="49"/>
    <w:rsid w:val="009E1A91"/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4Accent5">
    <w:name w:val="Grid Table 4 Accent 5"/>
    <w:basedOn w:val="TableNormal"/>
    <w:uiPriority w:val="49"/>
    <w:rsid w:val="009E1A91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Accent6">
    <w:name w:val="Grid Table 4 Accent 6"/>
    <w:basedOn w:val="TableNormal"/>
    <w:uiPriority w:val="49"/>
    <w:rsid w:val="009E1A91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5Dark">
    <w:name w:val="Grid Table 5 Dark"/>
    <w:basedOn w:val="TableNormal"/>
    <w:uiPriority w:val="50"/>
    <w:rsid w:val="009E1A91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TableNormal"/>
    <w:uiPriority w:val="50"/>
    <w:rsid w:val="009E1A91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customStyle="1" w:styleId="GridTable5DarkAccent2">
    <w:name w:val="Grid Table 5 Dark Accent 2"/>
    <w:basedOn w:val="TableNormal"/>
    <w:uiPriority w:val="50"/>
    <w:rsid w:val="009E1A91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GridTable5DarkAccent3">
    <w:name w:val="Grid Table 5 Dark Accent 3"/>
    <w:basedOn w:val="TableNormal"/>
    <w:uiPriority w:val="50"/>
    <w:rsid w:val="009E1A91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GridTable5DarkAccent4">
    <w:name w:val="Grid Table 5 Dark Accent 4"/>
    <w:basedOn w:val="TableNormal"/>
    <w:uiPriority w:val="50"/>
    <w:rsid w:val="009E1A91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customStyle="1" w:styleId="GridTable5DarkAccent5">
    <w:name w:val="Grid Table 5 Dark Accent 5"/>
    <w:basedOn w:val="TableNormal"/>
    <w:uiPriority w:val="50"/>
    <w:rsid w:val="009E1A91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GridTable5DarkAccent6">
    <w:name w:val="Grid Table 5 Dark Accent 6"/>
    <w:basedOn w:val="TableNormal"/>
    <w:uiPriority w:val="50"/>
    <w:rsid w:val="009E1A91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customStyle="1" w:styleId="GridTable6Colorful">
    <w:name w:val="Grid Table 6 Colorful"/>
    <w:basedOn w:val="TableNormal"/>
    <w:uiPriority w:val="51"/>
    <w:rsid w:val="009E1A91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TableNormal"/>
    <w:uiPriority w:val="51"/>
    <w:rsid w:val="009E1A91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6ColorfulAccent2">
    <w:name w:val="Grid Table 6 Colorful Accent 2"/>
    <w:basedOn w:val="TableNormal"/>
    <w:uiPriority w:val="51"/>
    <w:rsid w:val="009E1A91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6ColorfulAccent3">
    <w:name w:val="Grid Table 6 Colorful Accent 3"/>
    <w:basedOn w:val="TableNormal"/>
    <w:uiPriority w:val="51"/>
    <w:rsid w:val="009E1A91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6ColorfulAccent4">
    <w:name w:val="Grid Table 6 Colorful Accent 4"/>
    <w:basedOn w:val="TableNormal"/>
    <w:uiPriority w:val="51"/>
    <w:rsid w:val="009E1A91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6ColorfulAccent5">
    <w:name w:val="Grid Table 6 Colorful Accent 5"/>
    <w:basedOn w:val="TableNormal"/>
    <w:uiPriority w:val="51"/>
    <w:rsid w:val="009E1A91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6ColorfulAccent6">
    <w:name w:val="Grid Table 6 Colorful Accent 6"/>
    <w:basedOn w:val="TableNormal"/>
    <w:uiPriority w:val="51"/>
    <w:rsid w:val="009E1A91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7Colorful">
    <w:name w:val="Grid Table 7 Colorful"/>
    <w:basedOn w:val="TableNormal"/>
    <w:uiPriority w:val="52"/>
    <w:rsid w:val="009E1A91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TableNormal"/>
    <w:uiPriority w:val="52"/>
    <w:rsid w:val="009E1A91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GridTable7ColorfulAccent2">
    <w:name w:val="Grid Table 7 Colorful Accent 2"/>
    <w:basedOn w:val="TableNormal"/>
    <w:uiPriority w:val="52"/>
    <w:rsid w:val="009E1A91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GridTable7ColorfulAccent3">
    <w:name w:val="Grid Table 7 Colorful Accent 3"/>
    <w:basedOn w:val="TableNormal"/>
    <w:uiPriority w:val="52"/>
    <w:rsid w:val="009E1A91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GridTable7ColorfulAccent4">
    <w:name w:val="Grid Table 7 Colorful Accent 4"/>
    <w:basedOn w:val="TableNormal"/>
    <w:uiPriority w:val="52"/>
    <w:rsid w:val="009E1A91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GridTable7ColorfulAccent5">
    <w:name w:val="Grid Table 7 Colorful Accent 5"/>
    <w:basedOn w:val="TableNormal"/>
    <w:uiPriority w:val="52"/>
    <w:rsid w:val="009E1A91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GridTable7ColorfulAccent6">
    <w:name w:val="Grid Table 7 Colorful Accent 6"/>
    <w:basedOn w:val="TableNormal"/>
    <w:uiPriority w:val="52"/>
    <w:rsid w:val="009E1A91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Hashtag1">
    <w:name w:val="Hashtag1"/>
    <w:basedOn w:val="DefaultParagraphFont"/>
    <w:uiPriority w:val="99"/>
    <w:semiHidden/>
    <w:unhideWhenUsed/>
    <w:rsid w:val="009E1A91"/>
    <w:rPr>
      <w:color w:val="2B579A"/>
      <w:shd w:val="clear" w:color="auto" w:fill="E6E6E6"/>
    </w:rPr>
  </w:style>
  <w:style w:type="character" w:customStyle="1" w:styleId="Heading4Char">
    <w:name w:val="Heading 4 Char"/>
    <w:basedOn w:val="DefaultParagraphFont"/>
    <w:link w:val="Heading4"/>
    <w:semiHidden/>
    <w:rsid w:val="009E1A91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semiHidden/>
    <w:rsid w:val="009E1A91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semiHidden/>
    <w:rsid w:val="009E1A9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9E1A9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semiHidden/>
    <w:rsid w:val="009E1A91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9E1A91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semiHidden/>
    <w:unhideWhenUsed/>
    <w:rsid w:val="009E1A91"/>
  </w:style>
  <w:style w:type="paragraph" w:styleId="HTMLAddress">
    <w:name w:val="HTML Address"/>
    <w:basedOn w:val="Normal"/>
    <w:link w:val="HTMLAddressChar"/>
    <w:semiHidden/>
    <w:unhideWhenUsed/>
    <w:rsid w:val="009E1A91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9E1A91"/>
    <w:rPr>
      <w:i/>
      <w:iCs/>
    </w:rPr>
  </w:style>
  <w:style w:type="character" w:styleId="HTMLCite">
    <w:name w:val="HTML Cite"/>
    <w:basedOn w:val="DefaultParagraphFont"/>
    <w:semiHidden/>
    <w:unhideWhenUsed/>
    <w:rsid w:val="009E1A91"/>
    <w:rPr>
      <w:i/>
      <w:iCs/>
    </w:rPr>
  </w:style>
  <w:style w:type="character" w:styleId="HTMLCode">
    <w:name w:val="HTML Code"/>
    <w:basedOn w:val="DefaultParagraphFont"/>
    <w:semiHidden/>
    <w:unhideWhenUsed/>
    <w:rsid w:val="009E1A91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semiHidden/>
    <w:unhideWhenUsed/>
    <w:rsid w:val="009E1A91"/>
    <w:rPr>
      <w:i/>
      <w:iCs/>
    </w:rPr>
  </w:style>
  <w:style w:type="character" w:styleId="HTMLKeyboard">
    <w:name w:val="HTML Keyboard"/>
    <w:basedOn w:val="DefaultParagraphFont"/>
    <w:semiHidden/>
    <w:unhideWhenUsed/>
    <w:rsid w:val="009E1A91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9E1A91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9E1A91"/>
    <w:rPr>
      <w:rFonts w:ascii="Consolas" w:hAnsi="Consolas"/>
      <w:szCs w:val="20"/>
    </w:rPr>
  </w:style>
  <w:style w:type="character" w:styleId="HTMLSample">
    <w:name w:val="HTML Sample"/>
    <w:basedOn w:val="DefaultParagraphFont"/>
    <w:semiHidden/>
    <w:unhideWhenUsed/>
    <w:rsid w:val="009E1A91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semiHidden/>
    <w:unhideWhenUsed/>
    <w:rsid w:val="009E1A91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semiHidden/>
    <w:unhideWhenUsed/>
    <w:rsid w:val="009E1A91"/>
    <w:rPr>
      <w:i/>
      <w:iCs/>
    </w:rPr>
  </w:style>
  <w:style w:type="character" w:styleId="Hyperlink">
    <w:name w:val="Hyperlink"/>
    <w:basedOn w:val="DefaultParagraphFont"/>
    <w:semiHidden/>
    <w:unhideWhenUsed/>
    <w:rsid w:val="009E1A91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semiHidden/>
    <w:unhideWhenUsed/>
    <w:rsid w:val="009E1A91"/>
    <w:pPr>
      <w:ind w:left="220" w:hanging="220"/>
    </w:pPr>
  </w:style>
  <w:style w:type="paragraph" w:styleId="Index2">
    <w:name w:val="index 2"/>
    <w:basedOn w:val="Normal"/>
    <w:next w:val="Normal"/>
    <w:autoRedefine/>
    <w:semiHidden/>
    <w:unhideWhenUsed/>
    <w:rsid w:val="009E1A91"/>
    <w:pPr>
      <w:ind w:left="440" w:hanging="220"/>
    </w:pPr>
  </w:style>
  <w:style w:type="paragraph" w:styleId="Index3">
    <w:name w:val="index 3"/>
    <w:basedOn w:val="Normal"/>
    <w:next w:val="Normal"/>
    <w:autoRedefine/>
    <w:semiHidden/>
    <w:unhideWhenUsed/>
    <w:rsid w:val="009E1A91"/>
    <w:pPr>
      <w:ind w:left="660" w:hanging="220"/>
    </w:pPr>
  </w:style>
  <w:style w:type="paragraph" w:styleId="Index4">
    <w:name w:val="index 4"/>
    <w:basedOn w:val="Normal"/>
    <w:next w:val="Normal"/>
    <w:autoRedefine/>
    <w:semiHidden/>
    <w:unhideWhenUsed/>
    <w:rsid w:val="009E1A91"/>
    <w:pPr>
      <w:ind w:left="880" w:hanging="220"/>
    </w:pPr>
  </w:style>
  <w:style w:type="paragraph" w:styleId="Index5">
    <w:name w:val="index 5"/>
    <w:basedOn w:val="Normal"/>
    <w:next w:val="Normal"/>
    <w:autoRedefine/>
    <w:semiHidden/>
    <w:unhideWhenUsed/>
    <w:rsid w:val="009E1A91"/>
    <w:pPr>
      <w:ind w:left="1100" w:hanging="220"/>
    </w:pPr>
  </w:style>
  <w:style w:type="paragraph" w:styleId="Index6">
    <w:name w:val="index 6"/>
    <w:basedOn w:val="Normal"/>
    <w:next w:val="Normal"/>
    <w:autoRedefine/>
    <w:semiHidden/>
    <w:unhideWhenUsed/>
    <w:rsid w:val="009E1A91"/>
    <w:pPr>
      <w:ind w:left="1320" w:hanging="220"/>
    </w:pPr>
  </w:style>
  <w:style w:type="paragraph" w:styleId="Index7">
    <w:name w:val="index 7"/>
    <w:basedOn w:val="Normal"/>
    <w:next w:val="Normal"/>
    <w:autoRedefine/>
    <w:semiHidden/>
    <w:unhideWhenUsed/>
    <w:rsid w:val="009E1A91"/>
    <w:pPr>
      <w:ind w:left="1540" w:hanging="220"/>
    </w:pPr>
  </w:style>
  <w:style w:type="paragraph" w:styleId="Index8">
    <w:name w:val="index 8"/>
    <w:basedOn w:val="Normal"/>
    <w:next w:val="Normal"/>
    <w:autoRedefine/>
    <w:semiHidden/>
    <w:unhideWhenUsed/>
    <w:rsid w:val="009E1A91"/>
    <w:pPr>
      <w:ind w:left="1760" w:hanging="220"/>
    </w:pPr>
  </w:style>
  <w:style w:type="paragraph" w:styleId="Index9">
    <w:name w:val="index 9"/>
    <w:basedOn w:val="Normal"/>
    <w:next w:val="Normal"/>
    <w:autoRedefine/>
    <w:semiHidden/>
    <w:unhideWhenUsed/>
    <w:rsid w:val="009E1A91"/>
    <w:pPr>
      <w:ind w:left="1980" w:hanging="220"/>
    </w:pPr>
  </w:style>
  <w:style w:type="paragraph" w:styleId="IndexHeading">
    <w:name w:val="index heading"/>
    <w:basedOn w:val="Normal"/>
    <w:next w:val="Index1"/>
    <w:semiHidden/>
    <w:unhideWhenUsed/>
    <w:rsid w:val="009E1A91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437143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437143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437143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437143"/>
    <w:rPr>
      <w:b/>
      <w:bCs/>
      <w:caps w:val="0"/>
      <w:smallCaps/>
      <w:color w:val="365F91" w:themeColor="accent1" w:themeShade="BF"/>
      <w:spacing w:val="5"/>
    </w:rPr>
  </w:style>
  <w:style w:type="table" w:styleId="LightGrid">
    <w:name w:val="Light Grid"/>
    <w:basedOn w:val="TableNormal"/>
    <w:uiPriority w:val="62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rsid w:val="009E1A91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9E1A91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9E1A91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9E1A91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9E1A91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9E1A91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9E1A91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semiHidden/>
    <w:unhideWhenUsed/>
    <w:rsid w:val="009E1A91"/>
  </w:style>
  <w:style w:type="paragraph" w:styleId="List">
    <w:name w:val="List"/>
    <w:basedOn w:val="Normal"/>
    <w:semiHidden/>
    <w:unhideWhenUsed/>
    <w:rsid w:val="009E1A91"/>
    <w:pPr>
      <w:ind w:left="283" w:hanging="283"/>
      <w:contextualSpacing/>
    </w:pPr>
  </w:style>
  <w:style w:type="paragraph" w:styleId="List2">
    <w:name w:val="List 2"/>
    <w:basedOn w:val="Normal"/>
    <w:semiHidden/>
    <w:unhideWhenUsed/>
    <w:rsid w:val="009E1A91"/>
    <w:pPr>
      <w:ind w:left="566" w:hanging="283"/>
      <w:contextualSpacing/>
    </w:pPr>
  </w:style>
  <w:style w:type="paragraph" w:styleId="List3">
    <w:name w:val="List 3"/>
    <w:basedOn w:val="Normal"/>
    <w:semiHidden/>
    <w:unhideWhenUsed/>
    <w:rsid w:val="009E1A91"/>
    <w:pPr>
      <w:ind w:left="849" w:hanging="283"/>
      <w:contextualSpacing/>
    </w:pPr>
  </w:style>
  <w:style w:type="paragraph" w:styleId="List4">
    <w:name w:val="List 4"/>
    <w:basedOn w:val="Normal"/>
    <w:semiHidden/>
    <w:unhideWhenUsed/>
    <w:rsid w:val="009E1A91"/>
    <w:pPr>
      <w:ind w:left="1132" w:hanging="283"/>
      <w:contextualSpacing/>
    </w:pPr>
  </w:style>
  <w:style w:type="paragraph" w:styleId="List5">
    <w:name w:val="List 5"/>
    <w:basedOn w:val="Normal"/>
    <w:semiHidden/>
    <w:unhideWhenUsed/>
    <w:rsid w:val="009E1A91"/>
    <w:pPr>
      <w:ind w:left="1415" w:hanging="283"/>
      <w:contextualSpacing/>
    </w:pPr>
  </w:style>
  <w:style w:type="paragraph" w:styleId="ListBullet">
    <w:name w:val="List Bullet"/>
    <w:basedOn w:val="Normal"/>
    <w:semiHidden/>
    <w:unhideWhenUsed/>
    <w:rsid w:val="009E1A91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9E1A91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9E1A91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9E1A91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9E1A91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9E1A9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unhideWhenUsed/>
    <w:rsid w:val="009E1A9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unhideWhenUsed/>
    <w:rsid w:val="009E1A9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unhideWhenUsed/>
    <w:rsid w:val="009E1A9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unhideWhenUsed/>
    <w:rsid w:val="009E1A91"/>
    <w:pPr>
      <w:spacing w:after="120"/>
      <w:ind w:left="1415"/>
      <w:contextualSpacing/>
    </w:pPr>
  </w:style>
  <w:style w:type="paragraph" w:styleId="ListNumber">
    <w:name w:val="List Number"/>
    <w:basedOn w:val="Normal"/>
    <w:semiHidden/>
    <w:unhideWhenUsed/>
    <w:rsid w:val="009E1A91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9E1A91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9E1A91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9E1A91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9E1A91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9E1A91"/>
    <w:pPr>
      <w:ind w:left="720"/>
      <w:contextualSpacing/>
    </w:pPr>
  </w:style>
  <w:style w:type="table" w:customStyle="1" w:styleId="ListTable1Light">
    <w:name w:val="List Table 1 Light"/>
    <w:basedOn w:val="TableNormal"/>
    <w:uiPriority w:val="46"/>
    <w:rsid w:val="009E1A9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TableNormal"/>
    <w:uiPriority w:val="46"/>
    <w:rsid w:val="009E1A9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1LightAccent2">
    <w:name w:val="List Table 1 Light Accent 2"/>
    <w:basedOn w:val="TableNormal"/>
    <w:uiPriority w:val="46"/>
    <w:rsid w:val="009E1A9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1LightAccent3">
    <w:name w:val="List Table 1 Light Accent 3"/>
    <w:basedOn w:val="TableNormal"/>
    <w:uiPriority w:val="46"/>
    <w:rsid w:val="009E1A9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1LightAccent4">
    <w:name w:val="List Table 1 Light Accent 4"/>
    <w:basedOn w:val="TableNormal"/>
    <w:uiPriority w:val="46"/>
    <w:rsid w:val="009E1A9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1LightAccent5">
    <w:name w:val="List Table 1 Light Accent 5"/>
    <w:basedOn w:val="TableNormal"/>
    <w:uiPriority w:val="46"/>
    <w:rsid w:val="009E1A9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1LightAccent6">
    <w:name w:val="List Table 1 Light Accent 6"/>
    <w:basedOn w:val="TableNormal"/>
    <w:uiPriority w:val="46"/>
    <w:rsid w:val="009E1A9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2">
    <w:name w:val="List Table 2"/>
    <w:basedOn w:val="TableNormal"/>
    <w:uiPriority w:val="47"/>
    <w:rsid w:val="009E1A91"/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1">
    <w:name w:val="List Table 2 Accent 1"/>
    <w:basedOn w:val="TableNormal"/>
    <w:uiPriority w:val="47"/>
    <w:rsid w:val="009E1A91"/>
    <w:tblPr>
      <w:tblStyleRowBandSize w:val="1"/>
      <w:tblStyleColBandSize w:val="1"/>
      <w:tblInd w:w="0" w:type="dxa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2Accent2">
    <w:name w:val="List Table 2 Accent 2"/>
    <w:basedOn w:val="TableNormal"/>
    <w:uiPriority w:val="47"/>
    <w:rsid w:val="009E1A91"/>
    <w:tblPr>
      <w:tblStyleRowBandSize w:val="1"/>
      <w:tblStyleColBandSize w:val="1"/>
      <w:tblInd w:w="0" w:type="dxa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2Accent3">
    <w:name w:val="List Table 2 Accent 3"/>
    <w:basedOn w:val="TableNormal"/>
    <w:uiPriority w:val="47"/>
    <w:rsid w:val="009E1A91"/>
    <w:tblPr>
      <w:tblStyleRowBandSize w:val="1"/>
      <w:tblStyleColBandSize w:val="1"/>
      <w:tblInd w:w="0" w:type="dxa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TableNormal"/>
    <w:uiPriority w:val="47"/>
    <w:rsid w:val="009E1A91"/>
    <w:tblPr>
      <w:tblStyleRowBandSize w:val="1"/>
      <w:tblStyleColBandSize w:val="1"/>
      <w:tblInd w:w="0" w:type="dxa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TableNormal"/>
    <w:uiPriority w:val="47"/>
    <w:rsid w:val="009E1A91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6">
    <w:name w:val="List Table 2 Accent 6"/>
    <w:basedOn w:val="TableNormal"/>
    <w:uiPriority w:val="47"/>
    <w:rsid w:val="009E1A91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3">
    <w:name w:val="List Table 3"/>
    <w:basedOn w:val="TableNormal"/>
    <w:uiPriority w:val="48"/>
    <w:rsid w:val="009E1A91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TableNormal"/>
    <w:uiPriority w:val="48"/>
    <w:rsid w:val="009E1A91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ListTable3Accent2">
    <w:name w:val="List Table 3 Accent 2"/>
    <w:basedOn w:val="TableNormal"/>
    <w:uiPriority w:val="48"/>
    <w:rsid w:val="009E1A91"/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ListTable3Accent3">
    <w:name w:val="List Table 3 Accent 3"/>
    <w:basedOn w:val="TableNormal"/>
    <w:uiPriority w:val="48"/>
    <w:rsid w:val="009E1A91"/>
    <w:tblPr>
      <w:tblStyleRowBandSize w:val="1"/>
      <w:tblStyleColBandSize w:val="1"/>
      <w:tblInd w:w="0" w:type="dxa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customStyle="1" w:styleId="ListTable3Accent4">
    <w:name w:val="List Table 3 Accent 4"/>
    <w:basedOn w:val="TableNormal"/>
    <w:uiPriority w:val="48"/>
    <w:rsid w:val="009E1A91"/>
    <w:tblPr>
      <w:tblStyleRowBandSize w:val="1"/>
      <w:tblStyleColBandSize w:val="1"/>
      <w:tblInd w:w="0" w:type="dxa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customStyle="1" w:styleId="ListTable3Accent5">
    <w:name w:val="List Table 3 Accent 5"/>
    <w:basedOn w:val="TableNormal"/>
    <w:uiPriority w:val="48"/>
    <w:rsid w:val="009E1A91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ListTable3Accent6">
    <w:name w:val="List Table 3 Accent 6"/>
    <w:basedOn w:val="TableNormal"/>
    <w:uiPriority w:val="48"/>
    <w:rsid w:val="009E1A91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customStyle="1" w:styleId="ListTable4">
    <w:name w:val="List Table 4"/>
    <w:basedOn w:val="TableNormal"/>
    <w:uiPriority w:val="49"/>
    <w:rsid w:val="009E1A91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TableNormal"/>
    <w:uiPriority w:val="49"/>
    <w:rsid w:val="009E1A91"/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4Accent2">
    <w:name w:val="List Table 4 Accent 2"/>
    <w:basedOn w:val="TableNormal"/>
    <w:uiPriority w:val="49"/>
    <w:rsid w:val="009E1A91"/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4Accent3">
    <w:name w:val="List Table 4 Accent 3"/>
    <w:basedOn w:val="TableNormal"/>
    <w:uiPriority w:val="49"/>
    <w:rsid w:val="009E1A91"/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4Accent4">
    <w:name w:val="List Table 4 Accent 4"/>
    <w:basedOn w:val="TableNormal"/>
    <w:uiPriority w:val="49"/>
    <w:rsid w:val="009E1A91"/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4Accent5">
    <w:name w:val="List Table 4 Accent 5"/>
    <w:basedOn w:val="TableNormal"/>
    <w:uiPriority w:val="49"/>
    <w:rsid w:val="009E1A91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4Accent6">
    <w:name w:val="List Table 4 Accent 6"/>
    <w:basedOn w:val="TableNormal"/>
    <w:uiPriority w:val="49"/>
    <w:rsid w:val="009E1A91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5Dark">
    <w:name w:val="List Table 5 Dark"/>
    <w:basedOn w:val="TableNormal"/>
    <w:uiPriority w:val="50"/>
    <w:rsid w:val="009E1A91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TableNormal"/>
    <w:uiPriority w:val="50"/>
    <w:rsid w:val="009E1A91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TableNormal"/>
    <w:uiPriority w:val="50"/>
    <w:rsid w:val="009E1A91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TableNormal"/>
    <w:uiPriority w:val="50"/>
    <w:rsid w:val="009E1A91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TableNormal"/>
    <w:uiPriority w:val="50"/>
    <w:rsid w:val="009E1A91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TableNormal"/>
    <w:uiPriority w:val="50"/>
    <w:rsid w:val="009E1A91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TableNormal"/>
    <w:uiPriority w:val="50"/>
    <w:rsid w:val="009E1A91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TableNormal"/>
    <w:uiPriority w:val="51"/>
    <w:rsid w:val="009E1A91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Accent1">
    <w:name w:val="List Table 6 Colorful Accent 1"/>
    <w:basedOn w:val="TableNormal"/>
    <w:uiPriority w:val="51"/>
    <w:rsid w:val="009E1A91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6ColorfulAccent2">
    <w:name w:val="List Table 6 Colorful Accent 2"/>
    <w:basedOn w:val="TableNormal"/>
    <w:uiPriority w:val="51"/>
    <w:rsid w:val="009E1A91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C0504D" w:themeColor="accent2"/>
        <w:bottom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6ColorfulAccent3">
    <w:name w:val="List Table 6 Colorful Accent 3"/>
    <w:basedOn w:val="TableNormal"/>
    <w:uiPriority w:val="51"/>
    <w:rsid w:val="009E1A91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9BBB59" w:themeColor="accent3"/>
        <w:bottom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6ColorfulAccent4">
    <w:name w:val="List Table 6 Colorful Accent 4"/>
    <w:basedOn w:val="TableNormal"/>
    <w:uiPriority w:val="51"/>
    <w:rsid w:val="009E1A91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4" w:space="0" w:color="8064A2" w:themeColor="accent4"/>
        <w:bottom w:val="single" w:sz="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6ColorfulAccent5">
    <w:name w:val="List Table 6 Colorful Accent 5"/>
    <w:basedOn w:val="TableNormal"/>
    <w:uiPriority w:val="51"/>
    <w:rsid w:val="009E1A91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4BACC6" w:themeColor="accent5"/>
        <w:bottom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6ColorfulAccent6">
    <w:name w:val="List Table 6 Colorful Accent 6"/>
    <w:basedOn w:val="TableNormal"/>
    <w:uiPriority w:val="51"/>
    <w:rsid w:val="009E1A91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4" w:space="0" w:color="F79646" w:themeColor="accent6"/>
        <w:bottom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7Colorful">
    <w:name w:val="List Table 7 Colorful"/>
    <w:basedOn w:val="TableNormal"/>
    <w:uiPriority w:val="52"/>
    <w:rsid w:val="009E1A91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TableNormal"/>
    <w:uiPriority w:val="52"/>
    <w:rsid w:val="009E1A91"/>
    <w:rPr>
      <w:color w:val="365F91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TableNormal"/>
    <w:uiPriority w:val="52"/>
    <w:rsid w:val="009E1A91"/>
    <w:rPr>
      <w:color w:val="943634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TableNormal"/>
    <w:uiPriority w:val="52"/>
    <w:rsid w:val="009E1A91"/>
    <w:rPr>
      <w:color w:val="76923C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TableNormal"/>
    <w:uiPriority w:val="52"/>
    <w:rsid w:val="009E1A91"/>
    <w:rPr>
      <w:color w:val="5F497A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TableNormal"/>
    <w:uiPriority w:val="52"/>
    <w:rsid w:val="009E1A91"/>
    <w:rPr>
      <w:color w:val="31849B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TableNormal"/>
    <w:uiPriority w:val="52"/>
    <w:rsid w:val="009E1A91"/>
    <w:rPr>
      <w:color w:val="E36C0A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semiHidden/>
    <w:unhideWhenUsed/>
    <w:rsid w:val="009E1A9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9E1A91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9E1A91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9E1A91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9E1A91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9E1A91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9E1A91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9E1A91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9E1A91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9E1A91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9E1A91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9E1A91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9E1A91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9E1A91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9E1A91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9E1A91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DefaultParagraphFont"/>
    <w:uiPriority w:val="99"/>
    <w:semiHidden/>
    <w:unhideWhenUsed/>
    <w:rsid w:val="009E1A91"/>
    <w:rPr>
      <w:color w:val="2B579A"/>
      <w:shd w:val="clear" w:color="auto" w:fill="E6E6E6"/>
    </w:rPr>
  </w:style>
  <w:style w:type="paragraph" w:styleId="MessageHeader">
    <w:name w:val="Message Header"/>
    <w:basedOn w:val="Normal"/>
    <w:link w:val="MessageHeaderChar"/>
    <w:semiHidden/>
    <w:unhideWhenUsed/>
    <w:rsid w:val="009E1A9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9E1A91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9E1A91"/>
  </w:style>
  <w:style w:type="paragraph" w:styleId="NormalWeb">
    <w:name w:val="Normal (Web)"/>
    <w:basedOn w:val="Normal"/>
    <w:semiHidden/>
    <w:unhideWhenUsed/>
    <w:rsid w:val="009E1A91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9E1A91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9E1A91"/>
  </w:style>
  <w:style w:type="character" w:customStyle="1" w:styleId="NoteHeadingChar">
    <w:name w:val="Note Heading Char"/>
    <w:basedOn w:val="DefaultParagraphFont"/>
    <w:link w:val="NoteHeading"/>
    <w:semiHidden/>
    <w:rsid w:val="009E1A91"/>
  </w:style>
  <w:style w:type="character" w:styleId="PageNumber">
    <w:name w:val="page number"/>
    <w:basedOn w:val="DefaultParagraphFont"/>
    <w:semiHidden/>
    <w:unhideWhenUsed/>
    <w:rsid w:val="009E1A91"/>
  </w:style>
  <w:style w:type="table" w:customStyle="1" w:styleId="PlainTable1">
    <w:name w:val="Plain Table 1"/>
    <w:basedOn w:val="TableNormal"/>
    <w:uiPriority w:val="41"/>
    <w:rsid w:val="009E1A91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Normal"/>
    <w:uiPriority w:val="42"/>
    <w:rsid w:val="009E1A91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TableNormal"/>
    <w:uiPriority w:val="43"/>
    <w:rsid w:val="009E1A9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9E1A9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9E1A9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semiHidden/>
    <w:unhideWhenUsed/>
    <w:rsid w:val="009E1A91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9E1A91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9E1A9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9E1A91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9E1A91"/>
  </w:style>
  <w:style w:type="character" w:customStyle="1" w:styleId="SalutationChar">
    <w:name w:val="Salutation Char"/>
    <w:basedOn w:val="DefaultParagraphFont"/>
    <w:link w:val="Salutation"/>
    <w:semiHidden/>
    <w:rsid w:val="009E1A91"/>
  </w:style>
  <w:style w:type="paragraph" w:styleId="Signature">
    <w:name w:val="Signature"/>
    <w:basedOn w:val="Normal"/>
    <w:link w:val="SignatureChar"/>
    <w:semiHidden/>
    <w:unhideWhenUsed/>
    <w:rsid w:val="009E1A91"/>
    <w:pPr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9E1A91"/>
  </w:style>
  <w:style w:type="character" w:customStyle="1" w:styleId="SmartHyperlink1">
    <w:name w:val="Smart Hyperlink1"/>
    <w:basedOn w:val="DefaultParagraphFont"/>
    <w:uiPriority w:val="99"/>
    <w:semiHidden/>
    <w:unhideWhenUsed/>
    <w:rsid w:val="009E1A91"/>
    <w:rPr>
      <w:u w:val="dotted"/>
    </w:rPr>
  </w:style>
  <w:style w:type="character" w:styleId="Strong">
    <w:name w:val="Strong"/>
    <w:basedOn w:val="DefaultParagraphFont"/>
    <w:semiHidden/>
    <w:unhideWhenUsed/>
    <w:qFormat/>
    <w:rsid w:val="009E1A91"/>
    <w:rPr>
      <w:b/>
      <w:bCs/>
    </w:rPr>
  </w:style>
  <w:style w:type="paragraph" w:styleId="Subtitle">
    <w:name w:val="Subtitle"/>
    <w:basedOn w:val="Normal"/>
    <w:next w:val="Normal"/>
    <w:link w:val="SubtitleChar"/>
    <w:semiHidden/>
    <w:unhideWhenUsed/>
    <w:qFormat/>
    <w:rsid w:val="009E1A91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semiHidden/>
    <w:rsid w:val="009E1A91"/>
    <w:rPr>
      <w:rFonts w:eastAsiaTheme="minorEastAsia" w:cstheme="minorBidi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9E1A91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9E1A91"/>
    <w:rPr>
      <w:smallCaps/>
      <w:color w:val="5A5A5A" w:themeColor="text1" w:themeTint="A5"/>
    </w:rPr>
  </w:style>
  <w:style w:type="table" w:styleId="Table3Deffects1">
    <w:name w:val="Table 3D effects 1"/>
    <w:basedOn w:val="TableNormal"/>
    <w:semiHidden/>
    <w:unhideWhenUsed/>
    <w:rsid w:val="009E1A9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9E1A91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9E1A9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9E1A91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9E1A91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9E1A91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9E1A91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9E1A91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9E1A91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9E1A91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9E1A91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9E1A91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9E1A91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9E1A91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9E1A91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9E1A91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9E1A91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unhideWhenUsed/>
    <w:rsid w:val="009E1A91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9E1A91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9E1A91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9E1A91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9E1A91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9E1A91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9E1A91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9E1A91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TableNormal"/>
    <w:uiPriority w:val="40"/>
    <w:rsid w:val="009E1A91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List1">
    <w:name w:val="Table List 1"/>
    <w:basedOn w:val="TableNormal"/>
    <w:semiHidden/>
    <w:unhideWhenUsed/>
    <w:rsid w:val="009E1A91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9E1A91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9E1A91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9E1A91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9E1A91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9E1A91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9E1A91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9E1A91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unhideWhenUsed/>
    <w:rsid w:val="009E1A91"/>
    <w:pPr>
      <w:ind w:left="220" w:hanging="220"/>
    </w:pPr>
  </w:style>
  <w:style w:type="paragraph" w:styleId="TableofFigures">
    <w:name w:val="table of figures"/>
    <w:basedOn w:val="Normal"/>
    <w:next w:val="Normal"/>
    <w:semiHidden/>
    <w:unhideWhenUsed/>
    <w:rsid w:val="009E1A91"/>
  </w:style>
  <w:style w:type="table" w:styleId="TableProfessional">
    <w:name w:val="Table Professional"/>
    <w:basedOn w:val="TableNormal"/>
    <w:semiHidden/>
    <w:unhideWhenUsed/>
    <w:rsid w:val="009E1A91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9E1A91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9E1A9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9E1A91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9E1A91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9E1A91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15141C"/>
    <w:tblPr>
      <w:tblInd w:w="0" w:type="dxa"/>
      <w:tblBorders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table" w:styleId="TableWeb1">
    <w:name w:val="Table Web 1"/>
    <w:basedOn w:val="TableNormal"/>
    <w:semiHidden/>
    <w:unhideWhenUsed/>
    <w:rsid w:val="009E1A91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9E1A91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9E1A91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semiHidden/>
    <w:unhideWhenUsed/>
    <w:qFormat/>
    <w:rsid w:val="009E1A9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semiHidden/>
    <w:rsid w:val="009E1A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semiHidden/>
    <w:unhideWhenUsed/>
    <w:rsid w:val="009E1A91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9E1A91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9E1A91"/>
    <w:pPr>
      <w:spacing w:after="100"/>
      <w:ind w:left="220"/>
    </w:pPr>
  </w:style>
  <w:style w:type="paragraph" w:styleId="TOC3">
    <w:name w:val="toc 3"/>
    <w:basedOn w:val="Normal"/>
    <w:next w:val="Normal"/>
    <w:autoRedefine/>
    <w:semiHidden/>
    <w:unhideWhenUsed/>
    <w:rsid w:val="009E1A91"/>
    <w:pPr>
      <w:spacing w:after="100"/>
      <w:ind w:left="440"/>
    </w:pPr>
  </w:style>
  <w:style w:type="paragraph" w:styleId="TOC4">
    <w:name w:val="toc 4"/>
    <w:basedOn w:val="Normal"/>
    <w:next w:val="Normal"/>
    <w:autoRedefine/>
    <w:semiHidden/>
    <w:unhideWhenUsed/>
    <w:rsid w:val="009E1A91"/>
    <w:pPr>
      <w:spacing w:after="100"/>
      <w:ind w:left="660"/>
    </w:pPr>
  </w:style>
  <w:style w:type="paragraph" w:styleId="TOC5">
    <w:name w:val="toc 5"/>
    <w:basedOn w:val="Normal"/>
    <w:next w:val="Normal"/>
    <w:autoRedefine/>
    <w:semiHidden/>
    <w:unhideWhenUsed/>
    <w:rsid w:val="009E1A91"/>
    <w:pPr>
      <w:spacing w:after="100"/>
      <w:ind w:left="880"/>
    </w:pPr>
  </w:style>
  <w:style w:type="paragraph" w:styleId="TOC6">
    <w:name w:val="toc 6"/>
    <w:basedOn w:val="Normal"/>
    <w:next w:val="Normal"/>
    <w:autoRedefine/>
    <w:semiHidden/>
    <w:unhideWhenUsed/>
    <w:rsid w:val="009E1A91"/>
    <w:pPr>
      <w:spacing w:after="100"/>
      <w:ind w:left="1100"/>
    </w:pPr>
  </w:style>
  <w:style w:type="paragraph" w:styleId="TOC7">
    <w:name w:val="toc 7"/>
    <w:basedOn w:val="Normal"/>
    <w:next w:val="Normal"/>
    <w:autoRedefine/>
    <w:semiHidden/>
    <w:unhideWhenUsed/>
    <w:rsid w:val="009E1A91"/>
    <w:pPr>
      <w:spacing w:after="100"/>
      <w:ind w:left="1320"/>
    </w:pPr>
  </w:style>
  <w:style w:type="paragraph" w:styleId="TOC8">
    <w:name w:val="toc 8"/>
    <w:basedOn w:val="Normal"/>
    <w:next w:val="Normal"/>
    <w:autoRedefine/>
    <w:semiHidden/>
    <w:unhideWhenUsed/>
    <w:rsid w:val="009E1A91"/>
    <w:pPr>
      <w:spacing w:after="100"/>
      <w:ind w:left="1540"/>
    </w:pPr>
  </w:style>
  <w:style w:type="paragraph" w:styleId="TOC9">
    <w:name w:val="toc 9"/>
    <w:basedOn w:val="Normal"/>
    <w:next w:val="Normal"/>
    <w:autoRedefine/>
    <w:semiHidden/>
    <w:unhideWhenUsed/>
    <w:rsid w:val="009E1A91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E1A91"/>
    <w:pPr>
      <w:keepNext/>
      <w:keepLines/>
      <w:spacing w:before="240"/>
      <w:outlineLvl w:val="9"/>
    </w:pPr>
    <w:rPr>
      <w:rFonts w:eastAsiaTheme="majorEastAsia" w:cstheme="majorBidi"/>
      <w:b w:val="0"/>
      <w:smallCaps w:val="0"/>
      <w:color w:val="365F91" w:themeColor="accent1" w:themeShade="BF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37143"/>
    <w:rPr>
      <w:color w:val="595959" w:themeColor="text1" w:themeTint="A6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Batang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7143"/>
  </w:style>
  <w:style w:type="paragraph" w:styleId="Heading1">
    <w:name w:val="heading 1"/>
    <w:basedOn w:val="Normal"/>
    <w:next w:val="Normal"/>
    <w:qFormat/>
    <w:rsid w:val="000807D1"/>
    <w:pPr>
      <w:outlineLvl w:val="0"/>
    </w:pPr>
    <w:rPr>
      <w:rFonts w:asciiTheme="majorHAnsi" w:hAnsiTheme="majorHAnsi" w:cs="Tahoma"/>
      <w:b/>
      <w:smallCaps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807D1"/>
    <w:pPr>
      <w:outlineLvl w:val="1"/>
    </w:pPr>
    <w:rPr>
      <w:rFonts w:asciiTheme="majorHAnsi" w:hAnsiTheme="majorHAnsi" w:cs="Tahoma"/>
      <w:b/>
    </w:rPr>
  </w:style>
  <w:style w:type="paragraph" w:styleId="Heading3">
    <w:name w:val="heading 3"/>
    <w:basedOn w:val="Normal"/>
    <w:next w:val="Normal"/>
    <w:semiHidden/>
    <w:unhideWhenUsed/>
    <w:rsid w:val="0002345E"/>
    <w:pPr>
      <w:jc w:val="center"/>
      <w:outlineLvl w:val="2"/>
    </w:pPr>
    <w:rPr>
      <w:rFonts w:ascii="Tahoma" w:hAnsi="Tahoma" w:cs="Tahoma"/>
      <w:b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9E1A9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E1A9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E1A9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E1A91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E1A91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E1A91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27800"/>
    <w:rPr>
      <w:rFonts w:ascii="Tahoma" w:hAnsi="Tahoma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8453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533D"/>
    <w:rPr>
      <w:rFonts w:asciiTheme="minorHAnsi" w:hAnsiTheme="minorHAnsi"/>
      <w:sz w:val="24"/>
      <w:szCs w:val="24"/>
      <w:lang w:eastAsia="ko-KR"/>
    </w:rPr>
  </w:style>
  <w:style w:type="paragraph" w:styleId="Footer">
    <w:name w:val="footer"/>
    <w:basedOn w:val="Normal"/>
    <w:qFormat/>
    <w:rsid w:val="000807D1"/>
  </w:style>
  <w:style w:type="character" w:customStyle="1" w:styleId="Heading2Char">
    <w:name w:val="Heading 2 Char"/>
    <w:basedOn w:val="DefaultParagraphFont"/>
    <w:link w:val="Heading2"/>
    <w:rsid w:val="000807D1"/>
    <w:rPr>
      <w:rFonts w:asciiTheme="majorHAnsi" w:hAnsiTheme="majorHAnsi" w:cs="Tahoma"/>
      <w:b/>
      <w:sz w:val="22"/>
      <w:szCs w:val="24"/>
      <w:lang w:eastAsia="ko-KR"/>
    </w:rPr>
  </w:style>
  <w:style w:type="character" w:styleId="PlaceholderText">
    <w:name w:val="Placeholder Text"/>
    <w:basedOn w:val="DefaultParagraphFont"/>
    <w:uiPriority w:val="99"/>
    <w:semiHidden/>
    <w:rsid w:val="00437143"/>
    <w:rPr>
      <w:color w:val="595959" w:themeColor="text1" w:themeTint="A6"/>
    </w:rPr>
  </w:style>
  <w:style w:type="paragraph" w:styleId="BalloonText">
    <w:name w:val="Balloon Text"/>
    <w:basedOn w:val="Normal"/>
    <w:link w:val="BalloonTextChar"/>
    <w:semiHidden/>
    <w:unhideWhenUsed/>
    <w:rsid w:val="009E1A91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9E1A91"/>
    <w:rPr>
      <w:rFonts w:ascii="Segoe UI" w:hAnsi="Segoe UI" w:cs="Segoe UI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9E1A91"/>
  </w:style>
  <w:style w:type="paragraph" w:styleId="BlockText">
    <w:name w:val="Block Text"/>
    <w:basedOn w:val="Normal"/>
    <w:semiHidden/>
    <w:unhideWhenUsed/>
    <w:rsid w:val="00437143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rFonts w:eastAsiaTheme="minorEastAsia" w:cstheme="minorBidi"/>
      <w:i/>
      <w:iCs/>
      <w:color w:val="365F91" w:themeColor="accent1" w:themeShade="BF"/>
    </w:rPr>
  </w:style>
  <w:style w:type="paragraph" w:styleId="BodyText">
    <w:name w:val="Body Text"/>
    <w:basedOn w:val="Normal"/>
    <w:link w:val="BodyTextChar"/>
    <w:semiHidden/>
    <w:unhideWhenUsed/>
    <w:rsid w:val="009E1A91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9E1A91"/>
  </w:style>
  <w:style w:type="paragraph" w:styleId="BodyText2">
    <w:name w:val="Body Text 2"/>
    <w:basedOn w:val="Normal"/>
    <w:link w:val="BodyText2Char"/>
    <w:semiHidden/>
    <w:unhideWhenUsed/>
    <w:rsid w:val="009E1A9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9E1A91"/>
  </w:style>
  <w:style w:type="paragraph" w:styleId="BodyText3">
    <w:name w:val="Body Text 3"/>
    <w:basedOn w:val="Normal"/>
    <w:link w:val="BodyText3Char"/>
    <w:semiHidden/>
    <w:unhideWhenUsed/>
    <w:rsid w:val="009E1A91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9E1A91"/>
    <w:rPr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9E1A91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9E1A91"/>
  </w:style>
  <w:style w:type="paragraph" w:styleId="BodyTextIndent">
    <w:name w:val="Body Text Indent"/>
    <w:basedOn w:val="Normal"/>
    <w:link w:val="BodyTextIndentChar"/>
    <w:semiHidden/>
    <w:unhideWhenUsed/>
    <w:rsid w:val="009E1A9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9E1A91"/>
  </w:style>
  <w:style w:type="paragraph" w:styleId="BodyTextFirstIndent2">
    <w:name w:val="Body Text First Indent 2"/>
    <w:basedOn w:val="BodyTextIndent"/>
    <w:link w:val="BodyTextFirstIndent2Char"/>
    <w:semiHidden/>
    <w:unhideWhenUsed/>
    <w:rsid w:val="009E1A91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9E1A91"/>
  </w:style>
  <w:style w:type="paragraph" w:styleId="BodyTextIndent2">
    <w:name w:val="Body Text Indent 2"/>
    <w:basedOn w:val="Normal"/>
    <w:link w:val="BodyTextIndent2Char"/>
    <w:semiHidden/>
    <w:unhideWhenUsed/>
    <w:rsid w:val="009E1A9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9E1A91"/>
  </w:style>
  <w:style w:type="paragraph" w:styleId="BodyTextIndent3">
    <w:name w:val="Body Text Indent 3"/>
    <w:basedOn w:val="Normal"/>
    <w:link w:val="BodyTextIndent3Char"/>
    <w:semiHidden/>
    <w:unhideWhenUsed/>
    <w:rsid w:val="009E1A91"/>
    <w:pPr>
      <w:spacing w:after="120"/>
      <w:ind w:left="283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9E1A91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9E1A91"/>
    <w:rPr>
      <w:b/>
      <w:bCs/>
      <w:i/>
      <w:iCs/>
      <w:spacing w:val="5"/>
    </w:rPr>
  </w:style>
  <w:style w:type="paragraph" w:styleId="Caption">
    <w:name w:val="caption"/>
    <w:basedOn w:val="Normal"/>
    <w:next w:val="Normal"/>
    <w:semiHidden/>
    <w:unhideWhenUsed/>
    <w:qFormat/>
    <w:rsid w:val="009E1A91"/>
    <w:pPr>
      <w:spacing w:after="200"/>
    </w:pPr>
    <w:rPr>
      <w:i/>
      <w:iCs/>
      <w:color w:val="1F497D" w:themeColor="text2"/>
      <w:szCs w:val="18"/>
    </w:rPr>
  </w:style>
  <w:style w:type="paragraph" w:styleId="Closing">
    <w:name w:val="Closing"/>
    <w:basedOn w:val="Normal"/>
    <w:link w:val="ClosingChar"/>
    <w:semiHidden/>
    <w:unhideWhenUsed/>
    <w:rsid w:val="009E1A91"/>
    <w:pPr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9E1A91"/>
  </w:style>
  <w:style w:type="table" w:styleId="ColorfulGrid">
    <w:name w:val="Colorful Grid"/>
    <w:basedOn w:val="TableNormal"/>
    <w:uiPriority w:val="73"/>
    <w:semiHidden/>
    <w:unhideWhenUsed/>
    <w:rsid w:val="009E1A91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9E1A91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9E1A91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9E1A91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9E1A91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9E1A91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9E1A91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9E1A91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9E1A91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9E1A91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9E1A91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9E1A91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9E1A91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9E1A91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9E1A91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9E1A91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9E1A91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9E1A91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9E1A91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9E1A91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9E1A91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semiHidden/>
    <w:unhideWhenUsed/>
    <w:rsid w:val="009E1A91"/>
    <w:rPr>
      <w:sz w:val="22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E1A91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E1A91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E1A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E1A91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9E1A91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9E1A91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9E1A91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9E1A91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9E1A91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9E1A91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9E1A91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har"/>
    <w:semiHidden/>
    <w:unhideWhenUsed/>
    <w:rsid w:val="009E1A91"/>
  </w:style>
  <w:style w:type="character" w:customStyle="1" w:styleId="DateChar">
    <w:name w:val="Date Char"/>
    <w:basedOn w:val="DefaultParagraphFont"/>
    <w:link w:val="Date"/>
    <w:semiHidden/>
    <w:rsid w:val="009E1A91"/>
  </w:style>
  <w:style w:type="paragraph" w:styleId="DocumentMap">
    <w:name w:val="Document Map"/>
    <w:basedOn w:val="Normal"/>
    <w:link w:val="DocumentMapChar"/>
    <w:semiHidden/>
    <w:unhideWhenUsed/>
    <w:rsid w:val="009E1A91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9E1A91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9E1A91"/>
  </w:style>
  <w:style w:type="character" w:customStyle="1" w:styleId="E-mailSignatureChar">
    <w:name w:val="E-mail Signature Char"/>
    <w:basedOn w:val="DefaultParagraphFont"/>
    <w:link w:val="E-mailSignature"/>
    <w:semiHidden/>
    <w:rsid w:val="009E1A91"/>
  </w:style>
  <w:style w:type="character" w:styleId="Emphasis">
    <w:name w:val="Emphasis"/>
    <w:basedOn w:val="DefaultParagraphFont"/>
    <w:semiHidden/>
    <w:unhideWhenUsed/>
    <w:qFormat/>
    <w:rsid w:val="009E1A91"/>
    <w:rPr>
      <w:i/>
      <w:iCs/>
    </w:rPr>
  </w:style>
  <w:style w:type="character" w:styleId="EndnoteReference">
    <w:name w:val="endnote reference"/>
    <w:basedOn w:val="DefaultParagraphFont"/>
    <w:semiHidden/>
    <w:unhideWhenUsed/>
    <w:rsid w:val="009E1A91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9E1A91"/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9E1A91"/>
    <w:rPr>
      <w:szCs w:val="20"/>
    </w:rPr>
  </w:style>
  <w:style w:type="paragraph" w:styleId="EnvelopeAddress">
    <w:name w:val="envelope address"/>
    <w:basedOn w:val="Normal"/>
    <w:semiHidden/>
    <w:unhideWhenUsed/>
    <w:rsid w:val="009E1A9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9E1A91"/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semiHidden/>
    <w:unhideWhenUsed/>
    <w:rsid w:val="009E1A91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semiHidden/>
    <w:unhideWhenUsed/>
    <w:rsid w:val="009E1A91"/>
    <w:rPr>
      <w:vertAlign w:val="superscript"/>
    </w:rPr>
  </w:style>
  <w:style w:type="paragraph" w:styleId="FootnoteText">
    <w:name w:val="footnote text"/>
    <w:basedOn w:val="Normal"/>
    <w:link w:val="FootnoteTextChar"/>
    <w:semiHidden/>
    <w:unhideWhenUsed/>
    <w:rsid w:val="009E1A91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E1A91"/>
    <w:rPr>
      <w:szCs w:val="20"/>
    </w:rPr>
  </w:style>
  <w:style w:type="table" w:customStyle="1" w:styleId="GridTable1Light">
    <w:name w:val="Grid Table 1 Light"/>
    <w:basedOn w:val="TableNormal"/>
    <w:uiPriority w:val="46"/>
    <w:rsid w:val="009E1A91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leNormal"/>
    <w:uiPriority w:val="46"/>
    <w:rsid w:val="009E1A91"/>
    <w:tblPr>
      <w:tblStyleRowBandSize w:val="1"/>
      <w:tblStyleColBandSize w:val="1"/>
      <w:tblInd w:w="0" w:type="dxa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9E1A91"/>
    <w:tblPr>
      <w:tblStyleRowBandSize w:val="1"/>
      <w:tblStyleColBandSize w:val="1"/>
      <w:tblInd w:w="0" w:type="dxa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TableNormal"/>
    <w:uiPriority w:val="46"/>
    <w:rsid w:val="009E1A91"/>
    <w:tblPr>
      <w:tblStyleRowBandSize w:val="1"/>
      <w:tblStyleColBandSize w:val="1"/>
      <w:tblInd w:w="0" w:type="dxa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TableNormal"/>
    <w:uiPriority w:val="46"/>
    <w:rsid w:val="009E1A91"/>
    <w:tblPr>
      <w:tblStyleRowBandSize w:val="1"/>
      <w:tblStyleColBandSize w:val="1"/>
      <w:tblInd w:w="0" w:type="dxa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TableNormal"/>
    <w:uiPriority w:val="46"/>
    <w:rsid w:val="009E1A91"/>
    <w:tblPr>
      <w:tblStyleRowBandSize w:val="1"/>
      <w:tblStyleColBandSize w:val="1"/>
      <w:tblInd w:w="0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Normal"/>
    <w:uiPriority w:val="46"/>
    <w:rsid w:val="009E1A91"/>
    <w:tblPr>
      <w:tblStyleRowBandSize w:val="1"/>
      <w:tblStyleColBandSize w:val="1"/>
      <w:tblInd w:w="0" w:type="dxa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TableNormal"/>
    <w:uiPriority w:val="47"/>
    <w:rsid w:val="009E1A91"/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TableNormal"/>
    <w:uiPriority w:val="47"/>
    <w:rsid w:val="009E1A91"/>
    <w:tblPr>
      <w:tblStyleRowBandSize w:val="1"/>
      <w:tblStyleColBandSize w:val="1"/>
      <w:tblInd w:w="0" w:type="dxa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2Accent2">
    <w:name w:val="Grid Table 2 Accent 2"/>
    <w:basedOn w:val="TableNormal"/>
    <w:uiPriority w:val="47"/>
    <w:rsid w:val="009E1A91"/>
    <w:tblPr>
      <w:tblStyleRowBandSize w:val="1"/>
      <w:tblStyleColBandSize w:val="1"/>
      <w:tblInd w:w="0" w:type="dxa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2Accent3">
    <w:name w:val="Grid Table 2 Accent 3"/>
    <w:basedOn w:val="TableNormal"/>
    <w:uiPriority w:val="47"/>
    <w:rsid w:val="009E1A91"/>
    <w:tblPr>
      <w:tblStyleRowBandSize w:val="1"/>
      <w:tblStyleColBandSize w:val="1"/>
      <w:tblInd w:w="0" w:type="dxa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2Accent4">
    <w:name w:val="Grid Table 2 Accent 4"/>
    <w:basedOn w:val="TableNormal"/>
    <w:uiPriority w:val="47"/>
    <w:rsid w:val="009E1A91"/>
    <w:tblPr>
      <w:tblStyleRowBandSize w:val="1"/>
      <w:tblStyleColBandSize w:val="1"/>
      <w:tblInd w:w="0" w:type="dxa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2Accent5">
    <w:name w:val="Grid Table 2 Accent 5"/>
    <w:basedOn w:val="TableNormal"/>
    <w:uiPriority w:val="47"/>
    <w:rsid w:val="009E1A91"/>
    <w:tblPr>
      <w:tblStyleRowBandSize w:val="1"/>
      <w:tblStyleColBandSize w:val="1"/>
      <w:tblInd w:w="0" w:type="dxa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2Accent6">
    <w:name w:val="Grid Table 2 Accent 6"/>
    <w:basedOn w:val="TableNormal"/>
    <w:uiPriority w:val="47"/>
    <w:rsid w:val="009E1A91"/>
    <w:tblPr>
      <w:tblStyleRowBandSize w:val="1"/>
      <w:tblStyleColBandSize w:val="1"/>
      <w:tblInd w:w="0" w:type="dxa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3">
    <w:name w:val="Grid Table 3"/>
    <w:basedOn w:val="TableNormal"/>
    <w:uiPriority w:val="48"/>
    <w:rsid w:val="009E1A91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TableNormal"/>
    <w:uiPriority w:val="48"/>
    <w:rsid w:val="009E1A91"/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GridTable3Accent2">
    <w:name w:val="Grid Table 3 Accent 2"/>
    <w:basedOn w:val="TableNormal"/>
    <w:uiPriority w:val="48"/>
    <w:rsid w:val="009E1A91"/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GridTable3Accent3">
    <w:name w:val="Grid Table 3 Accent 3"/>
    <w:basedOn w:val="TableNormal"/>
    <w:uiPriority w:val="48"/>
    <w:rsid w:val="009E1A91"/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GridTable3Accent4">
    <w:name w:val="Grid Table 3 Accent 4"/>
    <w:basedOn w:val="TableNormal"/>
    <w:uiPriority w:val="48"/>
    <w:rsid w:val="009E1A91"/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GridTable3Accent5">
    <w:name w:val="Grid Table 3 Accent 5"/>
    <w:basedOn w:val="TableNormal"/>
    <w:uiPriority w:val="48"/>
    <w:rsid w:val="009E1A91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GridTable3Accent6">
    <w:name w:val="Grid Table 3 Accent 6"/>
    <w:basedOn w:val="TableNormal"/>
    <w:uiPriority w:val="48"/>
    <w:rsid w:val="009E1A91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customStyle="1" w:styleId="GridTable4">
    <w:name w:val="Grid Table 4"/>
    <w:basedOn w:val="TableNormal"/>
    <w:uiPriority w:val="49"/>
    <w:rsid w:val="009E1A91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TableNormal"/>
    <w:uiPriority w:val="49"/>
    <w:rsid w:val="009E1A91"/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4Accent2">
    <w:name w:val="Grid Table 4 Accent 2"/>
    <w:basedOn w:val="TableNormal"/>
    <w:uiPriority w:val="49"/>
    <w:rsid w:val="009E1A91"/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9E1A91"/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4Accent4">
    <w:name w:val="Grid Table 4 Accent 4"/>
    <w:basedOn w:val="TableNormal"/>
    <w:uiPriority w:val="49"/>
    <w:rsid w:val="009E1A91"/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4Accent5">
    <w:name w:val="Grid Table 4 Accent 5"/>
    <w:basedOn w:val="TableNormal"/>
    <w:uiPriority w:val="49"/>
    <w:rsid w:val="009E1A91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Accent6">
    <w:name w:val="Grid Table 4 Accent 6"/>
    <w:basedOn w:val="TableNormal"/>
    <w:uiPriority w:val="49"/>
    <w:rsid w:val="009E1A91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5Dark">
    <w:name w:val="Grid Table 5 Dark"/>
    <w:basedOn w:val="TableNormal"/>
    <w:uiPriority w:val="50"/>
    <w:rsid w:val="009E1A91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TableNormal"/>
    <w:uiPriority w:val="50"/>
    <w:rsid w:val="009E1A91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customStyle="1" w:styleId="GridTable5DarkAccent2">
    <w:name w:val="Grid Table 5 Dark Accent 2"/>
    <w:basedOn w:val="TableNormal"/>
    <w:uiPriority w:val="50"/>
    <w:rsid w:val="009E1A91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GridTable5DarkAccent3">
    <w:name w:val="Grid Table 5 Dark Accent 3"/>
    <w:basedOn w:val="TableNormal"/>
    <w:uiPriority w:val="50"/>
    <w:rsid w:val="009E1A91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GridTable5DarkAccent4">
    <w:name w:val="Grid Table 5 Dark Accent 4"/>
    <w:basedOn w:val="TableNormal"/>
    <w:uiPriority w:val="50"/>
    <w:rsid w:val="009E1A91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customStyle="1" w:styleId="GridTable5DarkAccent5">
    <w:name w:val="Grid Table 5 Dark Accent 5"/>
    <w:basedOn w:val="TableNormal"/>
    <w:uiPriority w:val="50"/>
    <w:rsid w:val="009E1A91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GridTable5DarkAccent6">
    <w:name w:val="Grid Table 5 Dark Accent 6"/>
    <w:basedOn w:val="TableNormal"/>
    <w:uiPriority w:val="50"/>
    <w:rsid w:val="009E1A91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customStyle="1" w:styleId="GridTable6Colorful">
    <w:name w:val="Grid Table 6 Colorful"/>
    <w:basedOn w:val="TableNormal"/>
    <w:uiPriority w:val="51"/>
    <w:rsid w:val="009E1A91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TableNormal"/>
    <w:uiPriority w:val="51"/>
    <w:rsid w:val="009E1A91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6ColorfulAccent2">
    <w:name w:val="Grid Table 6 Colorful Accent 2"/>
    <w:basedOn w:val="TableNormal"/>
    <w:uiPriority w:val="51"/>
    <w:rsid w:val="009E1A91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6ColorfulAccent3">
    <w:name w:val="Grid Table 6 Colorful Accent 3"/>
    <w:basedOn w:val="TableNormal"/>
    <w:uiPriority w:val="51"/>
    <w:rsid w:val="009E1A91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6ColorfulAccent4">
    <w:name w:val="Grid Table 6 Colorful Accent 4"/>
    <w:basedOn w:val="TableNormal"/>
    <w:uiPriority w:val="51"/>
    <w:rsid w:val="009E1A91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6ColorfulAccent5">
    <w:name w:val="Grid Table 6 Colorful Accent 5"/>
    <w:basedOn w:val="TableNormal"/>
    <w:uiPriority w:val="51"/>
    <w:rsid w:val="009E1A91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6ColorfulAccent6">
    <w:name w:val="Grid Table 6 Colorful Accent 6"/>
    <w:basedOn w:val="TableNormal"/>
    <w:uiPriority w:val="51"/>
    <w:rsid w:val="009E1A91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7Colorful">
    <w:name w:val="Grid Table 7 Colorful"/>
    <w:basedOn w:val="TableNormal"/>
    <w:uiPriority w:val="52"/>
    <w:rsid w:val="009E1A91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TableNormal"/>
    <w:uiPriority w:val="52"/>
    <w:rsid w:val="009E1A91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GridTable7ColorfulAccent2">
    <w:name w:val="Grid Table 7 Colorful Accent 2"/>
    <w:basedOn w:val="TableNormal"/>
    <w:uiPriority w:val="52"/>
    <w:rsid w:val="009E1A91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GridTable7ColorfulAccent3">
    <w:name w:val="Grid Table 7 Colorful Accent 3"/>
    <w:basedOn w:val="TableNormal"/>
    <w:uiPriority w:val="52"/>
    <w:rsid w:val="009E1A91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GridTable7ColorfulAccent4">
    <w:name w:val="Grid Table 7 Colorful Accent 4"/>
    <w:basedOn w:val="TableNormal"/>
    <w:uiPriority w:val="52"/>
    <w:rsid w:val="009E1A91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GridTable7ColorfulAccent5">
    <w:name w:val="Grid Table 7 Colorful Accent 5"/>
    <w:basedOn w:val="TableNormal"/>
    <w:uiPriority w:val="52"/>
    <w:rsid w:val="009E1A91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GridTable7ColorfulAccent6">
    <w:name w:val="Grid Table 7 Colorful Accent 6"/>
    <w:basedOn w:val="TableNormal"/>
    <w:uiPriority w:val="52"/>
    <w:rsid w:val="009E1A91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Hashtag1">
    <w:name w:val="Hashtag1"/>
    <w:basedOn w:val="DefaultParagraphFont"/>
    <w:uiPriority w:val="99"/>
    <w:semiHidden/>
    <w:unhideWhenUsed/>
    <w:rsid w:val="009E1A91"/>
    <w:rPr>
      <w:color w:val="2B579A"/>
      <w:shd w:val="clear" w:color="auto" w:fill="E6E6E6"/>
    </w:rPr>
  </w:style>
  <w:style w:type="character" w:customStyle="1" w:styleId="Heading4Char">
    <w:name w:val="Heading 4 Char"/>
    <w:basedOn w:val="DefaultParagraphFont"/>
    <w:link w:val="Heading4"/>
    <w:semiHidden/>
    <w:rsid w:val="009E1A91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semiHidden/>
    <w:rsid w:val="009E1A91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semiHidden/>
    <w:rsid w:val="009E1A9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9E1A9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semiHidden/>
    <w:rsid w:val="009E1A91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9E1A91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semiHidden/>
    <w:unhideWhenUsed/>
    <w:rsid w:val="009E1A91"/>
  </w:style>
  <w:style w:type="paragraph" w:styleId="HTMLAddress">
    <w:name w:val="HTML Address"/>
    <w:basedOn w:val="Normal"/>
    <w:link w:val="HTMLAddressChar"/>
    <w:semiHidden/>
    <w:unhideWhenUsed/>
    <w:rsid w:val="009E1A91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9E1A91"/>
    <w:rPr>
      <w:i/>
      <w:iCs/>
    </w:rPr>
  </w:style>
  <w:style w:type="character" w:styleId="HTMLCite">
    <w:name w:val="HTML Cite"/>
    <w:basedOn w:val="DefaultParagraphFont"/>
    <w:semiHidden/>
    <w:unhideWhenUsed/>
    <w:rsid w:val="009E1A91"/>
    <w:rPr>
      <w:i/>
      <w:iCs/>
    </w:rPr>
  </w:style>
  <w:style w:type="character" w:styleId="HTMLCode">
    <w:name w:val="HTML Code"/>
    <w:basedOn w:val="DefaultParagraphFont"/>
    <w:semiHidden/>
    <w:unhideWhenUsed/>
    <w:rsid w:val="009E1A91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semiHidden/>
    <w:unhideWhenUsed/>
    <w:rsid w:val="009E1A91"/>
    <w:rPr>
      <w:i/>
      <w:iCs/>
    </w:rPr>
  </w:style>
  <w:style w:type="character" w:styleId="HTMLKeyboard">
    <w:name w:val="HTML Keyboard"/>
    <w:basedOn w:val="DefaultParagraphFont"/>
    <w:semiHidden/>
    <w:unhideWhenUsed/>
    <w:rsid w:val="009E1A91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9E1A91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9E1A91"/>
    <w:rPr>
      <w:rFonts w:ascii="Consolas" w:hAnsi="Consolas"/>
      <w:szCs w:val="20"/>
    </w:rPr>
  </w:style>
  <w:style w:type="character" w:styleId="HTMLSample">
    <w:name w:val="HTML Sample"/>
    <w:basedOn w:val="DefaultParagraphFont"/>
    <w:semiHidden/>
    <w:unhideWhenUsed/>
    <w:rsid w:val="009E1A91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semiHidden/>
    <w:unhideWhenUsed/>
    <w:rsid w:val="009E1A91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semiHidden/>
    <w:unhideWhenUsed/>
    <w:rsid w:val="009E1A91"/>
    <w:rPr>
      <w:i/>
      <w:iCs/>
    </w:rPr>
  </w:style>
  <w:style w:type="character" w:styleId="Hyperlink">
    <w:name w:val="Hyperlink"/>
    <w:basedOn w:val="DefaultParagraphFont"/>
    <w:semiHidden/>
    <w:unhideWhenUsed/>
    <w:rsid w:val="009E1A91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semiHidden/>
    <w:unhideWhenUsed/>
    <w:rsid w:val="009E1A91"/>
    <w:pPr>
      <w:ind w:left="220" w:hanging="220"/>
    </w:pPr>
  </w:style>
  <w:style w:type="paragraph" w:styleId="Index2">
    <w:name w:val="index 2"/>
    <w:basedOn w:val="Normal"/>
    <w:next w:val="Normal"/>
    <w:autoRedefine/>
    <w:semiHidden/>
    <w:unhideWhenUsed/>
    <w:rsid w:val="009E1A91"/>
    <w:pPr>
      <w:ind w:left="440" w:hanging="220"/>
    </w:pPr>
  </w:style>
  <w:style w:type="paragraph" w:styleId="Index3">
    <w:name w:val="index 3"/>
    <w:basedOn w:val="Normal"/>
    <w:next w:val="Normal"/>
    <w:autoRedefine/>
    <w:semiHidden/>
    <w:unhideWhenUsed/>
    <w:rsid w:val="009E1A91"/>
    <w:pPr>
      <w:ind w:left="660" w:hanging="220"/>
    </w:pPr>
  </w:style>
  <w:style w:type="paragraph" w:styleId="Index4">
    <w:name w:val="index 4"/>
    <w:basedOn w:val="Normal"/>
    <w:next w:val="Normal"/>
    <w:autoRedefine/>
    <w:semiHidden/>
    <w:unhideWhenUsed/>
    <w:rsid w:val="009E1A91"/>
    <w:pPr>
      <w:ind w:left="880" w:hanging="220"/>
    </w:pPr>
  </w:style>
  <w:style w:type="paragraph" w:styleId="Index5">
    <w:name w:val="index 5"/>
    <w:basedOn w:val="Normal"/>
    <w:next w:val="Normal"/>
    <w:autoRedefine/>
    <w:semiHidden/>
    <w:unhideWhenUsed/>
    <w:rsid w:val="009E1A91"/>
    <w:pPr>
      <w:ind w:left="1100" w:hanging="220"/>
    </w:pPr>
  </w:style>
  <w:style w:type="paragraph" w:styleId="Index6">
    <w:name w:val="index 6"/>
    <w:basedOn w:val="Normal"/>
    <w:next w:val="Normal"/>
    <w:autoRedefine/>
    <w:semiHidden/>
    <w:unhideWhenUsed/>
    <w:rsid w:val="009E1A91"/>
    <w:pPr>
      <w:ind w:left="1320" w:hanging="220"/>
    </w:pPr>
  </w:style>
  <w:style w:type="paragraph" w:styleId="Index7">
    <w:name w:val="index 7"/>
    <w:basedOn w:val="Normal"/>
    <w:next w:val="Normal"/>
    <w:autoRedefine/>
    <w:semiHidden/>
    <w:unhideWhenUsed/>
    <w:rsid w:val="009E1A91"/>
    <w:pPr>
      <w:ind w:left="1540" w:hanging="220"/>
    </w:pPr>
  </w:style>
  <w:style w:type="paragraph" w:styleId="Index8">
    <w:name w:val="index 8"/>
    <w:basedOn w:val="Normal"/>
    <w:next w:val="Normal"/>
    <w:autoRedefine/>
    <w:semiHidden/>
    <w:unhideWhenUsed/>
    <w:rsid w:val="009E1A91"/>
    <w:pPr>
      <w:ind w:left="1760" w:hanging="220"/>
    </w:pPr>
  </w:style>
  <w:style w:type="paragraph" w:styleId="Index9">
    <w:name w:val="index 9"/>
    <w:basedOn w:val="Normal"/>
    <w:next w:val="Normal"/>
    <w:autoRedefine/>
    <w:semiHidden/>
    <w:unhideWhenUsed/>
    <w:rsid w:val="009E1A91"/>
    <w:pPr>
      <w:ind w:left="1980" w:hanging="220"/>
    </w:pPr>
  </w:style>
  <w:style w:type="paragraph" w:styleId="IndexHeading">
    <w:name w:val="index heading"/>
    <w:basedOn w:val="Normal"/>
    <w:next w:val="Index1"/>
    <w:semiHidden/>
    <w:unhideWhenUsed/>
    <w:rsid w:val="009E1A91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437143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437143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437143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437143"/>
    <w:rPr>
      <w:b/>
      <w:bCs/>
      <w:caps w:val="0"/>
      <w:smallCaps/>
      <w:color w:val="365F91" w:themeColor="accent1" w:themeShade="BF"/>
      <w:spacing w:val="5"/>
    </w:rPr>
  </w:style>
  <w:style w:type="table" w:styleId="LightGrid">
    <w:name w:val="Light Grid"/>
    <w:basedOn w:val="TableNormal"/>
    <w:uiPriority w:val="62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rsid w:val="009E1A91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9E1A91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9E1A91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9E1A91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9E1A91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9E1A91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9E1A91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semiHidden/>
    <w:unhideWhenUsed/>
    <w:rsid w:val="009E1A91"/>
  </w:style>
  <w:style w:type="paragraph" w:styleId="List">
    <w:name w:val="List"/>
    <w:basedOn w:val="Normal"/>
    <w:semiHidden/>
    <w:unhideWhenUsed/>
    <w:rsid w:val="009E1A91"/>
    <w:pPr>
      <w:ind w:left="283" w:hanging="283"/>
      <w:contextualSpacing/>
    </w:pPr>
  </w:style>
  <w:style w:type="paragraph" w:styleId="List2">
    <w:name w:val="List 2"/>
    <w:basedOn w:val="Normal"/>
    <w:semiHidden/>
    <w:unhideWhenUsed/>
    <w:rsid w:val="009E1A91"/>
    <w:pPr>
      <w:ind w:left="566" w:hanging="283"/>
      <w:contextualSpacing/>
    </w:pPr>
  </w:style>
  <w:style w:type="paragraph" w:styleId="List3">
    <w:name w:val="List 3"/>
    <w:basedOn w:val="Normal"/>
    <w:semiHidden/>
    <w:unhideWhenUsed/>
    <w:rsid w:val="009E1A91"/>
    <w:pPr>
      <w:ind w:left="849" w:hanging="283"/>
      <w:contextualSpacing/>
    </w:pPr>
  </w:style>
  <w:style w:type="paragraph" w:styleId="List4">
    <w:name w:val="List 4"/>
    <w:basedOn w:val="Normal"/>
    <w:semiHidden/>
    <w:unhideWhenUsed/>
    <w:rsid w:val="009E1A91"/>
    <w:pPr>
      <w:ind w:left="1132" w:hanging="283"/>
      <w:contextualSpacing/>
    </w:pPr>
  </w:style>
  <w:style w:type="paragraph" w:styleId="List5">
    <w:name w:val="List 5"/>
    <w:basedOn w:val="Normal"/>
    <w:semiHidden/>
    <w:unhideWhenUsed/>
    <w:rsid w:val="009E1A91"/>
    <w:pPr>
      <w:ind w:left="1415" w:hanging="283"/>
      <w:contextualSpacing/>
    </w:pPr>
  </w:style>
  <w:style w:type="paragraph" w:styleId="ListBullet">
    <w:name w:val="List Bullet"/>
    <w:basedOn w:val="Normal"/>
    <w:semiHidden/>
    <w:unhideWhenUsed/>
    <w:rsid w:val="009E1A91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9E1A91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9E1A91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9E1A91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9E1A91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9E1A9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unhideWhenUsed/>
    <w:rsid w:val="009E1A9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unhideWhenUsed/>
    <w:rsid w:val="009E1A9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unhideWhenUsed/>
    <w:rsid w:val="009E1A9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unhideWhenUsed/>
    <w:rsid w:val="009E1A91"/>
    <w:pPr>
      <w:spacing w:after="120"/>
      <w:ind w:left="1415"/>
      <w:contextualSpacing/>
    </w:pPr>
  </w:style>
  <w:style w:type="paragraph" w:styleId="ListNumber">
    <w:name w:val="List Number"/>
    <w:basedOn w:val="Normal"/>
    <w:semiHidden/>
    <w:unhideWhenUsed/>
    <w:rsid w:val="009E1A91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9E1A91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9E1A91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9E1A91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9E1A91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9E1A91"/>
    <w:pPr>
      <w:ind w:left="720"/>
      <w:contextualSpacing/>
    </w:pPr>
  </w:style>
  <w:style w:type="table" w:customStyle="1" w:styleId="ListTable1Light">
    <w:name w:val="List Table 1 Light"/>
    <w:basedOn w:val="TableNormal"/>
    <w:uiPriority w:val="46"/>
    <w:rsid w:val="009E1A9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TableNormal"/>
    <w:uiPriority w:val="46"/>
    <w:rsid w:val="009E1A9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1LightAccent2">
    <w:name w:val="List Table 1 Light Accent 2"/>
    <w:basedOn w:val="TableNormal"/>
    <w:uiPriority w:val="46"/>
    <w:rsid w:val="009E1A9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1LightAccent3">
    <w:name w:val="List Table 1 Light Accent 3"/>
    <w:basedOn w:val="TableNormal"/>
    <w:uiPriority w:val="46"/>
    <w:rsid w:val="009E1A9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1LightAccent4">
    <w:name w:val="List Table 1 Light Accent 4"/>
    <w:basedOn w:val="TableNormal"/>
    <w:uiPriority w:val="46"/>
    <w:rsid w:val="009E1A9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1LightAccent5">
    <w:name w:val="List Table 1 Light Accent 5"/>
    <w:basedOn w:val="TableNormal"/>
    <w:uiPriority w:val="46"/>
    <w:rsid w:val="009E1A9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1LightAccent6">
    <w:name w:val="List Table 1 Light Accent 6"/>
    <w:basedOn w:val="TableNormal"/>
    <w:uiPriority w:val="46"/>
    <w:rsid w:val="009E1A9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2">
    <w:name w:val="List Table 2"/>
    <w:basedOn w:val="TableNormal"/>
    <w:uiPriority w:val="47"/>
    <w:rsid w:val="009E1A91"/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1">
    <w:name w:val="List Table 2 Accent 1"/>
    <w:basedOn w:val="TableNormal"/>
    <w:uiPriority w:val="47"/>
    <w:rsid w:val="009E1A91"/>
    <w:tblPr>
      <w:tblStyleRowBandSize w:val="1"/>
      <w:tblStyleColBandSize w:val="1"/>
      <w:tblInd w:w="0" w:type="dxa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2Accent2">
    <w:name w:val="List Table 2 Accent 2"/>
    <w:basedOn w:val="TableNormal"/>
    <w:uiPriority w:val="47"/>
    <w:rsid w:val="009E1A91"/>
    <w:tblPr>
      <w:tblStyleRowBandSize w:val="1"/>
      <w:tblStyleColBandSize w:val="1"/>
      <w:tblInd w:w="0" w:type="dxa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2Accent3">
    <w:name w:val="List Table 2 Accent 3"/>
    <w:basedOn w:val="TableNormal"/>
    <w:uiPriority w:val="47"/>
    <w:rsid w:val="009E1A91"/>
    <w:tblPr>
      <w:tblStyleRowBandSize w:val="1"/>
      <w:tblStyleColBandSize w:val="1"/>
      <w:tblInd w:w="0" w:type="dxa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TableNormal"/>
    <w:uiPriority w:val="47"/>
    <w:rsid w:val="009E1A91"/>
    <w:tblPr>
      <w:tblStyleRowBandSize w:val="1"/>
      <w:tblStyleColBandSize w:val="1"/>
      <w:tblInd w:w="0" w:type="dxa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TableNormal"/>
    <w:uiPriority w:val="47"/>
    <w:rsid w:val="009E1A91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6">
    <w:name w:val="List Table 2 Accent 6"/>
    <w:basedOn w:val="TableNormal"/>
    <w:uiPriority w:val="47"/>
    <w:rsid w:val="009E1A91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3">
    <w:name w:val="List Table 3"/>
    <w:basedOn w:val="TableNormal"/>
    <w:uiPriority w:val="48"/>
    <w:rsid w:val="009E1A91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TableNormal"/>
    <w:uiPriority w:val="48"/>
    <w:rsid w:val="009E1A91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ListTable3Accent2">
    <w:name w:val="List Table 3 Accent 2"/>
    <w:basedOn w:val="TableNormal"/>
    <w:uiPriority w:val="48"/>
    <w:rsid w:val="009E1A91"/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ListTable3Accent3">
    <w:name w:val="List Table 3 Accent 3"/>
    <w:basedOn w:val="TableNormal"/>
    <w:uiPriority w:val="48"/>
    <w:rsid w:val="009E1A91"/>
    <w:tblPr>
      <w:tblStyleRowBandSize w:val="1"/>
      <w:tblStyleColBandSize w:val="1"/>
      <w:tblInd w:w="0" w:type="dxa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customStyle="1" w:styleId="ListTable3Accent4">
    <w:name w:val="List Table 3 Accent 4"/>
    <w:basedOn w:val="TableNormal"/>
    <w:uiPriority w:val="48"/>
    <w:rsid w:val="009E1A91"/>
    <w:tblPr>
      <w:tblStyleRowBandSize w:val="1"/>
      <w:tblStyleColBandSize w:val="1"/>
      <w:tblInd w:w="0" w:type="dxa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customStyle="1" w:styleId="ListTable3Accent5">
    <w:name w:val="List Table 3 Accent 5"/>
    <w:basedOn w:val="TableNormal"/>
    <w:uiPriority w:val="48"/>
    <w:rsid w:val="009E1A91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ListTable3Accent6">
    <w:name w:val="List Table 3 Accent 6"/>
    <w:basedOn w:val="TableNormal"/>
    <w:uiPriority w:val="48"/>
    <w:rsid w:val="009E1A91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customStyle="1" w:styleId="ListTable4">
    <w:name w:val="List Table 4"/>
    <w:basedOn w:val="TableNormal"/>
    <w:uiPriority w:val="49"/>
    <w:rsid w:val="009E1A91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TableNormal"/>
    <w:uiPriority w:val="49"/>
    <w:rsid w:val="009E1A91"/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4Accent2">
    <w:name w:val="List Table 4 Accent 2"/>
    <w:basedOn w:val="TableNormal"/>
    <w:uiPriority w:val="49"/>
    <w:rsid w:val="009E1A91"/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4Accent3">
    <w:name w:val="List Table 4 Accent 3"/>
    <w:basedOn w:val="TableNormal"/>
    <w:uiPriority w:val="49"/>
    <w:rsid w:val="009E1A91"/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4Accent4">
    <w:name w:val="List Table 4 Accent 4"/>
    <w:basedOn w:val="TableNormal"/>
    <w:uiPriority w:val="49"/>
    <w:rsid w:val="009E1A91"/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4Accent5">
    <w:name w:val="List Table 4 Accent 5"/>
    <w:basedOn w:val="TableNormal"/>
    <w:uiPriority w:val="49"/>
    <w:rsid w:val="009E1A91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4Accent6">
    <w:name w:val="List Table 4 Accent 6"/>
    <w:basedOn w:val="TableNormal"/>
    <w:uiPriority w:val="49"/>
    <w:rsid w:val="009E1A91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5Dark">
    <w:name w:val="List Table 5 Dark"/>
    <w:basedOn w:val="TableNormal"/>
    <w:uiPriority w:val="50"/>
    <w:rsid w:val="009E1A91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TableNormal"/>
    <w:uiPriority w:val="50"/>
    <w:rsid w:val="009E1A91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TableNormal"/>
    <w:uiPriority w:val="50"/>
    <w:rsid w:val="009E1A91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TableNormal"/>
    <w:uiPriority w:val="50"/>
    <w:rsid w:val="009E1A91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TableNormal"/>
    <w:uiPriority w:val="50"/>
    <w:rsid w:val="009E1A91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TableNormal"/>
    <w:uiPriority w:val="50"/>
    <w:rsid w:val="009E1A91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TableNormal"/>
    <w:uiPriority w:val="50"/>
    <w:rsid w:val="009E1A91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TableNormal"/>
    <w:uiPriority w:val="51"/>
    <w:rsid w:val="009E1A91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Accent1">
    <w:name w:val="List Table 6 Colorful Accent 1"/>
    <w:basedOn w:val="TableNormal"/>
    <w:uiPriority w:val="51"/>
    <w:rsid w:val="009E1A91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6ColorfulAccent2">
    <w:name w:val="List Table 6 Colorful Accent 2"/>
    <w:basedOn w:val="TableNormal"/>
    <w:uiPriority w:val="51"/>
    <w:rsid w:val="009E1A91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C0504D" w:themeColor="accent2"/>
        <w:bottom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6ColorfulAccent3">
    <w:name w:val="List Table 6 Colorful Accent 3"/>
    <w:basedOn w:val="TableNormal"/>
    <w:uiPriority w:val="51"/>
    <w:rsid w:val="009E1A91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9BBB59" w:themeColor="accent3"/>
        <w:bottom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6ColorfulAccent4">
    <w:name w:val="List Table 6 Colorful Accent 4"/>
    <w:basedOn w:val="TableNormal"/>
    <w:uiPriority w:val="51"/>
    <w:rsid w:val="009E1A91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4" w:space="0" w:color="8064A2" w:themeColor="accent4"/>
        <w:bottom w:val="single" w:sz="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6ColorfulAccent5">
    <w:name w:val="List Table 6 Colorful Accent 5"/>
    <w:basedOn w:val="TableNormal"/>
    <w:uiPriority w:val="51"/>
    <w:rsid w:val="009E1A91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4BACC6" w:themeColor="accent5"/>
        <w:bottom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6ColorfulAccent6">
    <w:name w:val="List Table 6 Colorful Accent 6"/>
    <w:basedOn w:val="TableNormal"/>
    <w:uiPriority w:val="51"/>
    <w:rsid w:val="009E1A91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4" w:space="0" w:color="F79646" w:themeColor="accent6"/>
        <w:bottom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7Colorful">
    <w:name w:val="List Table 7 Colorful"/>
    <w:basedOn w:val="TableNormal"/>
    <w:uiPriority w:val="52"/>
    <w:rsid w:val="009E1A91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TableNormal"/>
    <w:uiPriority w:val="52"/>
    <w:rsid w:val="009E1A91"/>
    <w:rPr>
      <w:color w:val="365F91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TableNormal"/>
    <w:uiPriority w:val="52"/>
    <w:rsid w:val="009E1A91"/>
    <w:rPr>
      <w:color w:val="943634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TableNormal"/>
    <w:uiPriority w:val="52"/>
    <w:rsid w:val="009E1A91"/>
    <w:rPr>
      <w:color w:val="76923C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TableNormal"/>
    <w:uiPriority w:val="52"/>
    <w:rsid w:val="009E1A91"/>
    <w:rPr>
      <w:color w:val="5F497A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TableNormal"/>
    <w:uiPriority w:val="52"/>
    <w:rsid w:val="009E1A91"/>
    <w:rPr>
      <w:color w:val="31849B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TableNormal"/>
    <w:uiPriority w:val="52"/>
    <w:rsid w:val="009E1A91"/>
    <w:rPr>
      <w:color w:val="E36C0A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semiHidden/>
    <w:unhideWhenUsed/>
    <w:rsid w:val="009E1A9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9E1A91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9E1A91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9E1A91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9E1A91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9E1A91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9E1A91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9E1A91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9E1A91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9E1A91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9E1A91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9E1A91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9E1A91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9E1A91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9E1A91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9E1A91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9E1A91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DefaultParagraphFont"/>
    <w:uiPriority w:val="99"/>
    <w:semiHidden/>
    <w:unhideWhenUsed/>
    <w:rsid w:val="009E1A91"/>
    <w:rPr>
      <w:color w:val="2B579A"/>
      <w:shd w:val="clear" w:color="auto" w:fill="E6E6E6"/>
    </w:rPr>
  </w:style>
  <w:style w:type="paragraph" w:styleId="MessageHeader">
    <w:name w:val="Message Header"/>
    <w:basedOn w:val="Normal"/>
    <w:link w:val="MessageHeaderChar"/>
    <w:semiHidden/>
    <w:unhideWhenUsed/>
    <w:rsid w:val="009E1A9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9E1A91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9E1A91"/>
  </w:style>
  <w:style w:type="paragraph" w:styleId="NormalWeb">
    <w:name w:val="Normal (Web)"/>
    <w:basedOn w:val="Normal"/>
    <w:semiHidden/>
    <w:unhideWhenUsed/>
    <w:rsid w:val="009E1A91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9E1A91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9E1A91"/>
  </w:style>
  <w:style w:type="character" w:customStyle="1" w:styleId="NoteHeadingChar">
    <w:name w:val="Note Heading Char"/>
    <w:basedOn w:val="DefaultParagraphFont"/>
    <w:link w:val="NoteHeading"/>
    <w:semiHidden/>
    <w:rsid w:val="009E1A91"/>
  </w:style>
  <w:style w:type="character" w:styleId="PageNumber">
    <w:name w:val="page number"/>
    <w:basedOn w:val="DefaultParagraphFont"/>
    <w:semiHidden/>
    <w:unhideWhenUsed/>
    <w:rsid w:val="009E1A91"/>
  </w:style>
  <w:style w:type="table" w:customStyle="1" w:styleId="PlainTable1">
    <w:name w:val="Plain Table 1"/>
    <w:basedOn w:val="TableNormal"/>
    <w:uiPriority w:val="41"/>
    <w:rsid w:val="009E1A91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Normal"/>
    <w:uiPriority w:val="42"/>
    <w:rsid w:val="009E1A91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TableNormal"/>
    <w:uiPriority w:val="43"/>
    <w:rsid w:val="009E1A9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9E1A9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9E1A9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semiHidden/>
    <w:unhideWhenUsed/>
    <w:rsid w:val="009E1A91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9E1A91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9E1A9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9E1A91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9E1A91"/>
  </w:style>
  <w:style w:type="character" w:customStyle="1" w:styleId="SalutationChar">
    <w:name w:val="Salutation Char"/>
    <w:basedOn w:val="DefaultParagraphFont"/>
    <w:link w:val="Salutation"/>
    <w:semiHidden/>
    <w:rsid w:val="009E1A91"/>
  </w:style>
  <w:style w:type="paragraph" w:styleId="Signature">
    <w:name w:val="Signature"/>
    <w:basedOn w:val="Normal"/>
    <w:link w:val="SignatureChar"/>
    <w:semiHidden/>
    <w:unhideWhenUsed/>
    <w:rsid w:val="009E1A91"/>
    <w:pPr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9E1A91"/>
  </w:style>
  <w:style w:type="character" w:customStyle="1" w:styleId="SmartHyperlink1">
    <w:name w:val="Smart Hyperlink1"/>
    <w:basedOn w:val="DefaultParagraphFont"/>
    <w:uiPriority w:val="99"/>
    <w:semiHidden/>
    <w:unhideWhenUsed/>
    <w:rsid w:val="009E1A91"/>
    <w:rPr>
      <w:u w:val="dotted"/>
    </w:rPr>
  </w:style>
  <w:style w:type="character" w:styleId="Strong">
    <w:name w:val="Strong"/>
    <w:basedOn w:val="DefaultParagraphFont"/>
    <w:semiHidden/>
    <w:unhideWhenUsed/>
    <w:qFormat/>
    <w:rsid w:val="009E1A91"/>
    <w:rPr>
      <w:b/>
      <w:bCs/>
    </w:rPr>
  </w:style>
  <w:style w:type="paragraph" w:styleId="Subtitle">
    <w:name w:val="Subtitle"/>
    <w:basedOn w:val="Normal"/>
    <w:next w:val="Normal"/>
    <w:link w:val="SubtitleChar"/>
    <w:semiHidden/>
    <w:unhideWhenUsed/>
    <w:qFormat/>
    <w:rsid w:val="009E1A91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semiHidden/>
    <w:rsid w:val="009E1A91"/>
    <w:rPr>
      <w:rFonts w:eastAsiaTheme="minorEastAsia" w:cstheme="minorBidi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9E1A91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9E1A91"/>
    <w:rPr>
      <w:smallCaps/>
      <w:color w:val="5A5A5A" w:themeColor="text1" w:themeTint="A5"/>
    </w:rPr>
  </w:style>
  <w:style w:type="table" w:styleId="Table3Deffects1">
    <w:name w:val="Table 3D effects 1"/>
    <w:basedOn w:val="TableNormal"/>
    <w:semiHidden/>
    <w:unhideWhenUsed/>
    <w:rsid w:val="009E1A9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9E1A91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9E1A9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9E1A91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9E1A91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9E1A91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9E1A91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9E1A91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9E1A91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9E1A91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9E1A91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9E1A91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9E1A91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9E1A91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9E1A91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9E1A91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9E1A91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unhideWhenUsed/>
    <w:rsid w:val="009E1A91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9E1A91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9E1A91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9E1A91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9E1A91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9E1A91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9E1A91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9E1A91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TableNormal"/>
    <w:uiPriority w:val="40"/>
    <w:rsid w:val="009E1A91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List1">
    <w:name w:val="Table List 1"/>
    <w:basedOn w:val="TableNormal"/>
    <w:semiHidden/>
    <w:unhideWhenUsed/>
    <w:rsid w:val="009E1A91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9E1A91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9E1A91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9E1A91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9E1A91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9E1A91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9E1A91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9E1A91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unhideWhenUsed/>
    <w:rsid w:val="009E1A91"/>
    <w:pPr>
      <w:ind w:left="220" w:hanging="220"/>
    </w:pPr>
  </w:style>
  <w:style w:type="paragraph" w:styleId="TableofFigures">
    <w:name w:val="table of figures"/>
    <w:basedOn w:val="Normal"/>
    <w:next w:val="Normal"/>
    <w:semiHidden/>
    <w:unhideWhenUsed/>
    <w:rsid w:val="009E1A91"/>
  </w:style>
  <w:style w:type="table" w:styleId="TableProfessional">
    <w:name w:val="Table Professional"/>
    <w:basedOn w:val="TableNormal"/>
    <w:semiHidden/>
    <w:unhideWhenUsed/>
    <w:rsid w:val="009E1A91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9E1A91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9E1A9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9E1A91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9E1A91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9E1A91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15141C"/>
    <w:tblPr>
      <w:tblInd w:w="0" w:type="dxa"/>
      <w:tblBorders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table" w:styleId="TableWeb1">
    <w:name w:val="Table Web 1"/>
    <w:basedOn w:val="TableNormal"/>
    <w:semiHidden/>
    <w:unhideWhenUsed/>
    <w:rsid w:val="009E1A91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9E1A91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9E1A91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semiHidden/>
    <w:unhideWhenUsed/>
    <w:qFormat/>
    <w:rsid w:val="009E1A9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semiHidden/>
    <w:rsid w:val="009E1A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semiHidden/>
    <w:unhideWhenUsed/>
    <w:rsid w:val="009E1A91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9E1A91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9E1A91"/>
    <w:pPr>
      <w:spacing w:after="100"/>
      <w:ind w:left="220"/>
    </w:pPr>
  </w:style>
  <w:style w:type="paragraph" w:styleId="TOC3">
    <w:name w:val="toc 3"/>
    <w:basedOn w:val="Normal"/>
    <w:next w:val="Normal"/>
    <w:autoRedefine/>
    <w:semiHidden/>
    <w:unhideWhenUsed/>
    <w:rsid w:val="009E1A91"/>
    <w:pPr>
      <w:spacing w:after="100"/>
      <w:ind w:left="440"/>
    </w:pPr>
  </w:style>
  <w:style w:type="paragraph" w:styleId="TOC4">
    <w:name w:val="toc 4"/>
    <w:basedOn w:val="Normal"/>
    <w:next w:val="Normal"/>
    <w:autoRedefine/>
    <w:semiHidden/>
    <w:unhideWhenUsed/>
    <w:rsid w:val="009E1A91"/>
    <w:pPr>
      <w:spacing w:after="100"/>
      <w:ind w:left="660"/>
    </w:pPr>
  </w:style>
  <w:style w:type="paragraph" w:styleId="TOC5">
    <w:name w:val="toc 5"/>
    <w:basedOn w:val="Normal"/>
    <w:next w:val="Normal"/>
    <w:autoRedefine/>
    <w:semiHidden/>
    <w:unhideWhenUsed/>
    <w:rsid w:val="009E1A91"/>
    <w:pPr>
      <w:spacing w:after="100"/>
      <w:ind w:left="880"/>
    </w:pPr>
  </w:style>
  <w:style w:type="paragraph" w:styleId="TOC6">
    <w:name w:val="toc 6"/>
    <w:basedOn w:val="Normal"/>
    <w:next w:val="Normal"/>
    <w:autoRedefine/>
    <w:semiHidden/>
    <w:unhideWhenUsed/>
    <w:rsid w:val="009E1A91"/>
    <w:pPr>
      <w:spacing w:after="100"/>
      <w:ind w:left="1100"/>
    </w:pPr>
  </w:style>
  <w:style w:type="paragraph" w:styleId="TOC7">
    <w:name w:val="toc 7"/>
    <w:basedOn w:val="Normal"/>
    <w:next w:val="Normal"/>
    <w:autoRedefine/>
    <w:semiHidden/>
    <w:unhideWhenUsed/>
    <w:rsid w:val="009E1A91"/>
    <w:pPr>
      <w:spacing w:after="100"/>
      <w:ind w:left="1320"/>
    </w:pPr>
  </w:style>
  <w:style w:type="paragraph" w:styleId="TOC8">
    <w:name w:val="toc 8"/>
    <w:basedOn w:val="Normal"/>
    <w:next w:val="Normal"/>
    <w:autoRedefine/>
    <w:semiHidden/>
    <w:unhideWhenUsed/>
    <w:rsid w:val="009E1A91"/>
    <w:pPr>
      <w:spacing w:after="100"/>
      <w:ind w:left="1540"/>
    </w:pPr>
  </w:style>
  <w:style w:type="paragraph" w:styleId="TOC9">
    <w:name w:val="toc 9"/>
    <w:basedOn w:val="Normal"/>
    <w:next w:val="Normal"/>
    <w:autoRedefine/>
    <w:semiHidden/>
    <w:unhideWhenUsed/>
    <w:rsid w:val="009E1A91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E1A91"/>
    <w:pPr>
      <w:keepNext/>
      <w:keepLines/>
      <w:spacing w:before="240"/>
      <w:outlineLvl w:val="9"/>
    </w:pPr>
    <w:rPr>
      <w:rFonts w:eastAsiaTheme="majorEastAsia" w:cstheme="majorBidi"/>
      <w:b w:val="0"/>
      <w:smallCaps w:val="0"/>
      <w:color w:val="365F91" w:themeColor="accent1" w:themeShade="BF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37143"/>
    <w:rPr>
      <w:color w:val="595959" w:themeColor="text1" w:themeTint="A6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eel\Downloads\getexceltemplates%20post\sign%20in%20sheet%20templates\sign%20in%20sheet%20template-3668871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1A400FC143545F48090F646EE8C44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028327-DDE3-4A86-8553-41A0525757E8}"/>
      </w:docPartPr>
      <w:docPartBody>
        <w:p w:rsidR="00000000" w:rsidRDefault="00943CA5">
          <w:pPr>
            <w:pStyle w:val="21A400FC143545F48090F646EE8C4408"/>
          </w:pPr>
          <w:r w:rsidRPr="00A319C4">
            <w:t xml:space="preserve">Meeting </w:t>
          </w:r>
          <w:r w:rsidRPr="00D01859">
            <w:t>Sign</w:t>
          </w:r>
          <w:r w:rsidRPr="00A319C4">
            <w:t>-In Sheet</w:t>
          </w:r>
        </w:p>
      </w:docPartBody>
    </w:docPart>
    <w:docPart>
      <w:docPartPr>
        <w:name w:val="CBC914FA7D8D4BBAB132618E772DE2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83B605-B915-4E66-89CC-E51FFCC3A8FF}"/>
      </w:docPartPr>
      <w:docPartBody>
        <w:p w:rsidR="00000000" w:rsidRDefault="00943CA5">
          <w:pPr>
            <w:pStyle w:val="CBC914FA7D8D4BBAB132618E772DE26B"/>
          </w:pPr>
          <w:r w:rsidRPr="00D01859">
            <w:t>Project</w:t>
          </w:r>
          <w:r>
            <w:t>:</w:t>
          </w:r>
        </w:p>
      </w:docPartBody>
    </w:docPart>
    <w:docPart>
      <w:docPartPr>
        <w:name w:val="78DF8D309B62447B9F9D50158DAD26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768EC3-E5D8-490D-B154-00FCBF7298C0}"/>
      </w:docPartPr>
      <w:docPartBody>
        <w:p w:rsidR="00000000" w:rsidRDefault="00943CA5">
          <w:pPr>
            <w:pStyle w:val="78DF8D309B62447B9F9D50158DAD2666"/>
          </w:pPr>
          <w:r>
            <w:t>Project name</w:t>
          </w:r>
        </w:p>
      </w:docPartBody>
    </w:docPart>
    <w:docPart>
      <w:docPartPr>
        <w:name w:val="312B2A8CDED24BD4B42210B267BA51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7B892E-7B94-449D-B89A-B3B58342D6BA}"/>
      </w:docPartPr>
      <w:docPartBody>
        <w:p w:rsidR="00000000" w:rsidRDefault="00943CA5">
          <w:pPr>
            <w:pStyle w:val="312B2A8CDED24BD4B42210B267BA511E"/>
          </w:pPr>
          <w:r>
            <w:t>Meeting Date:</w:t>
          </w:r>
        </w:p>
      </w:docPartBody>
    </w:docPart>
    <w:docPart>
      <w:docPartPr>
        <w:name w:val="BECDE3718A94472482EB37A9F79C76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AB3075-1A3B-49C4-8437-6787261DFC3F}"/>
      </w:docPartPr>
      <w:docPartBody>
        <w:p w:rsidR="00000000" w:rsidRDefault="00943CA5">
          <w:pPr>
            <w:pStyle w:val="BECDE3718A94472482EB37A9F79C763D"/>
          </w:pPr>
          <w:r>
            <w:t>Date</w:t>
          </w:r>
        </w:p>
      </w:docPartBody>
    </w:docPart>
    <w:docPart>
      <w:docPartPr>
        <w:name w:val="D597AA1FFEEB4CCA8CF09DFF8D221E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C46AE8-FCD7-4EF0-AD9E-FC17FD1B58B6}"/>
      </w:docPartPr>
      <w:docPartBody>
        <w:p w:rsidR="00000000" w:rsidRDefault="00943CA5">
          <w:pPr>
            <w:pStyle w:val="D597AA1FFEEB4CCA8CF09DFF8D221E73"/>
          </w:pPr>
          <w:r>
            <w:t>Facilitator:</w:t>
          </w:r>
        </w:p>
      </w:docPartBody>
    </w:docPart>
    <w:docPart>
      <w:docPartPr>
        <w:name w:val="C781A93C77F04A368AF93A5582FAEF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F47383-AC2B-45C2-95BE-DEFAFC221161}"/>
      </w:docPartPr>
      <w:docPartBody>
        <w:p w:rsidR="00000000" w:rsidRDefault="00943CA5">
          <w:pPr>
            <w:pStyle w:val="C781A93C77F04A368AF93A5582FAEF53"/>
          </w:pPr>
          <w:r>
            <w:t>Facilitator name</w:t>
          </w:r>
        </w:p>
      </w:docPartBody>
    </w:docPart>
    <w:docPart>
      <w:docPartPr>
        <w:name w:val="7B315CB131E34A3DA5D1143AC923B8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9BE3C2-AA1F-42E0-A808-CB0999CF5B14}"/>
      </w:docPartPr>
      <w:docPartBody>
        <w:p w:rsidR="00000000" w:rsidRDefault="00943CA5">
          <w:pPr>
            <w:pStyle w:val="7B315CB131E34A3DA5D1143AC923B879"/>
          </w:pPr>
          <w:r w:rsidRPr="003D58A0">
            <w:t>Place/Room:</w:t>
          </w:r>
        </w:p>
      </w:docPartBody>
    </w:docPart>
    <w:docPart>
      <w:docPartPr>
        <w:name w:val="ED52ECF201694F68BCCFB719B22577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A4F51C-D0A5-49F5-BEE8-1B80540E87AC}"/>
      </w:docPartPr>
      <w:docPartBody>
        <w:p w:rsidR="00000000" w:rsidRDefault="00943CA5">
          <w:pPr>
            <w:pStyle w:val="ED52ECF201694F68BCCFB719B225778B"/>
          </w:pPr>
          <w:r>
            <w:t>Meeting place/ room</w:t>
          </w:r>
        </w:p>
      </w:docPartBody>
    </w:docPart>
    <w:docPart>
      <w:docPartPr>
        <w:name w:val="7EC999BA56D1431690EFC5AB381328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8B1EC1-871E-415E-BC78-6CD3F22C7702}"/>
      </w:docPartPr>
      <w:docPartBody>
        <w:p w:rsidR="00000000" w:rsidRDefault="00943CA5">
          <w:pPr>
            <w:pStyle w:val="7EC999BA56D1431690EFC5AB3813288D"/>
          </w:pPr>
          <w:r w:rsidRPr="00614BD7">
            <w:t>Name</w:t>
          </w:r>
        </w:p>
      </w:docPartBody>
    </w:docPart>
    <w:docPart>
      <w:docPartPr>
        <w:name w:val="A1BA6BEED9FE4D5B8BF835A6D534C1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9DC555-4900-40F9-85BA-352B5D4EF1C2}"/>
      </w:docPartPr>
      <w:docPartBody>
        <w:p w:rsidR="00000000" w:rsidRDefault="00943CA5">
          <w:pPr>
            <w:pStyle w:val="A1BA6BEED9FE4D5B8BF835A6D534C1C4"/>
          </w:pPr>
          <w:r w:rsidRPr="0002345E">
            <w:t>Title</w:t>
          </w:r>
        </w:p>
      </w:docPartBody>
    </w:docPart>
    <w:docPart>
      <w:docPartPr>
        <w:name w:val="84EB035E92D945699D1EC6DA7E790C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C8F139-5478-4078-A1CB-54E4B2F9FD74}"/>
      </w:docPartPr>
      <w:docPartBody>
        <w:p w:rsidR="00000000" w:rsidRDefault="00943CA5">
          <w:pPr>
            <w:pStyle w:val="84EB035E92D945699D1EC6DA7E790CA7"/>
          </w:pPr>
          <w:r w:rsidRPr="00614BD7">
            <w:t>Company</w:t>
          </w:r>
        </w:p>
      </w:docPartBody>
    </w:docPart>
    <w:docPart>
      <w:docPartPr>
        <w:name w:val="89F4F39502FC4E51B154B642072855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2B376C-EC9F-4436-A066-1111AA499818}"/>
      </w:docPartPr>
      <w:docPartBody>
        <w:p w:rsidR="00000000" w:rsidRDefault="00943CA5">
          <w:pPr>
            <w:pStyle w:val="89F4F39502FC4E51B154B642072855B6"/>
          </w:pPr>
          <w:r w:rsidRPr="00614BD7">
            <w:t>Phone</w:t>
          </w:r>
        </w:p>
      </w:docPartBody>
    </w:docPart>
    <w:docPart>
      <w:docPartPr>
        <w:name w:val="380C2C769B3E4FBB97757FA6704678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9F867D-1CE7-42E4-B152-198AB48EE6AD}"/>
      </w:docPartPr>
      <w:docPartBody>
        <w:p w:rsidR="00000000" w:rsidRDefault="00943CA5">
          <w:pPr>
            <w:pStyle w:val="380C2C769B3E4FBB97757FA6704678B1"/>
          </w:pPr>
          <w:r w:rsidRPr="00614BD7">
            <w:t>Fax</w:t>
          </w:r>
        </w:p>
      </w:docPartBody>
    </w:docPart>
    <w:docPart>
      <w:docPartPr>
        <w:name w:val="7DB27F8A1A4D4C81834E43DC2E6081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89A808-5581-41DB-9346-C2513D7CCE41}"/>
      </w:docPartPr>
      <w:docPartBody>
        <w:p w:rsidR="00000000" w:rsidRDefault="00943CA5">
          <w:pPr>
            <w:pStyle w:val="7DB27F8A1A4D4C81834E43DC2E60810E"/>
          </w:pPr>
          <w:r w:rsidRPr="00614BD7">
            <w:t>E-Mail</w:t>
          </w:r>
        </w:p>
      </w:docPartBody>
    </w:docPart>
    <w:docPart>
      <w:docPartPr>
        <w:name w:val="D4AF38AD04F24F46B298D98DF77D73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B87CBA-59F1-4B66-833D-7C0757F0644F}"/>
      </w:docPartPr>
      <w:docPartBody>
        <w:p w:rsidR="00000000" w:rsidRDefault="00943CA5">
          <w:pPr>
            <w:pStyle w:val="D4AF38AD04F24F46B298D98DF77D738B"/>
          </w:pPr>
          <w:r>
            <w:t>Name 1</w:t>
          </w:r>
        </w:p>
      </w:docPartBody>
    </w:docPart>
    <w:docPart>
      <w:docPartPr>
        <w:name w:val="92E35B6EE1BE416FA059229810D0BA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0AAD59-5799-4507-893B-0CD2CEC6F3D1}"/>
      </w:docPartPr>
      <w:docPartBody>
        <w:p w:rsidR="00000000" w:rsidRDefault="00943CA5">
          <w:pPr>
            <w:pStyle w:val="92E35B6EE1BE416FA059229810D0BA72"/>
          </w:pPr>
          <w:r>
            <w:t>Title</w:t>
          </w:r>
        </w:p>
      </w:docPartBody>
    </w:docPart>
    <w:docPart>
      <w:docPartPr>
        <w:name w:val="51CBA925A7FB4B3696DC16D50DDB59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6E9208-9E21-4873-B084-A2578B771F74}"/>
      </w:docPartPr>
      <w:docPartBody>
        <w:p w:rsidR="00000000" w:rsidRDefault="00943CA5">
          <w:pPr>
            <w:pStyle w:val="51CBA925A7FB4B3696DC16D50DDB599C"/>
          </w:pPr>
          <w:r>
            <w:t>Company</w:t>
          </w:r>
        </w:p>
      </w:docPartBody>
    </w:docPart>
    <w:docPart>
      <w:docPartPr>
        <w:name w:val="68D642408ED641A2A6906B09333886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356BF6-735C-4757-9242-1F282C265E63}"/>
      </w:docPartPr>
      <w:docPartBody>
        <w:p w:rsidR="00000000" w:rsidRDefault="00943CA5">
          <w:pPr>
            <w:pStyle w:val="68D642408ED641A2A6906B0933388641"/>
          </w:pPr>
          <w:r>
            <w:t>Phone</w:t>
          </w:r>
        </w:p>
      </w:docPartBody>
    </w:docPart>
    <w:docPart>
      <w:docPartPr>
        <w:name w:val="6E2A5FE3F33B46848CAE9C6D88CA93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37AD79-1245-4813-8E7E-E27CDB911DBA}"/>
      </w:docPartPr>
      <w:docPartBody>
        <w:p w:rsidR="00000000" w:rsidRDefault="00943CA5">
          <w:pPr>
            <w:pStyle w:val="6E2A5FE3F33B46848CAE9C6D88CA93FC"/>
          </w:pPr>
          <w:r>
            <w:t>Fax</w:t>
          </w:r>
        </w:p>
      </w:docPartBody>
    </w:docPart>
    <w:docPart>
      <w:docPartPr>
        <w:name w:val="595FB0CD73F8411CADBDBFD8DB7CCD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FA7DB9-289A-4F5F-B474-0A4FB629F010}"/>
      </w:docPartPr>
      <w:docPartBody>
        <w:p w:rsidR="00000000" w:rsidRDefault="00943CA5">
          <w:pPr>
            <w:pStyle w:val="595FB0CD73F8411CADBDBFD8DB7CCD63"/>
          </w:pPr>
          <w:r>
            <w:t>Email</w:t>
          </w:r>
        </w:p>
      </w:docPartBody>
    </w:docPart>
    <w:docPart>
      <w:docPartPr>
        <w:name w:val="3E8EFDDE6AB64AD48C1B19D70B3207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2F17AD-1D93-49B7-A590-1A011EBF9D14}"/>
      </w:docPartPr>
      <w:docPartBody>
        <w:p w:rsidR="00000000" w:rsidRDefault="00943CA5">
          <w:pPr>
            <w:pStyle w:val="3E8EFDDE6AB64AD48C1B19D70B3207FB"/>
          </w:pPr>
          <w:r>
            <w:t>Name 2</w:t>
          </w:r>
        </w:p>
      </w:docPartBody>
    </w:docPart>
    <w:docPart>
      <w:docPartPr>
        <w:name w:val="10E4297508944FC4AB410F83A38F65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664929-4E60-4899-8A01-B3ED1EDA8B26}"/>
      </w:docPartPr>
      <w:docPartBody>
        <w:p w:rsidR="00000000" w:rsidRDefault="00943CA5">
          <w:pPr>
            <w:pStyle w:val="10E4297508944FC4AB410F83A38F65B1"/>
          </w:pPr>
          <w:r>
            <w:t>Title</w:t>
          </w:r>
        </w:p>
      </w:docPartBody>
    </w:docPart>
    <w:docPart>
      <w:docPartPr>
        <w:name w:val="4111A6AA7BDD4DCB84185F118BDECF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FCC0C2-AC20-4A33-BC28-124AB0C3EB79}"/>
      </w:docPartPr>
      <w:docPartBody>
        <w:p w:rsidR="00000000" w:rsidRDefault="00943CA5">
          <w:pPr>
            <w:pStyle w:val="4111A6AA7BDD4DCB84185F118BDECF6A"/>
          </w:pPr>
          <w:r>
            <w:t>Company</w:t>
          </w:r>
        </w:p>
      </w:docPartBody>
    </w:docPart>
    <w:docPart>
      <w:docPartPr>
        <w:name w:val="189625CFFD9F4D26BA258EA52B4748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32CD55-6012-4FA8-BAE9-AAEDA5F06728}"/>
      </w:docPartPr>
      <w:docPartBody>
        <w:p w:rsidR="00000000" w:rsidRDefault="00943CA5">
          <w:pPr>
            <w:pStyle w:val="189625CFFD9F4D26BA258EA52B474847"/>
          </w:pPr>
          <w:r>
            <w:t>Phone</w:t>
          </w:r>
        </w:p>
      </w:docPartBody>
    </w:docPart>
    <w:docPart>
      <w:docPartPr>
        <w:name w:val="0BA5CF84D8444CB2B4F928C4FAAB5F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51E6A6-83E2-4E90-9403-8C213E6D03B5}"/>
      </w:docPartPr>
      <w:docPartBody>
        <w:p w:rsidR="00000000" w:rsidRDefault="00943CA5">
          <w:pPr>
            <w:pStyle w:val="0BA5CF84D8444CB2B4F928C4FAAB5F7D"/>
          </w:pPr>
          <w:r>
            <w:t>Fax</w:t>
          </w:r>
        </w:p>
      </w:docPartBody>
    </w:docPart>
    <w:docPart>
      <w:docPartPr>
        <w:name w:val="36401FC411584C50A3227E3DCC277D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C4FA1D-BD61-40FD-9429-88D0F38FB8FE}"/>
      </w:docPartPr>
      <w:docPartBody>
        <w:p w:rsidR="00000000" w:rsidRDefault="00943CA5">
          <w:pPr>
            <w:pStyle w:val="36401FC411584C50A3227E3DCC277D56"/>
          </w:pPr>
          <w:r>
            <w:t>Email</w:t>
          </w:r>
        </w:p>
      </w:docPartBody>
    </w:docPart>
    <w:docPart>
      <w:docPartPr>
        <w:name w:val="53C96FF5C9934F6E96638A06B76F00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D7985E-5E43-4642-B53B-A7BABAEF0355}"/>
      </w:docPartPr>
      <w:docPartBody>
        <w:p w:rsidR="00000000" w:rsidRDefault="00943CA5">
          <w:pPr>
            <w:pStyle w:val="53C96FF5C9934F6E96638A06B76F005F"/>
          </w:pPr>
          <w:r>
            <w:t>Name 3</w:t>
          </w:r>
        </w:p>
      </w:docPartBody>
    </w:docPart>
    <w:docPart>
      <w:docPartPr>
        <w:name w:val="5EB3BAD198714977B6F8F6A8B0A047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B8FFB3-54F4-4D81-AA18-1F72722DE26E}"/>
      </w:docPartPr>
      <w:docPartBody>
        <w:p w:rsidR="00000000" w:rsidRDefault="00943CA5">
          <w:pPr>
            <w:pStyle w:val="5EB3BAD198714977B6F8F6A8B0A04785"/>
          </w:pPr>
          <w:r>
            <w:t>Title</w:t>
          </w:r>
        </w:p>
      </w:docPartBody>
    </w:docPart>
    <w:docPart>
      <w:docPartPr>
        <w:name w:val="206B3B994B024E9AB4A7CF565DC9C2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C03E13-C23B-43D7-8AD3-3781253B47CF}"/>
      </w:docPartPr>
      <w:docPartBody>
        <w:p w:rsidR="00000000" w:rsidRDefault="00943CA5">
          <w:pPr>
            <w:pStyle w:val="206B3B994B024E9AB4A7CF565DC9C201"/>
          </w:pPr>
          <w:r>
            <w:t>Company</w:t>
          </w:r>
        </w:p>
      </w:docPartBody>
    </w:docPart>
    <w:docPart>
      <w:docPartPr>
        <w:name w:val="3C714A61A2054F83A6D6A6C6AAE772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3FB156-803B-42B3-AC01-3847F48FC4DD}"/>
      </w:docPartPr>
      <w:docPartBody>
        <w:p w:rsidR="00000000" w:rsidRDefault="00943CA5">
          <w:pPr>
            <w:pStyle w:val="3C714A61A2054F83A6D6A6C6AAE7727A"/>
          </w:pPr>
          <w:r>
            <w:t>Phone</w:t>
          </w:r>
        </w:p>
      </w:docPartBody>
    </w:docPart>
    <w:docPart>
      <w:docPartPr>
        <w:name w:val="102F239757AD428896471379860DF4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A35357-0CE6-4A5C-8899-52FF3606CF35}"/>
      </w:docPartPr>
      <w:docPartBody>
        <w:p w:rsidR="00000000" w:rsidRDefault="00943CA5">
          <w:pPr>
            <w:pStyle w:val="102F239757AD428896471379860DF4BC"/>
          </w:pPr>
          <w:r>
            <w:t>Fax</w:t>
          </w:r>
        </w:p>
      </w:docPartBody>
    </w:docPart>
    <w:docPart>
      <w:docPartPr>
        <w:name w:val="DDA64AEBA4D24B11B0DCF9D2BBB92F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A3254D-FB27-4214-A020-B2F4D7D62860}"/>
      </w:docPartPr>
      <w:docPartBody>
        <w:p w:rsidR="00000000" w:rsidRDefault="00943CA5">
          <w:pPr>
            <w:pStyle w:val="DDA64AEBA4D24B11B0DCF9D2BBB92F7A"/>
          </w:pPr>
          <w:r>
            <w:t>Email</w:t>
          </w:r>
        </w:p>
      </w:docPartBody>
    </w:docPart>
    <w:docPart>
      <w:docPartPr>
        <w:name w:val="9556677FE1314CB0ADC41BF7FAD7BF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B5A0A0-FB47-4F7A-B455-76AA84958C93}"/>
      </w:docPartPr>
      <w:docPartBody>
        <w:p w:rsidR="00000000" w:rsidRDefault="00943CA5">
          <w:pPr>
            <w:pStyle w:val="9556677FE1314CB0ADC41BF7FAD7BFB7"/>
          </w:pPr>
          <w:r>
            <w:t>Name 4</w:t>
          </w:r>
        </w:p>
      </w:docPartBody>
    </w:docPart>
    <w:docPart>
      <w:docPartPr>
        <w:name w:val="7C387729960A4D97869910F6841766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04861E-0A3B-4735-8BCD-A61AAE85EA4F}"/>
      </w:docPartPr>
      <w:docPartBody>
        <w:p w:rsidR="00000000" w:rsidRDefault="00943CA5">
          <w:pPr>
            <w:pStyle w:val="7C387729960A4D97869910F6841766CB"/>
          </w:pPr>
          <w:r>
            <w:t>Title</w:t>
          </w:r>
        </w:p>
      </w:docPartBody>
    </w:docPart>
    <w:docPart>
      <w:docPartPr>
        <w:name w:val="F810493B808B454A9B3665E465C4CE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9536C6-28A9-4DB3-9456-40627D287F96}"/>
      </w:docPartPr>
      <w:docPartBody>
        <w:p w:rsidR="00000000" w:rsidRDefault="00943CA5">
          <w:pPr>
            <w:pStyle w:val="F810493B808B454A9B3665E465C4CE67"/>
          </w:pPr>
          <w:r>
            <w:t>Company</w:t>
          </w:r>
        </w:p>
      </w:docPartBody>
    </w:docPart>
    <w:docPart>
      <w:docPartPr>
        <w:name w:val="C2B5F0083D91460B8DE802F306D00D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11D931-80E5-46F9-9ECC-5E363F9739E5}"/>
      </w:docPartPr>
      <w:docPartBody>
        <w:p w:rsidR="00000000" w:rsidRDefault="00943CA5">
          <w:pPr>
            <w:pStyle w:val="C2B5F0083D91460B8DE802F306D00D56"/>
          </w:pPr>
          <w:r>
            <w:t>Phone</w:t>
          </w:r>
        </w:p>
      </w:docPartBody>
    </w:docPart>
    <w:docPart>
      <w:docPartPr>
        <w:name w:val="CA600E6B2F4F439D94B70C66E66999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D64BAF-8599-45B5-8FB5-055D957AE81D}"/>
      </w:docPartPr>
      <w:docPartBody>
        <w:p w:rsidR="00000000" w:rsidRDefault="00943CA5">
          <w:pPr>
            <w:pStyle w:val="CA600E6B2F4F439D94B70C66E66999EB"/>
          </w:pPr>
          <w:r>
            <w:t>Fax</w:t>
          </w:r>
        </w:p>
      </w:docPartBody>
    </w:docPart>
    <w:docPart>
      <w:docPartPr>
        <w:name w:val="7C2733DF144D494F82212498694ACB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2960BB-B77A-4AFD-96CF-7338869A6825}"/>
      </w:docPartPr>
      <w:docPartBody>
        <w:p w:rsidR="00000000" w:rsidRDefault="00943CA5">
          <w:pPr>
            <w:pStyle w:val="7C2733DF144D494F82212498694ACB13"/>
          </w:pPr>
          <w:r>
            <w:t>Email</w:t>
          </w:r>
        </w:p>
      </w:docPartBody>
    </w:docPart>
    <w:docPart>
      <w:docPartPr>
        <w:name w:val="16946482543249BB854B8BAF60ED43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4E24FC-800A-48A4-979C-470BD4E582AF}"/>
      </w:docPartPr>
      <w:docPartBody>
        <w:p w:rsidR="00000000" w:rsidRDefault="00943CA5">
          <w:pPr>
            <w:pStyle w:val="16946482543249BB854B8BAF60ED43AE"/>
          </w:pPr>
          <w:r>
            <w:t>Name 5</w:t>
          </w:r>
        </w:p>
      </w:docPartBody>
    </w:docPart>
    <w:docPart>
      <w:docPartPr>
        <w:name w:val="CA5377A5E8CB4334A459A3F5FBDB03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3EA52D-B2EE-45FB-B82B-87233A9A277D}"/>
      </w:docPartPr>
      <w:docPartBody>
        <w:p w:rsidR="00000000" w:rsidRDefault="00943CA5">
          <w:pPr>
            <w:pStyle w:val="CA5377A5E8CB4334A459A3F5FBDB034D"/>
          </w:pPr>
          <w:r>
            <w:t>Title</w:t>
          </w:r>
        </w:p>
      </w:docPartBody>
    </w:docPart>
    <w:docPart>
      <w:docPartPr>
        <w:name w:val="C0F75055250641F4B40F23415C6761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6E6CAC-DF4C-4D0E-AA1C-1EFEEFFF9188}"/>
      </w:docPartPr>
      <w:docPartBody>
        <w:p w:rsidR="00000000" w:rsidRDefault="00943CA5">
          <w:pPr>
            <w:pStyle w:val="C0F75055250641F4B40F23415C676178"/>
          </w:pPr>
          <w:r>
            <w:t>Company</w:t>
          </w:r>
        </w:p>
      </w:docPartBody>
    </w:docPart>
    <w:docPart>
      <w:docPartPr>
        <w:name w:val="77B6A87DCEDC4062AF73BD3E975C14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30ECE6-DC74-4F30-936E-73D82E91CD90}"/>
      </w:docPartPr>
      <w:docPartBody>
        <w:p w:rsidR="00000000" w:rsidRDefault="00943CA5">
          <w:pPr>
            <w:pStyle w:val="77B6A87DCEDC4062AF73BD3E975C1487"/>
          </w:pPr>
          <w:r>
            <w:t>Phone</w:t>
          </w:r>
        </w:p>
      </w:docPartBody>
    </w:docPart>
    <w:docPart>
      <w:docPartPr>
        <w:name w:val="BD76CE561DC34437A701E5873551C1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9D0C4B-2201-43BA-BAAF-2B4D81A6D5FC}"/>
      </w:docPartPr>
      <w:docPartBody>
        <w:p w:rsidR="00000000" w:rsidRDefault="00943CA5">
          <w:pPr>
            <w:pStyle w:val="BD76CE561DC34437A701E5873551C1A4"/>
          </w:pPr>
          <w:r>
            <w:t>Fax</w:t>
          </w:r>
        </w:p>
      </w:docPartBody>
    </w:docPart>
    <w:docPart>
      <w:docPartPr>
        <w:name w:val="514D846568744A9595F55EC02B0D68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612603-E691-4162-AB54-7C03823BCF1E}"/>
      </w:docPartPr>
      <w:docPartBody>
        <w:p w:rsidR="00000000" w:rsidRDefault="00943CA5">
          <w:pPr>
            <w:pStyle w:val="514D846568744A9595F55EC02B0D681A"/>
          </w:pPr>
          <w:r>
            <w:t>Email</w:t>
          </w:r>
        </w:p>
      </w:docPartBody>
    </w:docPart>
    <w:docPart>
      <w:docPartPr>
        <w:name w:val="734C4C3060B845EDBBB09E4EC9E06D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F6EE26-8D61-4B53-956C-47AFFB24FBB5}"/>
      </w:docPartPr>
      <w:docPartBody>
        <w:p w:rsidR="00000000" w:rsidRDefault="00943CA5">
          <w:pPr>
            <w:pStyle w:val="734C4C3060B845EDBBB09E4EC9E06DD1"/>
          </w:pPr>
          <w:r>
            <w:t>Name 6</w:t>
          </w:r>
        </w:p>
      </w:docPartBody>
    </w:docPart>
    <w:docPart>
      <w:docPartPr>
        <w:name w:val="D61E57BAB4C64F19BDD4EE298A0CFB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589F2D-13DF-4416-B966-09941542A06E}"/>
      </w:docPartPr>
      <w:docPartBody>
        <w:p w:rsidR="00000000" w:rsidRDefault="00943CA5">
          <w:pPr>
            <w:pStyle w:val="D61E57BAB4C64F19BDD4EE298A0CFBA9"/>
          </w:pPr>
          <w:r>
            <w:t>Title</w:t>
          </w:r>
        </w:p>
      </w:docPartBody>
    </w:docPart>
    <w:docPart>
      <w:docPartPr>
        <w:name w:val="26715EC41F454C98876E071A023940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E63359-451F-4998-936F-8C36EA369B88}"/>
      </w:docPartPr>
      <w:docPartBody>
        <w:p w:rsidR="00000000" w:rsidRDefault="00943CA5">
          <w:pPr>
            <w:pStyle w:val="26715EC41F454C98876E071A0239407B"/>
          </w:pPr>
          <w:r>
            <w:t>Company</w:t>
          </w:r>
        </w:p>
      </w:docPartBody>
    </w:docPart>
    <w:docPart>
      <w:docPartPr>
        <w:name w:val="D4003AF8D86D49B899FB495A42A13F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42AE67-6F6B-4499-B577-3496B4B493EE}"/>
      </w:docPartPr>
      <w:docPartBody>
        <w:p w:rsidR="00000000" w:rsidRDefault="00943CA5">
          <w:pPr>
            <w:pStyle w:val="D4003AF8D86D49B899FB495A42A13F34"/>
          </w:pPr>
          <w:r>
            <w:t>Phone</w:t>
          </w:r>
        </w:p>
      </w:docPartBody>
    </w:docPart>
    <w:docPart>
      <w:docPartPr>
        <w:name w:val="A2D7DDA559314D2789CB39084F0565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EB9500-24BA-40EF-B4AE-80EB686A2722}"/>
      </w:docPartPr>
      <w:docPartBody>
        <w:p w:rsidR="00000000" w:rsidRDefault="00943CA5">
          <w:pPr>
            <w:pStyle w:val="A2D7DDA559314D2789CB39084F0565ED"/>
          </w:pPr>
          <w:r>
            <w:t>Fax</w:t>
          </w:r>
        </w:p>
      </w:docPartBody>
    </w:docPart>
    <w:docPart>
      <w:docPartPr>
        <w:name w:val="F9C54D544A6B4B6C8DBCC36355310B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BC1DE9-4D99-473B-9BFF-9D47BA6B4355}"/>
      </w:docPartPr>
      <w:docPartBody>
        <w:p w:rsidR="00000000" w:rsidRDefault="00943CA5">
          <w:pPr>
            <w:pStyle w:val="F9C54D544A6B4B6C8DBCC36355310BC5"/>
          </w:pPr>
          <w:r>
            <w:t>Email</w:t>
          </w:r>
        </w:p>
      </w:docPartBody>
    </w:docPart>
    <w:docPart>
      <w:docPartPr>
        <w:name w:val="E72C707C5E7D4D968DF1436565A5B7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5EE269-0873-404F-8AF6-CA55FFDFFE3A}"/>
      </w:docPartPr>
      <w:docPartBody>
        <w:p w:rsidR="00000000" w:rsidRDefault="00943CA5">
          <w:pPr>
            <w:pStyle w:val="E72C707C5E7D4D968DF1436565A5B77E"/>
          </w:pPr>
          <w:r>
            <w:t>Name 7</w:t>
          </w:r>
        </w:p>
      </w:docPartBody>
    </w:docPart>
    <w:docPart>
      <w:docPartPr>
        <w:name w:val="50B61964C692487CBD25C696EC377D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4BC910-E415-4D7A-BC3A-6CDCBB25A9B0}"/>
      </w:docPartPr>
      <w:docPartBody>
        <w:p w:rsidR="00000000" w:rsidRDefault="00943CA5">
          <w:pPr>
            <w:pStyle w:val="50B61964C692487CBD25C696EC377DB6"/>
          </w:pPr>
          <w:r>
            <w:t>Title</w:t>
          </w:r>
        </w:p>
      </w:docPartBody>
    </w:docPart>
    <w:docPart>
      <w:docPartPr>
        <w:name w:val="61A2CDFD24C04090A3B4FD73606F9A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7DFA76-1ABE-4FEF-BC4F-4DFA1927BEE1}"/>
      </w:docPartPr>
      <w:docPartBody>
        <w:p w:rsidR="00000000" w:rsidRDefault="00943CA5">
          <w:pPr>
            <w:pStyle w:val="61A2CDFD24C04090A3B4FD73606F9ABC"/>
          </w:pPr>
          <w:r>
            <w:t>Company</w:t>
          </w:r>
        </w:p>
      </w:docPartBody>
    </w:docPart>
    <w:docPart>
      <w:docPartPr>
        <w:name w:val="91573B0585754FCF9DC08EFB0FD198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6BFB7F-1E48-46CB-B407-4B0670C18C1E}"/>
      </w:docPartPr>
      <w:docPartBody>
        <w:p w:rsidR="00000000" w:rsidRDefault="00943CA5">
          <w:pPr>
            <w:pStyle w:val="91573B0585754FCF9DC08EFB0FD198C5"/>
          </w:pPr>
          <w:r>
            <w:t>Phone</w:t>
          </w:r>
        </w:p>
      </w:docPartBody>
    </w:docPart>
    <w:docPart>
      <w:docPartPr>
        <w:name w:val="8B370082347F4505869AB5B905A0E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190CB4-58F9-43A0-B690-4CA44042FA08}"/>
      </w:docPartPr>
      <w:docPartBody>
        <w:p w:rsidR="00000000" w:rsidRDefault="00943CA5">
          <w:pPr>
            <w:pStyle w:val="8B370082347F4505869AB5B905A0E284"/>
          </w:pPr>
          <w:r>
            <w:t>Fax</w:t>
          </w:r>
        </w:p>
      </w:docPartBody>
    </w:docPart>
    <w:docPart>
      <w:docPartPr>
        <w:name w:val="9A3CB83CDE9844018AC096F6757C4B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CCFD1F-9ACE-434B-B5F9-B738E5BCAB49}"/>
      </w:docPartPr>
      <w:docPartBody>
        <w:p w:rsidR="00000000" w:rsidRDefault="00943CA5">
          <w:pPr>
            <w:pStyle w:val="9A3CB83CDE9844018AC096F6757C4BD6"/>
          </w:pPr>
          <w:r>
            <w:t>Email</w:t>
          </w:r>
        </w:p>
      </w:docPartBody>
    </w:docPart>
    <w:docPart>
      <w:docPartPr>
        <w:name w:val="C29E5527F071496293622BAC3DC601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EE932E-0C37-4010-9E38-C13C083B1115}"/>
      </w:docPartPr>
      <w:docPartBody>
        <w:p w:rsidR="00000000" w:rsidRDefault="00943CA5">
          <w:pPr>
            <w:pStyle w:val="C29E5527F071496293622BAC3DC60114"/>
          </w:pPr>
          <w:r>
            <w:t>Name 8</w:t>
          </w:r>
        </w:p>
      </w:docPartBody>
    </w:docPart>
    <w:docPart>
      <w:docPartPr>
        <w:name w:val="CC81558F4E684D1A8A3CBAB925E37C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238D16-3A2E-4495-9F5E-80CC829AF213}"/>
      </w:docPartPr>
      <w:docPartBody>
        <w:p w:rsidR="00000000" w:rsidRDefault="00943CA5">
          <w:pPr>
            <w:pStyle w:val="CC81558F4E684D1A8A3CBAB925E37C49"/>
          </w:pPr>
          <w:r>
            <w:t>Title</w:t>
          </w:r>
        </w:p>
      </w:docPartBody>
    </w:docPart>
    <w:docPart>
      <w:docPartPr>
        <w:name w:val="3FFB228D1E4441E8B980680F36484C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D2DEFD-EEDC-4AE6-99F0-55EA39168B5C}"/>
      </w:docPartPr>
      <w:docPartBody>
        <w:p w:rsidR="00000000" w:rsidRDefault="00943CA5">
          <w:pPr>
            <w:pStyle w:val="3FFB228D1E4441E8B980680F36484CA6"/>
          </w:pPr>
          <w:r>
            <w:t>Company</w:t>
          </w:r>
        </w:p>
      </w:docPartBody>
    </w:docPart>
    <w:docPart>
      <w:docPartPr>
        <w:name w:val="A9F47A81D2A24FE9B833CB2E71CDE8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2DD7F4-13A6-4D74-B213-63B2F18F76B8}"/>
      </w:docPartPr>
      <w:docPartBody>
        <w:p w:rsidR="00000000" w:rsidRDefault="00943CA5">
          <w:pPr>
            <w:pStyle w:val="A9F47A81D2A24FE9B833CB2E71CDE85B"/>
          </w:pPr>
          <w:r>
            <w:t>Phone</w:t>
          </w:r>
        </w:p>
      </w:docPartBody>
    </w:docPart>
    <w:docPart>
      <w:docPartPr>
        <w:name w:val="DEA43D3141634D93B1083CE27327DC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FFCDDD-4CDF-4187-9A03-1F44E913F283}"/>
      </w:docPartPr>
      <w:docPartBody>
        <w:p w:rsidR="00000000" w:rsidRDefault="00943CA5">
          <w:pPr>
            <w:pStyle w:val="DEA43D3141634D93B1083CE27327DCFC"/>
          </w:pPr>
          <w:r>
            <w:t>Fax</w:t>
          </w:r>
        </w:p>
      </w:docPartBody>
    </w:docPart>
    <w:docPart>
      <w:docPartPr>
        <w:name w:val="F62019B6BB334B05BCE06721FAA65B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C6FE43-2304-4315-B112-4FED80DAE9DE}"/>
      </w:docPartPr>
      <w:docPartBody>
        <w:p w:rsidR="00000000" w:rsidRDefault="00943CA5">
          <w:pPr>
            <w:pStyle w:val="F62019B6BB334B05BCE06721FAA65B8E"/>
          </w:pPr>
          <w:r>
            <w:t>Email</w:t>
          </w:r>
        </w:p>
      </w:docPartBody>
    </w:docPart>
    <w:docPart>
      <w:docPartPr>
        <w:name w:val="00BDF19E105B4E459C160D1F254AD3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A384CD-E952-4996-B6A4-EA8D3D01F8D3}"/>
      </w:docPartPr>
      <w:docPartBody>
        <w:p w:rsidR="00000000" w:rsidRDefault="00943CA5">
          <w:pPr>
            <w:pStyle w:val="00BDF19E105B4E459C160D1F254AD3BC"/>
          </w:pPr>
          <w:r>
            <w:t>Name 9</w:t>
          </w:r>
        </w:p>
      </w:docPartBody>
    </w:docPart>
    <w:docPart>
      <w:docPartPr>
        <w:name w:val="DF2286B1D17B45CD98881536C9ECDB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32E2F9-023C-4AF9-A4F3-770A8B7E547A}"/>
      </w:docPartPr>
      <w:docPartBody>
        <w:p w:rsidR="00000000" w:rsidRDefault="00943CA5">
          <w:pPr>
            <w:pStyle w:val="DF2286B1D17B45CD98881536C9ECDBC3"/>
          </w:pPr>
          <w:r>
            <w:t>Title</w:t>
          </w:r>
        </w:p>
      </w:docPartBody>
    </w:docPart>
    <w:docPart>
      <w:docPartPr>
        <w:name w:val="DE6D1CCBBA91473BBE1B8A852D694F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EBFAD6-2EA9-403B-8490-23E43F32A8DC}"/>
      </w:docPartPr>
      <w:docPartBody>
        <w:p w:rsidR="00000000" w:rsidRDefault="00943CA5">
          <w:pPr>
            <w:pStyle w:val="DE6D1CCBBA91473BBE1B8A852D694F8D"/>
          </w:pPr>
          <w:r>
            <w:t>Company</w:t>
          </w:r>
        </w:p>
      </w:docPartBody>
    </w:docPart>
    <w:docPart>
      <w:docPartPr>
        <w:name w:val="9F3B67E2389F4DB1AC728DB8D28A19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11C982-224F-4520-AA20-21C5788928FE}"/>
      </w:docPartPr>
      <w:docPartBody>
        <w:p w:rsidR="00000000" w:rsidRDefault="00943CA5">
          <w:pPr>
            <w:pStyle w:val="9F3B67E2389F4DB1AC728DB8D28A19DC"/>
          </w:pPr>
          <w:r>
            <w:t>Phone</w:t>
          </w:r>
        </w:p>
      </w:docPartBody>
    </w:docPart>
    <w:docPart>
      <w:docPartPr>
        <w:name w:val="79CFAA2ED7B14963A39049DF1011D9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D656E4-4588-4B2E-973E-4C16673540CC}"/>
      </w:docPartPr>
      <w:docPartBody>
        <w:p w:rsidR="00000000" w:rsidRDefault="00943CA5">
          <w:pPr>
            <w:pStyle w:val="79CFAA2ED7B14963A39049DF1011D9D1"/>
          </w:pPr>
          <w:r>
            <w:t>Fax</w:t>
          </w:r>
        </w:p>
      </w:docPartBody>
    </w:docPart>
    <w:docPart>
      <w:docPartPr>
        <w:name w:val="345415C3A9034BB7B925A327DD4010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C77AF9-5C93-48CF-8E9F-E094CFAC7657}"/>
      </w:docPartPr>
      <w:docPartBody>
        <w:p w:rsidR="00000000" w:rsidRDefault="00943CA5">
          <w:pPr>
            <w:pStyle w:val="345415C3A9034BB7B925A327DD4010D9"/>
          </w:pPr>
          <w:r>
            <w:t>Email</w:t>
          </w:r>
        </w:p>
      </w:docPartBody>
    </w:docPart>
    <w:docPart>
      <w:docPartPr>
        <w:name w:val="34C80DFB396E4ACD987CBDB6877E48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70859F-50A6-4C58-BD8B-7AF672C83411}"/>
      </w:docPartPr>
      <w:docPartBody>
        <w:p w:rsidR="00000000" w:rsidRDefault="00943CA5">
          <w:pPr>
            <w:pStyle w:val="34C80DFB396E4ACD987CBDB6877E4807"/>
          </w:pPr>
          <w:r>
            <w:t>Name 10</w:t>
          </w:r>
        </w:p>
      </w:docPartBody>
    </w:docPart>
    <w:docPart>
      <w:docPartPr>
        <w:name w:val="65AD8D92EC694FCB985BFFC06E478A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CDC44C-A713-4866-B428-65F20ABC721C}"/>
      </w:docPartPr>
      <w:docPartBody>
        <w:p w:rsidR="00000000" w:rsidRDefault="00943CA5">
          <w:pPr>
            <w:pStyle w:val="65AD8D92EC694FCB985BFFC06E478AA8"/>
          </w:pPr>
          <w:r>
            <w:t>Title</w:t>
          </w:r>
        </w:p>
      </w:docPartBody>
    </w:docPart>
    <w:docPart>
      <w:docPartPr>
        <w:name w:val="52DA34DECD154ADF9F8A4E62C07939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F151DD-DC2E-4EEF-AA8D-9AE7314B70E5}"/>
      </w:docPartPr>
      <w:docPartBody>
        <w:p w:rsidR="00000000" w:rsidRDefault="00943CA5">
          <w:pPr>
            <w:pStyle w:val="52DA34DECD154ADF9F8A4E62C0793926"/>
          </w:pPr>
          <w:r>
            <w:t>Company</w:t>
          </w:r>
        </w:p>
      </w:docPartBody>
    </w:docPart>
    <w:docPart>
      <w:docPartPr>
        <w:name w:val="E2E37E9CAFFB4E23B9737741FCA6FE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D52C92-0868-44E5-BA54-FD53D42EDC80}"/>
      </w:docPartPr>
      <w:docPartBody>
        <w:p w:rsidR="00000000" w:rsidRDefault="00943CA5">
          <w:pPr>
            <w:pStyle w:val="E2E37E9CAFFB4E23B9737741FCA6FEED"/>
          </w:pPr>
          <w:r>
            <w:t>Phone</w:t>
          </w:r>
        </w:p>
      </w:docPartBody>
    </w:docPart>
    <w:docPart>
      <w:docPartPr>
        <w:name w:val="D01035160AA643FEAD932652733840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028A55-DFE4-492D-83E5-15A20595289C}"/>
      </w:docPartPr>
      <w:docPartBody>
        <w:p w:rsidR="00000000" w:rsidRDefault="00943CA5">
          <w:pPr>
            <w:pStyle w:val="D01035160AA643FEAD932652733840C6"/>
          </w:pPr>
          <w:r>
            <w:t>Fax</w:t>
          </w:r>
        </w:p>
      </w:docPartBody>
    </w:docPart>
    <w:docPart>
      <w:docPartPr>
        <w:name w:val="FA503EDD7CAC4EA8AC7D2A56071312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2628E1-8BC1-4409-9BE0-3E9CC22221FB}"/>
      </w:docPartPr>
      <w:docPartBody>
        <w:p w:rsidR="00000000" w:rsidRDefault="00943CA5">
          <w:pPr>
            <w:pStyle w:val="FA503EDD7CAC4EA8AC7D2A56071312B8"/>
          </w:pPr>
          <w:r>
            <w:t>Email</w:t>
          </w:r>
        </w:p>
      </w:docPartBody>
    </w:docPart>
    <w:docPart>
      <w:docPartPr>
        <w:name w:val="89082A9472FA4530A2554045CAD759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987594-7D86-4B68-A94E-F392F27A0D7F}"/>
      </w:docPartPr>
      <w:docPartBody>
        <w:p w:rsidR="00000000" w:rsidRDefault="00943CA5">
          <w:pPr>
            <w:pStyle w:val="89082A9472FA4530A2554045CAD75906"/>
          </w:pPr>
          <w:r>
            <w:t>Name 11</w:t>
          </w:r>
        </w:p>
      </w:docPartBody>
    </w:docPart>
    <w:docPart>
      <w:docPartPr>
        <w:name w:val="6545E056D87D467EAF636A87EE19E2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6D7BF1-5566-4A7A-8445-24748245561A}"/>
      </w:docPartPr>
      <w:docPartBody>
        <w:p w:rsidR="00000000" w:rsidRDefault="00943CA5">
          <w:pPr>
            <w:pStyle w:val="6545E056D87D467EAF636A87EE19E23C"/>
          </w:pPr>
          <w:r>
            <w:t>Title</w:t>
          </w:r>
        </w:p>
      </w:docPartBody>
    </w:docPart>
    <w:docPart>
      <w:docPartPr>
        <w:name w:val="6FEB4C3B4B9C45218A817EBD728146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6E4EAF-DE74-4778-B53B-A5A2E492443F}"/>
      </w:docPartPr>
      <w:docPartBody>
        <w:p w:rsidR="00000000" w:rsidRDefault="00943CA5">
          <w:pPr>
            <w:pStyle w:val="6FEB4C3B4B9C45218A817EBD72814676"/>
          </w:pPr>
          <w:r>
            <w:t>Company</w:t>
          </w:r>
        </w:p>
      </w:docPartBody>
    </w:docPart>
    <w:docPart>
      <w:docPartPr>
        <w:name w:val="B1CB8A16852F4BE49A963314F816F9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4FB8C6-B5BE-4F57-9891-D340AED24FC9}"/>
      </w:docPartPr>
      <w:docPartBody>
        <w:p w:rsidR="00000000" w:rsidRDefault="00943CA5">
          <w:pPr>
            <w:pStyle w:val="B1CB8A16852F4BE49A963314F816F9D9"/>
          </w:pPr>
          <w:r>
            <w:t>Phone</w:t>
          </w:r>
        </w:p>
      </w:docPartBody>
    </w:docPart>
    <w:docPart>
      <w:docPartPr>
        <w:name w:val="ACAE736E23654F00AEE299F375E21A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6F33AD-715F-41F9-931F-5D0B6847F3B6}"/>
      </w:docPartPr>
      <w:docPartBody>
        <w:p w:rsidR="00000000" w:rsidRDefault="00943CA5">
          <w:pPr>
            <w:pStyle w:val="ACAE736E23654F00AEE299F375E21AC4"/>
          </w:pPr>
          <w:r>
            <w:t>Fax</w:t>
          </w:r>
        </w:p>
      </w:docPartBody>
    </w:docPart>
    <w:docPart>
      <w:docPartPr>
        <w:name w:val="B245F6F10D77471DA1A12F85B3F9FC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25435C-A637-421A-BC4D-E5EAF0A93C0E}"/>
      </w:docPartPr>
      <w:docPartBody>
        <w:p w:rsidR="00000000" w:rsidRDefault="00943CA5">
          <w:pPr>
            <w:pStyle w:val="B245F6F10D77471DA1A12F85B3F9FC6D"/>
          </w:pPr>
          <w:r>
            <w:t>Email</w:t>
          </w:r>
        </w:p>
      </w:docPartBody>
    </w:docPart>
    <w:docPart>
      <w:docPartPr>
        <w:name w:val="5BBF43C7D2F54F55927BCB692A39BE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93C2F4-DF32-40B2-AD26-61E5526C680C}"/>
      </w:docPartPr>
      <w:docPartBody>
        <w:p w:rsidR="00000000" w:rsidRDefault="00943CA5">
          <w:pPr>
            <w:pStyle w:val="5BBF43C7D2F54F55927BCB692A39BE52"/>
          </w:pPr>
          <w:r>
            <w:t>Name 12</w:t>
          </w:r>
        </w:p>
      </w:docPartBody>
    </w:docPart>
    <w:docPart>
      <w:docPartPr>
        <w:name w:val="82B62316216B483E952ECEFA792632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779AA0-3A24-4B8C-A9C0-A78E91D5C239}"/>
      </w:docPartPr>
      <w:docPartBody>
        <w:p w:rsidR="00000000" w:rsidRDefault="00943CA5">
          <w:pPr>
            <w:pStyle w:val="82B62316216B483E952ECEFA792632E8"/>
          </w:pPr>
          <w:r>
            <w:t>Title</w:t>
          </w:r>
        </w:p>
      </w:docPartBody>
    </w:docPart>
    <w:docPart>
      <w:docPartPr>
        <w:name w:val="75C16A578928409FB3BC9D2D8F7647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F7555C-CDE4-49BC-AF43-4E863851D355}"/>
      </w:docPartPr>
      <w:docPartBody>
        <w:p w:rsidR="00000000" w:rsidRDefault="00943CA5">
          <w:pPr>
            <w:pStyle w:val="75C16A578928409FB3BC9D2D8F7647C9"/>
          </w:pPr>
          <w:r>
            <w:t>Company</w:t>
          </w:r>
        </w:p>
      </w:docPartBody>
    </w:docPart>
    <w:docPart>
      <w:docPartPr>
        <w:name w:val="6BC1C396FCEA4C6BB8375EE9DDB0C7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A17919-3F13-40AE-8828-D107A3379BEC}"/>
      </w:docPartPr>
      <w:docPartBody>
        <w:p w:rsidR="00000000" w:rsidRDefault="00943CA5">
          <w:pPr>
            <w:pStyle w:val="6BC1C396FCEA4C6BB8375EE9DDB0C7FF"/>
          </w:pPr>
          <w:r>
            <w:t>Phone</w:t>
          </w:r>
        </w:p>
      </w:docPartBody>
    </w:docPart>
    <w:docPart>
      <w:docPartPr>
        <w:name w:val="72A3B88375B14D478164A8C5E9ADA3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C2E51B-C04F-48BB-AC93-EA0C094737B5}"/>
      </w:docPartPr>
      <w:docPartBody>
        <w:p w:rsidR="00000000" w:rsidRDefault="00943CA5">
          <w:pPr>
            <w:pStyle w:val="72A3B88375B14D478164A8C5E9ADA3F7"/>
          </w:pPr>
          <w:r>
            <w:t>Fax</w:t>
          </w:r>
        </w:p>
      </w:docPartBody>
    </w:docPart>
    <w:docPart>
      <w:docPartPr>
        <w:name w:val="09544A45F9E542C2B5D469019A1E0D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98A700-D49A-48DA-87C1-2E24C7A39FDF}"/>
      </w:docPartPr>
      <w:docPartBody>
        <w:p w:rsidR="00000000" w:rsidRDefault="00943CA5">
          <w:pPr>
            <w:pStyle w:val="09544A45F9E542C2B5D469019A1E0D42"/>
          </w:pPr>
          <w:r>
            <w:t>Email</w:t>
          </w:r>
        </w:p>
      </w:docPartBody>
    </w:docPart>
    <w:docPart>
      <w:docPartPr>
        <w:name w:val="91AC70D7B078414EAFBE74A5ECA835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361ABB-2C31-49EE-A36D-5C5B6F6BED7F}"/>
      </w:docPartPr>
      <w:docPartBody>
        <w:p w:rsidR="00000000" w:rsidRDefault="00943CA5">
          <w:pPr>
            <w:pStyle w:val="91AC70D7B078414EAFBE74A5ECA8355D"/>
          </w:pPr>
          <w:r>
            <w:t>Name 13</w:t>
          </w:r>
        </w:p>
      </w:docPartBody>
    </w:docPart>
    <w:docPart>
      <w:docPartPr>
        <w:name w:val="C1B46222EE43473DB4720555DE8825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447872-57F4-4709-B7B7-1ACF7B3601BF}"/>
      </w:docPartPr>
      <w:docPartBody>
        <w:p w:rsidR="00000000" w:rsidRDefault="00943CA5">
          <w:pPr>
            <w:pStyle w:val="C1B46222EE43473DB4720555DE882575"/>
          </w:pPr>
          <w:r>
            <w:t>Title</w:t>
          </w:r>
        </w:p>
      </w:docPartBody>
    </w:docPart>
    <w:docPart>
      <w:docPartPr>
        <w:name w:val="5416B2BEFF84470285FC9F2027F962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AF7B2B-EF8D-44B1-B1DD-A480931CD894}"/>
      </w:docPartPr>
      <w:docPartBody>
        <w:p w:rsidR="00000000" w:rsidRDefault="00943CA5">
          <w:pPr>
            <w:pStyle w:val="5416B2BEFF84470285FC9F2027F96281"/>
          </w:pPr>
          <w:r>
            <w:t>Company</w:t>
          </w:r>
        </w:p>
      </w:docPartBody>
    </w:docPart>
    <w:docPart>
      <w:docPartPr>
        <w:name w:val="A8782A558C444EEC9012F3F0B967EA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8EAE4C-8704-49D7-AC78-A06A56E44755}"/>
      </w:docPartPr>
      <w:docPartBody>
        <w:p w:rsidR="00000000" w:rsidRDefault="00943CA5">
          <w:pPr>
            <w:pStyle w:val="A8782A558C444EEC9012F3F0B967EA47"/>
          </w:pPr>
          <w:r>
            <w:t>Phone</w:t>
          </w:r>
        </w:p>
      </w:docPartBody>
    </w:docPart>
    <w:docPart>
      <w:docPartPr>
        <w:name w:val="038021EE17824D98AD468072788033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7455E8-CF5A-473B-B4DF-ABB180DBBE2E}"/>
      </w:docPartPr>
      <w:docPartBody>
        <w:p w:rsidR="00000000" w:rsidRDefault="00943CA5">
          <w:pPr>
            <w:pStyle w:val="038021EE17824D98AD468072788033ED"/>
          </w:pPr>
          <w:r>
            <w:t>Fax</w:t>
          </w:r>
        </w:p>
      </w:docPartBody>
    </w:docPart>
    <w:docPart>
      <w:docPartPr>
        <w:name w:val="D9AD7E5DD1384A5A854CC0207388C6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87BE61-C42F-433C-B003-4E24AFECD2D3}"/>
      </w:docPartPr>
      <w:docPartBody>
        <w:p w:rsidR="00000000" w:rsidRDefault="00943CA5">
          <w:pPr>
            <w:pStyle w:val="D9AD7E5DD1384A5A854CC0207388C640"/>
          </w:pPr>
          <w:r>
            <w:t>Email</w:t>
          </w:r>
        </w:p>
      </w:docPartBody>
    </w:docPart>
    <w:docPart>
      <w:docPartPr>
        <w:name w:val="EC344AEFAD0247DAA47A20CC830590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DFFDA7-37FA-4A67-9167-E040C9790EDA}"/>
      </w:docPartPr>
      <w:docPartBody>
        <w:p w:rsidR="00000000" w:rsidRDefault="00943CA5">
          <w:pPr>
            <w:pStyle w:val="EC344AEFAD0247DAA47A20CC830590D0"/>
          </w:pPr>
          <w:r>
            <w:t>Name 14</w:t>
          </w:r>
        </w:p>
      </w:docPartBody>
    </w:docPart>
    <w:docPart>
      <w:docPartPr>
        <w:name w:val="72855CFE909A42A6A51098B237BA51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39F50A-4A42-49F4-BB8D-81CA91492D7F}"/>
      </w:docPartPr>
      <w:docPartBody>
        <w:p w:rsidR="00000000" w:rsidRDefault="00943CA5">
          <w:pPr>
            <w:pStyle w:val="72855CFE909A42A6A51098B237BA5184"/>
          </w:pPr>
          <w:r>
            <w:t>Title</w:t>
          </w:r>
        </w:p>
      </w:docPartBody>
    </w:docPart>
    <w:docPart>
      <w:docPartPr>
        <w:name w:val="BF44C352E38144B2B233AF7A34DD36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24F0C1-9DF4-4D0A-A868-8ECA8300B567}"/>
      </w:docPartPr>
      <w:docPartBody>
        <w:p w:rsidR="00000000" w:rsidRDefault="00943CA5">
          <w:pPr>
            <w:pStyle w:val="BF44C352E38144B2B233AF7A34DD3614"/>
          </w:pPr>
          <w:r>
            <w:t>Company</w:t>
          </w:r>
        </w:p>
      </w:docPartBody>
    </w:docPart>
    <w:docPart>
      <w:docPartPr>
        <w:name w:val="4E857786F50144FB89DCA42F61BB5D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700002-E34D-48B0-9CA7-380202508434}"/>
      </w:docPartPr>
      <w:docPartBody>
        <w:p w:rsidR="00000000" w:rsidRDefault="00943CA5">
          <w:pPr>
            <w:pStyle w:val="4E857786F50144FB89DCA42F61BB5DF7"/>
          </w:pPr>
          <w:r>
            <w:t>Phone</w:t>
          </w:r>
        </w:p>
      </w:docPartBody>
    </w:docPart>
    <w:docPart>
      <w:docPartPr>
        <w:name w:val="2A0D123D32C94AD9B180CB1A1FC3E7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CB1749-6D3D-4C22-A1FC-DCE18401DE53}"/>
      </w:docPartPr>
      <w:docPartBody>
        <w:p w:rsidR="00000000" w:rsidRDefault="00943CA5">
          <w:pPr>
            <w:pStyle w:val="2A0D123D32C94AD9B180CB1A1FC3E7CC"/>
          </w:pPr>
          <w:r>
            <w:t>Fax</w:t>
          </w:r>
        </w:p>
      </w:docPartBody>
    </w:docPart>
    <w:docPart>
      <w:docPartPr>
        <w:name w:val="43596E4A3C56443E9E962AAEC53CD0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20FC87-B45A-4265-B56E-C4006AF07ED9}"/>
      </w:docPartPr>
      <w:docPartBody>
        <w:p w:rsidR="00000000" w:rsidRDefault="00943CA5">
          <w:pPr>
            <w:pStyle w:val="43596E4A3C56443E9E962AAEC53CD03D"/>
          </w:pPr>
          <w:r>
            <w:t>Email</w:t>
          </w:r>
        </w:p>
      </w:docPartBody>
    </w:docPart>
    <w:docPart>
      <w:docPartPr>
        <w:name w:val="C9788BC9A2B84C43B2596B65078E02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DC090D-A2F8-40BA-B85D-44FCDD9E50B7}"/>
      </w:docPartPr>
      <w:docPartBody>
        <w:p w:rsidR="00000000" w:rsidRDefault="00943CA5">
          <w:pPr>
            <w:pStyle w:val="C9788BC9A2B84C43B2596B65078E029A"/>
          </w:pPr>
          <w:r>
            <w:t>Name 15</w:t>
          </w:r>
        </w:p>
      </w:docPartBody>
    </w:docPart>
    <w:docPart>
      <w:docPartPr>
        <w:name w:val="EAB21A4322794B95B40B521C940F7D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24F248-765C-4125-AF14-346AC8265C4C}"/>
      </w:docPartPr>
      <w:docPartBody>
        <w:p w:rsidR="00000000" w:rsidRDefault="00943CA5">
          <w:pPr>
            <w:pStyle w:val="EAB21A4322794B95B40B521C940F7D52"/>
          </w:pPr>
          <w:r>
            <w:t>Title</w:t>
          </w:r>
        </w:p>
      </w:docPartBody>
    </w:docPart>
    <w:docPart>
      <w:docPartPr>
        <w:name w:val="837656752BC34DA18118613741DFFB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F88234-BCA0-4AFF-AEF1-D21C78FE74A0}"/>
      </w:docPartPr>
      <w:docPartBody>
        <w:p w:rsidR="00000000" w:rsidRDefault="00943CA5">
          <w:pPr>
            <w:pStyle w:val="837656752BC34DA18118613741DFFB42"/>
          </w:pPr>
          <w:r>
            <w:t>Company</w:t>
          </w:r>
        </w:p>
      </w:docPartBody>
    </w:docPart>
    <w:docPart>
      <w:docPartPr>
        <w:name w:val="E7077F2B7544420698D84B7B24C6E7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667FCF-CF35-4987-A8E6-028616416D16}"/>
      </w:docPartPr>
      <w:docPartBody>
        <w:p w:rsidR="00000000" w:rsidRDefault="00943CA5">
          <w:pPr>
            <w:pStyle w:val="E7077F2B7544420698D84B7B24C6E71B"/>
          </w:pPr>
          <w:r>
            <w:t>Phone</w:t>
          </w:r>
        </w:p>
      </w:docPartBody>
    </w:docPart>
    <w:docPart>
      <w:docPartPr>
        <w:name w:val="C3576B35DD89429FBEB01247B1DD29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2E7FA0-0181-4826-81B8-8F5162EC185B}"/>
      </w:docPartPr>
      <w:docPartBody>
        <w:p w:rsidR="00000000" w:rsidRDefault="00943CA5">
          <w:pPr>
            <w:pStyle w:val="C3576B35DD89429FBEB01247B1DD29E4"/>
          </w:pPr>
          <w:r>
            <w:t>Fax</w:t>
          </w:r>
        </w:p>
      </w:docPartBody>
    </w:docPart>
    <w:docPart>
      <w:docPartPr>
        <w:name w:val="5838C3855709449AA3283E8E2BEBE7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13E6A0-3C34-439B-8BD3-4A838C8FC5C5}"/>
      </w:docPartPr>
      <w:docPartBody>
        <w:p w:rsidR="00000000" w:rsidRDefault="00943CA5">
          <w:pPr>
            <w:pStyle w:val="5838C3855709449AA3283E8E2BEBE761"/>
          </w:pPr>
          <w:r>
            <w:t>Email</w:t>
          </w:r>
        </w:p>
      </w:docPartBody>
    </w:docPart>
    <w:docPart>
      <w:docPartPr>
        <w:name w:val="ED62970CAA054E65A6E4F580AEF3B8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E4DCB2-A559-450A-AA89-366BDC61961E}"/>
      </w:docPartPr>
      <w:docPartBody>
        <w:p w:rsidR="00000000" w:rsidRDefault="00943CA5">
          <w:pPr>
            <w:pStyle w:val="ED62970CAA054E65A6E4F580AEF3B840"/>
          </w:pPr>
          <w:r>
            <w:t>Name 16</w:t>
          </w:r>
        </w:p>
      </w:docPartBody>
    </w:docPart>
    <w:docPart>
      <w:docPartPr>
        <w:name w:val="0F196116E1E44EE4AADC2454634C00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D3A119-0142-4249-B2E5-116AFB7EB145}"/>
      </w:docPartPr>
      <w:docPartBody>
        <w:p w:rsidR="00000000" w:rsidRDefault="00943CA5">
          <w:pPr>
            <w:pStyle w:val="0F196116E1E44EE4AADC2454634C007A"/>
          </w:pPr>
          <w:r>
            <w:t>Title</w:t>
          </w:r>
        </w:p>
      </w:docPartBody>
    </w:docPart>
    <w:docPart>
      <w:docPartPr>
        <w:name w:val="093E8EA229D246D886618B5F469936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DE7203-3096-4D1A-A134-48883DABBE1B}"/>
      </w:docPartPr>
      <w:docPartBody>
        <w:p w:rsidR="00000000" w:rsidRDefault="00943CA5">
          <w:pPr>
            <w:pStyle w:val="093E8EA229D246D886618B5F469936A9"/>
          </w:pPr>
          <w:r>
            <w:t>Company</w:t>
          </w:r>
        </w:p>
      </w:docPartBody>
    </w:docPart>
    <w:docPart>
      <w:docPartPr>
        <w:name w:val="3D78DB1DD7984B638680E6BE2A36C1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CA3509-13E7-4718-9BC9-5DF5FD459853}"/>
      </w:docPartPr>
      <w:docPartBody>
        <w:p w:rsidR="00000000" w:rsidRDefault="00943CA5">
          <w:pPr>
            <w:pStyle w:val="3D78DB1DD7984B638680E6BE2A36C1B1"/>
          </w:pPr>
          <w:r>
            <w:t>Phone</w:t>
          </w:r>
        </w:p>
      </w:docPartBody>
    </w:docPart>
    <w:docPart>
      <w:docPartPr>
        <w:name w:val="603C5F26685F49719AC7AF3B6D7426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1C26AB-1A2A-4DAA-BEF9-5B7F7E24046A}"/>
      </w:docPartPr>
      <w:docPartBody>
        <w:p w:rsidR="00000000" w:rsidRDefault="00943CA5">
          <w:pPr>
            <w:pStyle w:val="603C5F26685F49719AC7AF3B6D7426DA"/>
          </w:pPr>
          <w:r>
            <w:t>Fax</w:t>
          </w:r>
        </w:p>
      </w:docPartBody>
    </w:docPart>
    <w:docPart>
      <w:docPartPr>
        <w:name w:val="FE3F75178C324A48978732B1888826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63197D-FE2F-4FB8-871B-EF434264405C}"/>
      </w:docPartPr>
      <w:docPartBody>
        <w:p w:rsidR="00000000" w:rsidRDefault="00943CA5">
          <w:pPr>
            <w:pStyle w:val="FE3F75178C324A48978732B188882634"/>
          </w:pPr>
          <w:r>
            <w:t>Email</w:t>
          </w:r>
        </w:p>
      </w:docPartBody>
    </w:docPart>
    <w:docPart>
      <w:docPartPr>
        <w:name w:val="2417065F76A04451970214414A8926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690A48-8392-4531-9814-13749D5338DD}"/>
      </w:docPartPr>
      <w:docPartBody>
        <w:p w:rsidR="00000000" w:rsidRDefault="00943CA5">
          <w:pPr>
            <w:pStyle w:val="2417065F76A04451970214414A892643"/>
          </w:pPr>
          <w:r>
            <w:t>Name 17</w:t>
          </w:r>
        </w:p>
      </w:docPartBody>
    </w:docPart>
    <w:docPart>
      <w:docPartPr>
        <w:name w:val="2381E4A0C65E4EC0BC8EF0C22641F6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9EDC73-4491-446A-84F2-E4C08FAA0A11}"/>
      </w:docPartPr>
      <w:docPartBody>
        <w:p w:rsidR="00000000" w:rsidRDefault="00943CA5">
          <w:pPr>
            <w:pStyle w:val="2381E4A0C65E4EC0BC8EF0C22641F6D7"/>
          </w:pPr>
          <w:r>
            <w:t>Title</w:t>
          </w:r>
        </w:p>
      </w:docPartBody>
    </w:docPart>
    <w:docPart>
      <w:docPartPr>
        <w:name w:val="3E0C0880D14A45188B284FEE70AB6C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C91E2B-F609-4367-B9B5-9621D4C7C181}"/>
      </w:docPartPr>
      <w:docPartBody>
        <w:p w:rsidR="00000000" w:rsidRDefault="00943CA5">
          <w:pPr>
            <w:pStyle w:val="3E0C0880D14A45188B284FEE70AB6C33"/>
          </w:pPr>
          <w:r>
            <w:t>Company</w:t>
          </w:r>
        </w:p>
      </w:docPartBody>
    </w:docPart>
    <w:docPart>
      <w:docPartPr>
        <w:name w:val="2E8FD162C8D045FFB96A1378F60B01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4CC6DE-0F29-4C08-9CB7-44380D42A906}"/>
      </w:docPartPr>
      <w:docPartBody>
        <w:p w:rsidR="00000000" w:rsidRDefault="00943CA5">
          <w:pPr>
            <w:pStyle w:val="2E8FD162C8D045FFB96A1378F60B0137"/>
          </w:pPr>
          <w:r>
            <w:t>Phone</w:t>
          </w:r>
        </w:p>
      </w:docPartBody>
    </w:docPart>
    <w:docPart>
      <w:docPartPr>
        <w:name w:val="A7DBD01272B54A94B9FADBB9E80C1E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C2D5C4-EFAB-4B4D-AF19-5C0DD2D579F5}"/>
      </w:docPartPr>
      <w:docPartBody>
        <w:p w:rsidR="00000000" w:rsidRDefault="00943CA5">
          <w:pPr>
            <w:pStyle w:val="A7DBD01272B54A94B9FADBB9E80C1E52"/>
          </w:pPr>
          <w:r>
            <w:t>Fax</w:t>
          </w:r>
        </w:p>
      </w:docPartBody>
    </w:docPart>
    <w:docPart>
      <w:docPartPr>
        <w:name w:val="24EB7D4539F943E0A883E55760305F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320FA3-48B7-4807-8109-1272B69ED37E}"/>
      </w:docPartPr>
      <w:docPartBody>
        <w:p w:rsidR="00000000" w:rsidRDefault="00943CA5">
          <w:pPr>
            <w:pStyle w:val="24EB7D4539F943E0A883E55760305F29"/>
          </w:pPr>
          <w:r>
            <w:t>Email</w:t>
          </w:r>
        </w:p>
      </w:docPartBody>
    </w:docPart>
    <w:docPart>
      <w:docPartPr>
        <w:name w:val="FC3C195190694DAAAE75C7D26ED301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8359A4-BD70-4FDB-B251-850C8088932F}"/>
      </w:docPartPr>
      <w:docPartBody>
        <w:p w:rsidR="00000000" w:rsidRDefault="00943CA5">
          <w:pPr>
            <w:pStyle w:val="FC3C195190694DAAAE75C7D26ED3019B"/>
          </w:pPr>
          <w:r>
            <w:t>Name 18</w:t>
          </w:r>
        </w:p>
      </w:docPartBody>
    </w:docPart>
    <w:docPart>
      <w:docPartPr>
        <w:name w:val="6800D54DB3574705BED259CD74C7DA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7C1D52-CBAA-4AFC-B64D-EC842E0641FD}"/>
      </w:docPartPr>
      <w:docPartBody>
        <w:p w:rsidR="00000000" w:rsidRDefault="00943CA5">
          <w:pPr>
            <w:pStyle w:val="6800D54DB3574705BED259CD74C7DA8B"/>
          </w:pPr>
          <w:r>
            <w:t>Title</w:t>
          </w:r>
        </w:p>
      </w:docPartBody>
    </w:docPart>
    <w:docPart>
      <w:docPartPr>
        <w:name w:val="BD404FB827714790AC223F9ACF7CB3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F6A465-3BA8-43BB-A40B-28C4D46165FF}"/>
      </w:docPartPr>
      <w:docPartBody>
        <w:p w:rsidR="00000000" w:rsidRDefault="00943CA5">
          <w:pPr>
            <w:pStyle w:val="BD404FB827714790AC223F9ACF7CB31D"/>
          </w:pPr>
          <w:r>
            <w:t>Company</w:t>
          </w:r>
        </w:p>
      </w:docPartBody>
    </w:docPart>
    <w:docPart>
      <w:docPartPr>
        <w:name w:val="DBC8A38A22F04C2CA37390045A26C9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C7F674-0EA4-4749-8220-FC0950EC0193}"/>
      </w:docPartPr>
      <w:docPartBody>
        <w:p w:rsidR="00000000" w:rsidRDefault="00943CA5">
          <w:pPr>
            <w:pStyle w:val="DBC8A38A22F04C2CA37390045A26C92A"/>
          </w:pPr>
          <w:r>
            <w:t>Phone</w:t>
          </w:r>
        </w:p>
      </w:docPartBody>
    </w:docPart>
    <w:docPart>
      <w:docPartPr>
        <w:name w:val="E3331959B668413E894054C3814955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40851D-1E67-44CF-94AF-DE41E776D81E}"/>
      </w:docPartPr>
      <w:docPartBody>
        <w:p w:rsidR="00000000" w:rsidRDefault="00943CA5">
          <w:pPr>
            <w:pStyle w:val="E3331959B668413E894054C38149552C"/>
          </w:pPr>
          <w:r>
            <w:t>Fax</w:t>
          </w:r>
        </w:p>
      </w:docPartBody>
    </w:docPart>
    <w:docPart>
      <w:docPartPr>
        <w:name w:val="936C46EA10C8418EB0A42D76523218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123F85-A295-4371-8651-7B9577266606}"/>
      </w:docPartPr>
      <w:docPartBody>
        <w:p w:rsidR="00000000" w:rsidRDefault="00943CA5">
          <w:pPr>
            <w:pStyle w:val="936C46EA10C8418EB0A42D7652321832"/>
          </w:pPr>
          <w:r>
            <w:t>Email</w:t>
          </w:r>
        </w:p>
      </w:docPartBody>
    </w:docPart>
    <w:docPart>
      <w:docPartPr>
        <w:name w:val="0283D403D5304A1988CD701E16290A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2CDD8A-E3A4-424E-90F8-CF45B0A05BA6}"/>
      </w:docPartPr>
      <w:docPartBody>
        <w:p w:rsidR="00000000" w:rsidRDefault="00943CA5">
          <w:pPr>
            <w:pStyle w:val="0283D403D5304A1988CD701E16290AE9"/>
          </w:pPr>
          <w:r>
            <w:t>Name 19</w:t>
          </w:r>
        </w:p>
      </w:docPartBody>
    </w:docPart>
    <w:docPart>
      <w:docPartPr>
        <w:name w:val="A1DD63FC5A3D4E5CB326748039D105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67F090-343D-44D1-AAC8-8344B2EC611E}"/>
      </w:docPartPr>
      <w:docPartBody>
        <w:p w:rsidR="00000000" w:rsidRDefault="00943CA5">
          <w:pPr>
            <w:pStyle w:val="A1DD63FC5A3D4E5CB326748039D105E5"/>
          </w:pPr>
          <w:r>
            <w:t>Title</w:t>
          </w:r>
        </w:p>
      </w:docPartBody>
    </w:docPart>
    <w:docPart>
      <w:docPartPr>
        <w:name w:val="2DC3F5628FDC40C9BF2697651C9C3D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F152E2-D2BE-43D7-9DDC-61B614AE91D2}"/>
      </w:docPartPr>
      <w:docPartBody>
        <w:p w:rsidR="00000000" w:rsidRDefault="00943CA5">
          <w:pPr>
            <w:pStyle w:val="2DC3F5628FDC40C9BF2697651C9C3DC4"/>
          </w:pPr>
          <w:r>
            <w:t>Company</w:t>
          </w:r>
        </w:p>
      </w:docPartBody>
    </w:docPart>
    <w:docPart>
      <w:docPartPr>
        <w:name w:val="8855776D380E46A6901E301B24A05B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398C5C-3294-42CF-92B3-267112F46E7B}"/>
      </w:docPartPr>
      <w:docPartBody>
        <w:p w:rsidR="00000000" w:rsidRDefault="00943CA5">
          <w:pPr>
            <w:pStyle w:val="8855776D380E46A6901E301B24A05B63"/>
          </w:pPr>
          <w:r>
            <w:t>Phone</w:t>
          </w:r>
        </w:p>
      </w:docPartBody>
    </w:docPart>
    <w:docPart>
      <w:docPartPr>
        <w:name w:val="D949A0EC622D4529869BC31745E9FC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61464A-31F9-48C3-8B15-A6511D02A681}"/>
      </w:docPartPr>
      <w:docPartBody>
        <w:p w:rsidR="00000000" w:rsidRDefault="00943CA5">
          <w:pPr>
            <w:pStyle w:val="D949A0EC622D4529869BC31745E9FC65"/>
          </w:pPr>
          <w:r>
            <w:t>Fax</w:t>
          </w:r>
        </w:p>
      </w:docPartBody>
    </w:docPart>
    <w:docPart>
      <w:docPartPr>
        <w:name w:val="B0047FEADDB44383A509FE422C14CB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E38CC0-2973-44E7-982B-8170CFA0AF96}"/>
      </w:docPartPr>
      <w:docPartBody>
        <w:p w:rsidR="00000000" w:rsidRDefault="00943CA5">
          <w:pPr>
            <w:pStyle w:val="B0047FEADDB44383A509FE422C14CB2B"/>
          </w:pPr>
          <w:r>
            <w:t>Email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CA5"/>
    <w:rsid w:val="00943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A400FC143545F48090F646EE8C4408">
    <w:name w:val="21A400FC143545F48090F646EE8C4408"/>
  </w:style>
  <w:style w:type="paragraph" w:customStyle="1" w:styleId="CBC914FA7D8D4BBAB132618E772DE26B">
    <w:name w:val="CBC914FA7D8D4BBAB132618E772DE26B"/>
  </w:style>
  <w:style w:type="paragraph" w:customStyle="1" w:styleId="78DF8D309B62447B9F9D50158DAD2666">
    <w:name w:val="78DF8D309B62447B9F9D50158DAD2666"/>
  </w:style>
  <w:style w:type="paragraph" w:customStyle="1" w:styleId="312B2A8CDED24BD4B42210B267BA511E">
    <w:name w:val="312B2A8CDED24BD4B42210B267BA511E"/>
  </w:style>
  <w:style w:type="paragraph" w:customStyle="1" w:styleId="BECDE3718A94472482EB37A9F79C763D">
    <w:name w:val="BECDE3718A94472482EB37A9F79C763D"/>
  </w:style>
  <w:style w:type="paragraph" w:customStyle="1" w:styleId="D597AA1FFEEB4CCA8CF09DFF8D221E73">
    <w:name w:val="D597AA1FFEEB4CCA8CF09DFF8D221E73"/>
  </w:style>
  <w:style w:type="paragraph" w:customStyle="1" w:styleId="C781A93C77F04A368AF93A5582FAEF53">
    <w:name w:val="C781A93C77F04A368AF93A5582FAEF53"/>
  </w:style>
  <w:style w:type="paragraph" w:customStyle="1" w:styleId="7B315CB131E34A3DA5D1143AC923B879">
    <w:name w:val="7B315CB131E34A3DA5D1143AC923B879"/>
  </w:style>
  <w:style w:type="paragraph" w:customStyle="1" w:styleId="ED52ECF201694F68BCCFB719B225778B">
    <w:name w:val="ED52ECF201694F68BCCFB719B225778B"/>
  </w:style>
  <w:style w:type="paragraph" w:customStyle="1" w:styleId="7EC999BA56D1431690EFC5AB3813288D">
    <w:name w:val="7EC999BA56D1431690EFC5AB3813288D"/>
  </w:style>
  <w:style w:type="paragraph" w:customStyle="1" w:styleId="A1BA6BEED9FE4D5B8BF835A6D534C1C4">
    <w:name w:val="A1BA6BEED9FE4D5B8BF835A6D534C1C4"/>
  </w:style>
  <w:style w:type="paragraph" w:customStyle="1" w:styleId="84EB035E92D945699D1EC6DA7E790CA7">
    <w:name w:val="84EB035E92D945699D1EC6DA7E790CA7"/>
  </w:style>
  <w:style w:type="paragraph" w:customStyle="1" w:styleId="89F4F39502FC4E51B154B642072855B6">
    <w:name w:val="89F4F39502FC4E51B154B642072855B6"/>
  </w:style>
  <w:style w:type="paragraph" w:customStyle="1" w:styleId="380C2C769B3E4FBB97757FA6704678B1">
    <w:name w:val="380C2C769B3E4FBB97757FA6704678B1"/>
  </w:style>
  <w:style w:type="paragraph" w:customStyle="1" w:styleId="7DB27F8A1A4D4C81834E43DC2E60810E">
    <w:name w:val="7DB27F8A1A4D4C81834E43DC2E60810E"/>
  </w:style>
  <w:style w:type="paragraph" w:customStyle="1" w:styleId="D4AF38AD04F24F46B298D98DF77D738B">
    <w:name w:val="D4AF38AD04F24F46B298D98DF77D738B"/>
  </w:style>
  <w:style w:type="paragraph" w:customStyle="1" w:styleId="92E35B6EE1BE416FA059229810D0BA72">
    <w:name w:val="92E35B6EE1BE416FA059229810D0BA72"/>
  </w:style>
  <w:style w:type="paragraph" w:customStyle="1" w:styleId="51CBA925A7FB4B3696DC16D50DDB599C">
    <w:name w:val="51CBA925A7FB4B3696DC16D50DDB599C"/>
  </w:style>
  <w:style w:type="paragraph" w:customStyle="1" w:styleId="68D642408ED641A2A6906B0933388641">
    <w:name w:val="68D642408ED641A2A6906B0933388641"/>
  </w:style>
  <w:style w:type="paragraph" w:customStyle="1" w:styleId="6E2A5FE3F33B46848CAE9C6D88CA93FC">
    <w:name w:val="6E2A5FE3F33B46848CAE9C6D88CA93FC"/>
  </w:style>
  <w:style w:type="paragraph" w:customStyle="1" w:styleId="595FB0CD73F8411CADBDBFD8DB7CCD63">
    <w:name w:val="595FB0CD73F8411CADBDBFD8DB7CCD63"/>
  </w:style>
  <w:style w:type="paragraph" w:customStyle="1" w:styleId="3E8EFDDE6AB64AD48C1B19D70B3207FB">
    <w:name w:val="3E8EFDDE6AB64AD48C1B19D70B3207FB"/>
  </w:style>
  <w:style w:type="paragraph" w:customStyle="1" w:styleId="10E4297508944FC4AB410F83A38F65B1">
    <w:name w:val="10E4297508944FC4AB410F83A38F65B1"/>
  </w:style>
  <w:style w:type="paragraph" w:customStyle="1" w:styleId="4111A6AA7BDD4DCB84185F118BDECF6A">
    <w:name w:val="4111A6AA7BDD4DCB84185F118BDECF6A"/>
  </w:style>
  <w:style w:type="paragraph" w:customStyle="1" w:styleId="189625CFFD9F4D26BA258EA52B474847">
    <w:name w:val="189625CFFD9F4D26BA258EA52B474847"/>
  </w:style>
  <w:style w:type="paragraph" w:customStyle="1" w:styleId="0BA5CF84D8444CB2B4F928C4FAAB5F7D">
    <w:name w:val="0BA5CF84D8444CB2B4F928C4FAAB5F7D"/>
  </w:style>
  <w:style w:type="paragraph" w:customStyle="1" w:styleId="36401FC411584C50A3227E3DCC277D56">
    <w:name w:val="36401FC411584C50A3227E3DCC277D56"/>
  </w:style>
  <w:style w:type="paragraph" w:customStyle="1" w:styleId="53C96FF5C9934F6E96638A06B76F005F">
    <w:name w:val="53C96FF5C9934F6E96638A06B76F005F"/>
  </w:style>
  <w:style w:type="paragraph" w:customStyle="1" w:styleId="5EB3BAD198714977B6F8F6A8B0A04785">
    <w:name w:val="5EB3BAD198714977B6F8F6A8B0A04785"/>
  </w:style>
  <w:style w:type="paragraph" w:customStyle="1" w:styleId="206B3B994B024E9AB4A7CF565DC9C201">
    <w:name w:val="206B3B994B024E9AB4A7CF565DC9C201"/>
  </w:style>
  <w:style w:type="paragraph" w:customStyle="1" w:styleId="3C714A61A2054F83A6D6A6C6AAE7727A">
    <w:name w:val="3C714A61A2054F83A6D6A6C6AAE7727A"/>
  </w:style>
  <w:style w:type="paragraph" w:customStyle="1" w:styleId="102F239757AD428896471379860DF4BC">
    <w:name w:val="102F239757AD428896471379860DF4BC"/>
  </w:style>
  <w:style w:type="paragraph" w:customStyle="1" w:styleId="DDA64AEBA4D24B11B0DCF9D2BBB92F7A">
    <w:name w:val="DDA64AEBA4D24B11B0DCF9D2BBB92F7A"/>
  </w:style>
  <w:style w:type="paragraph" w:customStyle="1" w:styleId="9556677FE1314CB0ADC41BF7FAD7BFB7">
    <w:name w:val="9556677FE1314CB0ADC41BF7FAD7BFB7"/>
  </w:style>
  <w:style w:type="paragraph" w:customStyle="1" w:styleId="7C387729960A4D97869910F6841766CB">
    <w:name w:val="7C387729960A4D97869910F6841766CB"/>
  </w:style>
  <w:style w:type="paragraph" w:customStyle="1" w:styleId="F810493B808B454A9B3665E465C4CE67">
    <w:name w:val="F810493B808B454A9B3665E465C4CE67"/>
  </w:style>
  <w:style w:type="paragraph" w:customStyle="1" w:styleId="C2B5F0083D91460B8DE802F306D00D56">
    <w:name w:val="C2B5F0083D91460B8DE802F306D00D56"/>
  </w:style>
  <w:style w:type="paragraph" w:customStyle="1" w:styleId="CA600E6B2F4F439D94B70C66E66999EB">
    <w:name w:val="CA600E6B2F4F439D94B70C66E66999EB"/>
  </w:style>
  <w:style w:type="paragraph" w:customStyle="1" w:styleId="7C2733DF144D494F82212498694ACB13">
    <w:name w:val="7C2733DF144D494F82212498694ACB13"/>
  </w:style>
  <w:style w:type="paragraph" w:customStyle="1" w:styleId="16946482543249BB854B8BAF60ED43AE">
    <w:name w:val="16946482543249BB854B8BAF60ED43AE"/>
  </w:style>
  <w:style w:type="paragraph" w:customStyle="1" w:styleId="CA5377A5E8CB4334A459A3F5FBDB034D">
    <w:name w:val="CA5377A5E8CB4334A459A3F5FBDB034D"/>
  </w:style>
  <w:style w:type="paragraph" w:customStyle="1" w:styleId="C0F75055250641F4B40F23415C676178">
    <w:name w:val="C0F75055250641F4B40F23415C676178"/>
  </w:style>
  <w:style w:type="paragraph" w:customStyle="1" w:styleId="77B6A87DCEDC4062AF73BD3E975C1487">
    <w:name w:val="77B6A87DCEDC4062AF73BD3E975C1487"/>
  </w:style>
  <w:style w:type="paragraph" w:customStyle="1" w:styleId="BD76CE561DC34437A701E5873551C1A4">
    <w:name w:val="BD76CE561DC34437A701E5873551C1A4"/>
  </w:style>
  <w:style w:type="paragraph" w:customStyle="1" w:styleId="514D846568744A9595F55EC02B0D681A">
    <w:name w:val="514D846568744A9595F55EC02B0D681A"/>
  </w:style>
  <w:style w:type="paragraph" w:customStyle="1" w:styleId="734C4C3060B845EDBBB09E4EC9E06DD1">
    <w:name w:val="734C4C3060B845EDBBB09E4EC9E06DD1"/>
  </w:style>
  <w:style w:type="paragraph" w:customStyle="1" w:styleId="D61E57BAB4C64F19BDD4EE298A0CFBA9">
    <w:name w:val="D61E57BAB4C64F19BDD4EE298A0CFBA9"/>
  </w:style>
  <w:style w:type="paragraph" w:customStyle="1" w:styleId="26715EC41F454C98876E071A0239407B">
    <w:name w:val="26715EC41F454C98876E071A0239407B"/>
  </w:style>
  <w:style w:type="paragraph" w:customStyle="1" w:styleId="D4003AF8D86D49B899FB495A42A13F34">
    <w:name w:val="D4003AF8D86D49B899FB495A42A13F34"/>
  </w:style>
  <w:style w:type="paragraph" w:customStyle="1" w:styleId="A2D7DDA559314D2789CB39084F0565ED">
    <w:name w:val="A2D7DDA559314D2789CB39084F0565ED"/>
  </w:style>
  <w:style w:type="paragraph" w:customStyle="1" w:styleId="F9C54D544A6B4B6C8DBCC36355310BC5">
    <w:name w:val="F9C54D544A6B4B6C8DBCC36355310BC5"/>
  </w:style>
  <w:style w:type="paragraph" w:customStyle="1" w:styleId="E72C707C5E7D4D968DF1436565A5B77E">
    <w:name w:val="E72C707C5E7D4D968DF1436565A5B77E"/>
  </w:style>
  <w:style w:type="paragraph" w:customStyle="1" w:styleId="50B61964C692487CBD25C696EC377DB6">
    <w:name w:val="50B61964C692487CBD25C696EC377DB6"/>
  </w:style>
  <w:style w:type="paragraph" w:customStyle="1" w:styleId="61A2CDFD24C04090A3B4FD73606F9ABC">
    <w:name w:val="61A2CDFD24C04090A3B4FD73606F9ABC"/>
  </w:style>
  <w:style w:type="paragraph" w:customStyle="1" w:styleId="91573B0585754FCF9DC08EFB0FD198C5">
    <w:name w:val="91573B0585754FCF9DC08EFB0FD198C5"/>
  </w:style>
  <w:style w:type="paragraph" w:customStyle="1" w:styleId="8B370082347F4505869AB5B905A0E284">
    <w:name w:val="8B370082347F4505869AB5B905A0E284"/>
  </w:style>
  <w:style w:type="paragraph" w:customStyle="1" w:styleId="9A3CB83CDE9844018AC096F6757C4BD6">
    <w:name w:val="9A3CB83CDE9844018AC096F6757C4BD6"/>
  </w:style>
  <w:style w:type="paragraph" w:customStyle="1" w:styleId="C29E5527F071496293622BAC3DC60114">
    <w:name w:val="C29E5527F071496293622BAC3DC60114"/>
  </w:style>
  <w:style w:type="paragraph" w:customStyle="1" w:styleId="CC81558F4E684D1A8A3CBAB925E37C49">
    <w:name w:val="CC81558F4E684D1A8A3CBAB925E37C49"/>
  </w:style>
  <w:style w:type="paragraph" w:customStyle="1" w:styleId="3FFB228D1E4441E8B980680F36484CA6">
    <w:name w:val="3FFB228D1E4441E8B980680F36484CA6"/>
  </w:style>
  <w:style w:type="paragraph" w:customStyle="1" w:styleId="A9F47A81D2A24FE9B833CB2E71CDE85B">
    <w:name w:val="A9F47A81D2A24FE9B833CB2E71CDE85B"/>
  </w:style>
  <w:style w:type="paragraph" w:customStyle="1" w:styleId="DEA43D3141634D93B1083CE27327DCFC">
    <w:name w:val="DEA43D3141634D93B1083CE27327DCFC"/>
  </w:style>
  <w:style w:type="paragraph" w:customStyle="1" w:styleId="F62019B6BB334B05BCE06721FAA65B8E">
    <w:name w:val="F62019B6BB334B05BCE06721FAA65B8E"/>
  </w:style>
  <w:style w:type="paragraph" w:customStyle="1" w:styleId="00BDF19E105B4E459C160D1F254AD3BC">
    <w:name w:val="00BDF19E105B4E459C160D1F254AD3BC"/>
  </w:style>
  <w:style w:type="paragraph" w:customStyle="1" w:styleId="DF2286B1D17B45CD98881536C9ECDBC3">
    <w:name w:val="DF2286B1D17B45CD98881536C9ECDBC3"/>
  </w:style>
  <w:style w:type="paragraph" w:customStyle="1" w:styleId="DE6D1CCBBA91473BBE1B8A852D694F8D">
    <w:name w:val="DE6D1CCBBA91473BBE1B8A852D694F8D"/>
  </w:style>
  <w:style w:type="paragraph" w:customStyle="1" w:styleId="9F3B67E2389F4DB1AC728DB8D28A19DC">
    <w:name w:val="9F3B67E2389F4DB1AC728DB8D28A19DC"/>
  </w:style>
  <w:style w:type="paragraph" w:customStyle="1" w:styleId="79CFAA2ED7B14963A39049DF1011D9D1">
    <w:name w:val="79CFAA2ED7B14963A39049DF1011D9D1"/>
  </w:style>
  <w:style w:type="paragraph" w:customStyle="1" w:styleId="345415C3A9034BB7B925A327DD4010D9">
    <w:name w:val="345415C3A9034BB7B925A327DD4010D9"/>
  </w:style>
  <w:style w:type="paragraph" w:customStyle="1" w:styleId="34C80DFB396E4ACD987CBDB6877E4807">
    <w:name w:val="34C80DFB396E4ACD987CBDB6877E4807"/>
  </w:style>
  <w:style w:type="paragraph" w:customStyle="1" w:styleId="65AD8D92EC694FCB985BFFC06E478AA8">
    <w:name w:val="65AD8D92EC694FCB985BFFC06E478AA8"/>
  </w:style>
  <w:style w:type="paragraph" w:customStyle="1" w:styleId="52DA34DECD154ADF9F8A4E62C0793926">
    <w:name w:val="52DA34DECD154ADF9F8A4E62C0793926"/>
  </w:style>
  <w:style w:type="paragraph" w:customStyle="1" w:styleId="E2E37E9CAFFB4E23B9737741FCA6FEED">
    <w:name w:val="E2E37E9CAFFB4E23B9737741FCA6FEED"/>
  </w:style>
  <w:style w:type="paragraph" w:customStyle="1" w:styleId="D01035160AA643FEAD932652733840C6">
    <w:name w:val="D01035160AA643FEAD932652733840C6"/>
  </w:style>
  <w:style w:type="paragraph" w:customStyle="1" w:styleId="FA503EDD7CAC4EA8AC7D2A56071312B8">
    <w:name w:val="FA503EDD7CAC4EA8AC7D2A56071312B8"/>
  </w:style>
  <w:style w:type="paragraph" w:customStyle="1" w:styleId="89082A9472FA4530A2554045CAD75906">
    <w:name w:val="89082A9472FA4530A2554045CAD75906"/>
  </w:style>
  <w:style w:type="paragraph" w:customStyle="1" w:styleId="6545E056D87D467EAF636A87EE19E23C">
    <w:name w:val="6545E056D87D467EAF636A87EE19E23C"/>
  </w:style>
  <w:style w:type="paragraph" w:customStyle="1" w:styleId="6FEB4C3B4B9C45218A817EBD72814676">
    <w:name w:val="6FEB4C3B4B9C45218A817EBD72814676"/>
  </w:style>
  <w:style w:type="paragraph" w:customStyle="1" w:styleId="B1CB8A16852F4BE49A963314F816F9D9">
    <w:name w:val="B1CB8A16852F4BE49A963314F816F9D9"/>
  </w:style>
  <w:style w:type="paragraph" w:customStyle="1" w:styleId="ACAE736E23654F00AEE299F375E21AC4">
    <w:name w:val="ACAE736E23654F00AEE299F375E21AC4"/>
  </w:style>
  <w:style w:type="paragraph" w:customStyle="1" w:styleId="B245F6F10D77471DA1A12F85B3F9FC6D">
    <w:name w:val="B245F6F10D77471DA1A12F85B3F9FC6D"/>
  </w:style>
  <w:style w:type="paragraph" w:customStyle="1" w:styleId="5BBF43C7D2F54F55927BCB692A39BE52">
    <w:name w:val="5BBF43C7D2F54F55927BCB692A39BE52"/>
  </w:style>
  <w:style w:type="paragraph" w:customStyle="1" w:styleId="82B62316216B483E952ECEFA792632E8">
    <w:name w:val="82B62316216B483E952ECEFA792632E8"/>
  </w:style>
  <w:style w:type="paragraph" w:customStyle="1" w:styleId="75C16A578928409FB3BC9D2D8F7647C9">
    <w:name w:val="75C16A578928409FB3BC9D2D8F7647C9"/>
  </w:style>
  <w:style w:type="paragraph" w:customStyle="1" w:styleId="6BC1C396FCEA4C6BB8375EE9DDB0C7FF">
    <w:name w:val="6BC1C396FCEA4C6BB8375EE9DDB0C7FF"/>
  </w:style>
  <w:style w:type="paragraph" w:customStyle="1" w:styleId="72A3B88375B14D478164A8C5E9ADA3F7">
    <w:name w:val="72A3B88375B14D478164A8C5E9ADA3F7"/>
  </w:style>
  <w:style w:type="paragraph" w:customStyle="1" w:styleId="09544A45F9E542C2B5D469019A1E0D42">
    <w:name w:val="09544A45F9E542C2B5D469019A1E0D42"/>
  </w:style>
  <w:style w:type="paragraph" w:customStyle="1" w:styleId="91AC70D7B078414EAFBE74A5ECA8355D">
    <w:name w:val="91AC70D7B078414EAFBE74A5ECA8355D"/>
  </w:style>
  <w:style w:type="paragraph" w:customStyle="1" w:styleId="C1B46222EE43473DB4720555DE882575">
    <w:name w:val="C1B46222EE43473DB4720555DE882575"/>
  </w:style>
  <w:style w:type="paragraph" w:customStyle="1" w:styleId="5416B2BEFF84470285FC9F2027F96281">
    <w:name w:val="5416B2BEFF84470285FC9F2027F96281"/>
  </w:style>
  <w:style w:type="paragraph" w:customStyle="1" w:styleId="A8782A558C444EEC9012F3F0B967EA47">
    <w:name w:val="A8782A558C444EEC9012F3F0B967EA47"/>
  </w:style>
  <w:style w:type="paragraph" w:customStyle="1" w:styleId="038021EE17824D98AD468072788033ED">
    <w:name w:val="038021EE17824D98AD468072788033ED"/>
  </w:style>
  <w:style w:type="paragraph" w:customStyle="1" w:styleId="D9AD7E5DD1384A5A854CC0207388C640">
    <w:name w:val="D9AD7E5DD1384A5A854CC0207388C640"/>
  </w:style>
  <w:style w:type="paragraph" w:customStyle="1" w:styleId="EC344AEFAD0247DAA47A20CC830590D0">
    <w:name w:val="EC344AEFAD0247DAA47A20CC830590D0"/>
  </w:style>
  <w:style w:type="paragraph" w:customStyle="1" w:styleId="72855CFE909A42A6A51098B237BA5184">
    <w:name w:val="72855CFE909A42A6A51098B237BA5184"/>
  </w:style>
  <w:style w:type="paragraph" w:customStyle="1" w:styleId="BF44C352E38144B2B233AF7A34DD3614">
    <w:name w:val="BF44C352E38144B2B233AF7A34DD3614"/>
  </w:style>
  <w:style w:type="paragraph" w:customStyle="1" w:styleId="4E857786F50144FB89DCA42F61BB5DF7">
    <w:name w:val="4E857786F50144FB89DCA42F61BB5DF7"/>
  </w:style>
  <w:style w:type="paragraph" w:customStyle="1" w:styleId="2A0D123D32C94AD9B180CB1A1FC3E7CC">
    <w:name w:val="2A0D123D32C94AD9B180CB1A1FC3E7CC"/>
  </w:style>
  <w:style w:type="paragraph" w:customStyle="1" w:styleId="43596E4A3C56443E9E962AAEC53CD03D">
    <w:name w:val="43596E4A3C56443E9E962AAEC53CD03D"/>
  </w:style>
  <w:style w:type="paragraph" w:customStyle="1" w:styleId="C9788BC9A2B84C43B2596B65078E029A">
    <w:name w:val="C9788BC9A2B84C43B2596B65078E029A"/>
  </w:style>
  <w:style w:type="paragraph" w:customStyle="1" w:styleId="EAB21A4322794B95B40B521C940F7D52">
    <w:name w:val="EAB21A4322794B95B40B521C940F7D52"/>
  </w:style>
  <w:style w:type="paragraph" w:customStyle="1" w:styleId="837656752BC34DA18118613741DFFB42">
    <w:name w:val="837656752BC34DA18118613741DFFB42"/>
  </w:style>
  <w:style w:type="paragraph" w:customStyle="1" w:styleId="E7077F2B7544420698D84B7B24C6E71B">
    <w:name w:val="E7077F2B7544420698D84B7B24C6E71B"/>
  </w:style>
  <w:style w:type="paragraph" w:customStyle="1" w:styleId="C3576B35DD89429FBEB01247B1DD29E4">
    <w:name w:val="C3576B35DD89429FBEB01247B1DD29E4"/>
  </w:style>
  <w:style w:type="paragraph" w:customStyle="1" w:styleId="5838C3855709449AA3283E8E2BEBE761">
    <w:name w:val="5838C3855709449AA3283E8E2BEBE761"/>
  </w:style>
  <w:style w:type="paragraph" w:customStyle="1" w:styleId="ED62970CAA054E65A6E4F580AEF3B840">
    <w:name w:val="ED62970CAA054E65A6E4F580AEF3B840"/>
  </w:style>
  <w:style w:type="paragraph" w:customStyle="1" w:styleId="0F196116E1E44EE4AADC2454634C007A">
    <w:name w:val="0F196116E1E44EE4AADC2454634C007A"/>
  </w:style>
  <w:style w:type="paragraph" w:customStyle="1" w:styleId="093E8EA229D246D886618B5F469936A9">
    <w:name w:val="093E8EA229D246D886618B5F469936A9"/>
  </w:style>
  <w:style w:type="paragraph" w:customStyle="1" w:styleId="3D78DB1DD7984B638680E6BE2A36C1B1">
    <w:name w:val="3D78DB1DD7984B638680E6BE2A36C1B1"/>
  </w:style>
  <w:style w:type="paragraph" w:customStyle="1" w:styleId="603C5F26685F49719AC7AF3B6D7426DA">
    <w:name w:val="603C5F26685F49719AC7AF3B6D7426DA"/>
  </w:style>
  <w:style w:type="paragraph" w:customStyle="1" w:styleId="FE3F75178C324A48978732B188882634">
    <w:name w:val="FE3F75178C324A48978732B188882634"/>
  </w:style>
  <w:style w:type="paragraph" w:customStyle="1" w:styleId="2417065F76A04451970214414A892643">
    <w:name w:val="2417065F76A04451970214414A892643"/>
  </w:style>
  <w:style w:type="paragraph" w:customStyle="1" w:styleId="2381E4A0C65E4EC0BC8EF0C22641F6D7">
    <w:name w:val="2381E4A0C65E4EC0BC8EF0C22641F6D7"/>
  </w:style>
  <w:style w:type="paragraph" w:customStyle="1" w:styleId="3E0C0880D14A45188B284FEE70AB6C33">
    <w:name w:val="3E0C0880D14A45188B284FEE70AB6C33"/>
  </w:style>
  <w:style w:type="paragraph" w:customStyle="1" w:styleId="2E8FD162C8D045FFB96A1378F60B0137">
    <w:name w:val="2E8FD162C8D045FFB96A1378F60B0137"/>
  </w:style>
  <w:style w:type="paragraph" w:customStyle="1" w:styleId="A7DBD01272B54A94B9FADBB9E80C1E52">
    <w:name w:val="A7DBD01272B54A94B9FADBB9E80C1E52"/>
  </w:style>
  <w:style w:type="paragraph" w:customStyle="1" w:styleId="24EB7D4539F943E0A883E55760305F29">
    <w:name w:val="24EB7D4539F943E0A883E55760305F29"/>
  </w:style>
  <w:style w:type="paragraph" w:customStyle="1" w:styleId="FC3C195190694DAAAE75C7D26ED3019B">
    <w:name w:val="FC3C195190694DAAAE75C7D26ED3019B"/>
  </w:style>
  <w:style w:type="paragraph" w:customStyle="1" w:styleId="6800D54DB3574705BED259CD74C7DA8B">
    <w:name w:val="6800D54DB3574705BED259CD74C7DA8B"/>
  </w:style>
  <w:style w:type="paragraph" w:customStyle="1" w:styleId="BD404FB827714790AC223F9ACF7CB31D">
    <w:name w:val="BD404FB827714790AC223F9ACF7CB31D"/>
  </w:style>
  <w:style w:type="paragraph" w:customStyle="1" w:styleId="DBC8A38A22F04C2CA37390045A26C92A">
    <w:name w:val="DBC8A38A22F04C2CA37390045A26C92A"/>
  </w:style>
  <w:style w:type="paragraph" w:customStyle="1" w:styleId="E3331959B668413E894054C38149552C">
    <w:name w:val="E3331959B668413E894054C38149552C"/>
  </w:style>
  <w:style w:type="paragraph" w:customStyle="1" w:styleId="936C46EA10C8418EB0A42D7652321832">
    <w:name w:val="936C46EA10C8418EB0A42D7652321832"/>
  </w:style>
  <w:style w:type="paragraph" w:customStyle="1" w:styleId="0283D403D5304A1988CD701E16290AE9">
    <w:name w:val="0283D403D5304A1988CD701E16290AE9"/>
  </w:style>
  <w:style w:type="paragraph" w:customStyle="1" w:styleId="A1DD63FC5A3D4E5CB326748039D105E5">
    <w:name w:val="A1DD63FC5A3D4E5CB326748039D105E5"/>
  </w:style>
  <w:style w:type="paragraph" w:customStyle="1" w:styleId="2DC3F5628FDC40C9BF2697651C9C3DC4">
    <w:name w:val="2DC3F5628FDC40C9BF2697651C9C3DC4"/>
  </w:style>
  <w:style w:type="paragraph" w:customStyle="1" w:styleId="8855776D380E46A6901E301B24A05B63">
    <w:name w:val="8855776D380E46A6901E301B24A05B63"/>
  </w:style>
  <w:style w:type="paragraph" w:customStyle="1" w:styleId="D949A0EC622D4529869BC31745E9FC65">
    <w:name w:val="D949A0EC622D4529869BC31745E9FC65"/>
  </w:style>
  <w:style w:type="paragraph" w:customStyle="1" w:styleId="B0047FEADDB44383A509FE422C14CB2B">
    <w:name w:val="B0047FEADDB44383A509FE422C14CB2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A400FC143545F48090F646EE8C4408">
    <w:name w:val="21A400FC143545F48090F646EE8C4408"/>
  </w:style>
  <w:style w:type="paragraph" w:customStyle="1" w:styleId="CBC914FA7D8D4BBAB132618E772DE26B">
    <w:name w:val="CBC914FA7D8D4BBAB132618E772DE26B"/>
  </w:style>
  <w:style w:type="paragraph" w:customStyle="1" w:styleId="78DF8D309B62447B9F9D50158DAD2666">
    <w:name w:val="78DF8D309B62447B9F9D50158DAD2666"/>
  </w:style>
  <w:style w:type="paragraph" w:customStyle="1" w:styleId="312B2A8CDED24BD4B42210B267BA511E">
    <w:name w:val="312B2A8CDED24BD4B42210B267BA511E"/>
  </w:style>
  <w:style w:type="paragraph" w:customStyle="1" w:styleId="BECDE3718A94472482EB37A9F79C763D">
    <w:name w:val="BECDE3718A94472482EB37A9F79C763D"/>
  </w:style>
  <w:style w:type="paragraph" w:customStyle="1" w:styleId="D597AA1FFEEB4CCA8CF09DFF8D221E73">
    <w:name w:val="D597AA1FFEEB4CCA8CF09DFF8D221E73"/>
  </w:style>
  <w:style w:type="paragraph" w:customStyle="1" w:styleId="C781A93C77F04A368AF93A5582FAEF53">
    <w:name w:val="C781A93C77F04A368AF93A5582FAEF53"/>
  </w:style>
  <w:style w:type="paragraph" w:customStyle="1" w:styleId="7B315CB131E34A3DA5D1143AC923B879">
    <w:name w:val="7B315CB131E34A3DA5D1143AC923B879"/>
  </w:style>
  <w:style w:type="paragraph" w:customStyle="1" w:styleId="ED52ECF201694F68BCCFB719B225778B">
    <w:name w:val="ED52ECF201694F68BCCFB719B225778B"/>
  </w:style>
  <w:style w:type="paragraph" w:customStyle="1" w:styleId="7EC999BA56D1431690EFC5AB3813288D">
    <w:name w:val="7EC999BA56D1431690EFC5AB3813288D"/>
  </w:style>
  <w:style w:type="paragraph" w:customStyle="1" w:styleId="A1BA6BEED9FE4D5B8BF835A6D534C1C4">
    <w:name w:val="A1BA6BEED9FE4D5B8BF835A6D534C1C4"/>
  </w:style>
  <w:style w:type="paragraph" w:customStyle="1" w:styleId="84EB035E92D945699D1EC6DA7E790CA7">
    <w:name w:val="84EB035E92D945699D1EC6DA7E790CA7"/>
  </w:style>
  <w:style w:type="paragraph" w:customStyle="1" w:styleId="89F4F39502FC4E51B154B642072855B6">
    <w:name w:val="89F4F39502FC4E51B154B642072855B6"/>
  </w:style>
  <w:style w:type="paragraph" w:customStyle="1" w:styleId="380C2C769B3E4FBB97757FA6704678B1">
    <w:name w:val="380C2C769B3E4FBB97757FA6704678B1"/>
  </w:style>
  <w:style w:type="paragraph" w:customStyle="1" w:styleId="7DB27F8A1A4D4C81834E43DC2E60810E">
    <w:name w:val="7DB27F8A1A4D4C81834E43DC2E60810E"/>
  </w:style>
  <w:style w:type="paragraph" w:customStyle="1" w:styleId="D4AF38AD04F24F46B298D98DF77D738B">
    <w:name w:val="D4AF38AD04F24F46B298D98DF77D738B"/>
  </w:style>
  <w:style w:type="paragraph" w:customStyle="1" w:styleId="92E35B6EE1BE416FA059229810D0BA72">
    <w:name w:val="92E35B6EE1BE416FA059229810D0BA72"/>
  </w:style>
  <w:style w:type="paragraph" w:customStyle="1" w:styleId="51CBA925A7FB4B3696DC16D50DDB599C">
    <w:name w:val="51CBA925A7FB4B3696DC16D50DDB599C"/>
  </w:style>
  <w:style w:type="paragraph" w:customStyle="1" w:styleId="68D642408ED641A2A6906B0933388641">
    <w:name w:val="68D642408ED641A2A6906B0933388641"/>
  </w:style>
  <w:style w:type="paragraph" w:customStyle="1" w:styleId="6E2A5FE3F33B46848CAE9C6D88CA93FC">
    <w:name w:val="6E2A5FE3F33B46848CAE9C6D88CA93FC"/>
  </w:style>
  <w:style w:type="paragraph" w:customStyle="1" w:styleId="595FB0CD73F8411CADBDBFD8DB7CCD63">
    <w:name w:val="595FB0CD73F8411CADBDBFD8DB7CCD63"/>
  </w:style>
  <w:style w:type="paragraph" w:customStyle="1" w:styleId="3E8EFDDE6AB64AD48C1B19D70B3207FB">
    <w:name w:val="3E8EFDDE6AB64AD48C1B19D70B3207FB"/>
  </w:style>
  <w:style w:type="paragraph" w:customStyle="1" w:styleId="10E4297508944FC4AB410F83A38F65B1">
    <w:name w:val="10E4297508944FC4AB410F83A38F65B1"/>
  </w:style>
  <w:style w:type="paragraph" w:customStyle="1" w:styleId="4111A6AA7BDD4DCB84185F118BDECF6A">
    <w:name w:val="4111A6AA7BDD4DCB84185F118BDECF6A"/>
  </w:style>
  <w:style w:type="paragraph" w:customStyle="1" w:styleId="189625CFFD9F4D26BA258EA52B474847">
    <w:name w:val="189625CFFD9F4D26BA258EA52B474847"/>
  </w:style>
  <w:style w:type="paragraph" w:customStyle="1" w:styleId="0BA5CF84D8444CB2B4F928C4FAAB5F7D">
    <w:name w:val="0BA5CF84D8444CB2B4F928C4FAAB5F7D"/>
  </w:style>
  <w:style w:type="paragraph" w:customStyle="1" w:styleId="36401FC411584C50A3227E3DCC277D56">
    <w:name w:val="36401FC411584C50A3227E3DCC277D56"/>
  </w:style>
  <w:style w:type="paragraph" w:customStyle="1" w:styleId="53C96FF5C9934F6E96638A06B76F005F">
    <w:name w:val="53C96FF5C9934F6E96638A06B76F005F"/>
  </w:style>
  <w:style w:type="paragraph" w:customStyle="1" w:styleId="5EB3BAD198714977B6F8F6A8B0A04785">
    <w:name w:val="5EB3BAD198714977B6F8F6A8B0A04785"/>
  </w:style>
  <w:style w:type="paragraph" w:customStyle="1" w:styleId="206B3B994B024E9AB4A7CF565DC9C201">
    <w:name w:val="206B3B994B024E9AB4A7CF565DC9C201"/>
  </w:style>
  <w:style w:type="paragraph" w:customStyle="1" w:styleId="3C714A61A2054F83A6D6A6C6AAE7727A">
    <w:name w:val="3C714A61A2054F83A6D6A6C6AAE7727A"/>
  </w:style>
  <w:style w:type="paragraph" w:customStyle="1" w:styleId="102F239757AD428896471379860DF4BC">
    <w:name w:val="102F239757AD428896471379860DF4BC"/>
  </w:style>
  <w:style w:type="paragraph" w:customStyle="1" w:styleId="DDA64AEBA4D24B11B0DCF9D2BBB92F7A">
    <w:name w:val="DDA64AEBA4D24B11B0DCF9D2BBB92F7A"/>
  </w:style>
  <w:style w:type="paragraph" w:customStyle="1" w:styleId="9556677FE1314CB0ADC41BF7FAD7BFB7">
    <w:name w:val="9556677FE1314CB0ADC41BF7FAD7BFB7"/>
  </w:style>
  <w:style w:type="paragraph" w:customStyle="1" w:styleId="7C387729960A4D97869910F6841766CB">
    <w:name w:val="7C387729960A4D97869910F6841766CB"/>
  </w:style>
  <w:style w:type="paragraph" w:customStyle="1" w:styleId="F810493B808B454A9B3665E465C4CE67">
    <w:name w:val="F810493B808B454A9B3665E465C4CE67"/>
  </w:style>
  <w:style w:type="paragraph" w:customStyle="1" w:styleId="C2B5F0083D91460B8DE802F306D00D56">
    <w:name w:val="C2B5F0083D91460B8DE802F306D00D56"/>
  </w:style>
  <w:style w:type="paragraph" w:customStyle="1" w:styleId="CA600E6B2F4F439D94B70C66E66999EB">
    <w:name w:val="CA600E6B2F4F439D94B70C66E66999EB"/>
  </w:style>
  <w:style w:type="paragraph" w:customStyle="1" w:styleId="7C2733DF144D494F82212498694ACB13">
    <w:name w:val="7C2733DF144D494F82212498694ACB13"/>
  </w:style>
  <w:style w:type="paragraph" w:customStyle="1" w:styleId="16946482543249BB854B8BAF60ED43AE">
    <w:name w:val="16946482543249BB854B8BAF60ED43AE"/>
  </w:style>
  <w:style w:type="paragraph" w:customStyle="1" w:styleId="CA5377A5E8CB4334A459A3F5FBDB034D">
    <w:name w:val="CA5377A5E8CB4334A459A3F5FBDB034D"/>
  </w:style>
  <w:style w:type="paragraph" w:customStyle="1" w:styleId="C0F75055250641F4B40F23415C676178">
    <w:name w:val="C0F75055250641F4B40F23415C676178"/>
  </w:style>
  <w:style w:type="paragraph" w:customStyle="1" w:styleId="77B6A87DCEDC4062AF73BD3E975C1487">
    <w:name w:val="77B6A87DCEDC4062AF73BD3E975C1487"/>
  </w:style>
  <w:style w:type="paragraph" w:customStyle="1" w:styleId="BD76CE561DC34437A701E5873551C1A4">
    <w:name w:val="BD76CE561DC34437A701E5873551C1A4"/>
  </w:style>
  <w:style w:type="paragraph" w:customStyle="1" w:styleId="514D846568744A9595F55EC02B0D681A">
    <w:name w:val="514D846568744A9595F55EC02B0D681A"/>
  </w:style>
  <w:style w:type="paragraph" w:customStyle="1" w:styleId="734C4C3060B845EDBBB09E4EC9E06DD1">
    <w:name w:val="734C4C3060B845EDBBB09E4EC9E06DD1"/>
  </w:style>
  <w:style w:type="paragraph" w:customStyle="1" w:styleId="D61E57BAB4C64F19BDD4EE298A0CFBA9">
    <w:name w:val="D61E57BAB4C64F19BDD4EE298A0CFBA9"/>
  </w:style>
  <w:style w:type="paragraph" w:customStyle="1" w:styleId="26715EC41F454C98876E071A0239407B">
    <w:name w:val="26715EC41F454C98876E071A0239407B"/>
  </w:style>
  <w:style w:type="paragraph" w:customStyle="1" w:styleId="D4003AF8D86D49B899FB495A42A13F34">
    <w:name w:val="D4003AF8D86D49B899FB495A42A13F34"/>
  </w:style>
  <w:style w:type="paragraph" w:customStyle="1" w:styleId="A2D7DDA559314D2789CB39084F0565ED">
    <w:name w:val="A2D7DDA559314D2789CB39084F0565ED"/>
  </w:style>
  <w:style w:type="paragraph" w:customStyle="1" w:styleId="F9C54D544A6B4B6C8DBCC36355310BC5">
    <w:name w:val="F9C54D544A6B4B6C8DBCC36355310BC5"/>
  </w:style>
  <w:style w:type="paragraph" w:customStyle="1" w:styleId="E72C707C5E7D4D968DF1436565A5B77E">
    <w:name w:val="E72C707C5E7D4D968DF1436565A5B77E"/>
  </w:style>
  <w:style w:type="paragraph" w:customStyle="1" w:styleId="50B61964C692487CBD25C696EC377DB6">
    <w:name w:val="50B61964C692487CBD25C696EC377DB6"/>
  </w:style>
  <w:style w:type="paragraph" w:customStyle="1" w:styleId="61A2CDFD24C04090A3B4FD73606F9ABC">
    <w:name w:val="61A2CDFD24C04090A3B4FD73606F9ABC"/>
  </w:style>
  <w:style w:type="paragraph" w:customStyle="1" w:styleId="91573B0585754FCF9DC08EFB0FD198C5">
    <w:name w:val="91573B0585754FCF9DC08EFB0FD198C5"/>
  </w:style>
  <w:style w:type="paragraph" w:customStyle="1" w:styleId="8B370082347F4505869AB5B905A0E284">
    <w:name w:val="8B370082347F4505869AB5B905A0E284"/>
  </w:style>
  <w:style w:type="paragraph" w:customStyle="1" w:styleId="9A3CB83CDE9844018AC096F6757C4BD6">
    <w:name w:val="9A3CB83CDE9844018AC096F6757C4BD6"/>
  </w:style>
  <w:style w:type="paragraph" w:customStyle="1" w:styleId="C29E5527F071496293622BAC3DC60114">
    <w:name w:val="C29E5527F071496293622BAC3DC60114"/>
  </w:style>
  <w:style w:type="paragraph" w:customStyle="1" w:styleId="CC81558F4E684D1A8A3CBAB925E37C49">
    <w:name w:val="CC81558F4E684D1A8A3CBAB925E37C49"/>
  </w:style>
  <w:style w:type="paragraph" w:customStyle="1" w:styleId="3FFB228D1E4441E8B980680F36484CA6">
    <w:name w:val="3FFB228D1E4441E8B980680F36484CA6"/>
  </w:style>
  <w:style w:type="paragraph" w:customStyle="1" w:styleId="A9F47A81D2A24FE9B833CB2E71CDE85B">
    <w:name w:val="A9F47A81D2A24FE9B833CB2E71CDE85B"/>
  </w:style>
  <w:style w:type="paragraph" w:customStyle="1" w:styleId="DEA43D3141634D93B1083CE27327DCFC">
    <w:name w:val="DEA43D3141634D93B1083CE27327DCFC"/>
  </w:style>
  <w:style w:type="paragraph" w:customStyle="1" w:styleId="F62019B6BB334B05BCE06721FAA65B8E">
    <w:name w:val="F62019B6BB334B05BCE06721FAA65B8E"/>
  </w:style>
  <w:style w:type="paragraph" w:customStyle="1" w:styleId="00BDF19E105B4E459C160D1F254AD3BC">
    <w:name w:val="00BDF19E105B4E459C160D1F254AD3BC"/>
  </w:style>
  <w:style w:type="paragraph" w:customStyle="1" w:styleId="DF2286B1D17B45CD98881536C9ECDBC3">
    <w:name w:val="DF2286B1D17B45CD98881536C9ECDBC3"/>
  </w:style>
  <w:style w:type="paragraph" w:customStyle="1" w:styleId="DE6D1CCBBA91473BBE1B8A852D694F8D">
    <w:name w:val="DE6D1CCBBA91473BBE1B8A852D694F8D"/>
  </w:style>
  <w:style w:type="paragraph" w:customStyle="1" w:styleId="9F3B67E2389F4DB1AC728DB8D28A19DC">
    <w:name w:val="9F3B67E2389F4DB1AC728DB8D28A19DC"/>
  </w:style>
  <w:style w:type="paragraph" w:customStyle="1" w:styleId="79CFAA2ED7B14963A39049DF1011D9D1">
    <w:name w:val="79CFAA2ED7B14963A39049DF1011D9D1"/>
  </w:style>
  <w:style w:type="paragraph" w:customStyle="1" w:styleId="345415C3A9034BB7B925A327DD4010D9">
    <w:name w:val="345415C3A9034BB7B925A327DD4010D9"/>
  </w:style>
  <w:style w:type="paragraph" w:customStyle="1" w:styleId="34C80DFB396E4ACD987CBDB6877E4807">
    <w:name w:val="34C80DFB396E4ACD987CBDB6877E4807"/>
  </w:style>
  <w:style w:type="paragraph" w:customStyle="1" w:styleId="65AD8D92EC694FCB985BFFC06E478AA8">
    <w:name w:val="65AD8D92EC694FCB985BFFC06E478AA8"/>
  </w:style>
  <w:style w:type="paragraph" w:customStyle="1" w:styleId="52DA34DECD154ADF9F8A4E62C0793926">
    <w:name w:val="52DA34DECD154ADF9F8A4E62C0793926"/>
  </w:style>
  <w:style w:type="paragraph" w:customStyle="1" w:styleId="E2E37E9CAFFB4E23B9737741FCA6FEED">
    <w:name w:val="E2E37E9CAFFB4E23B9737741FCA6FEED"/>
  </w:style>
  <w:style w:type="paragraph" w:customStyle="1" w:styleId="D01035160AA643FEAD932652733840C6">
    <w:name w:val="D01035160AA643FEAD932652733840C6"/>
  </w:style>
  <w:style w:type="paragraph" w:customStyle="1" w:styleId="FA503EDD7CAC4EA8AC7D2A56071312B8">
    <w:name w:val="FA503EDD7CAC4EA8AC7D2A56071312B8"/>
  </w:style>
  <w:style w:type="paragraph" w:customStyle="1" w:styleId="89082A9472FA4530A2554045CAD75906">
    <w:name w:val="89082A9472FA4530A2554045CAD75906"/>
  </w:style>
  <w:style w:type="paragraph" w:customStyle="1" w:styleId="6545E056D87D467EAF636A87EE19E23C">
    <w:name w:val="6545E056D87D467EAF636A87EE19E23C"/>
  </w:style>
  <w:style w:type="paragraph" w:customStyle="1" w:styleId="6FEB4C3B4B9C45218A817EBD72814676">
    <w:name w:val="6FEB4C3B4B9C45218A817EBD72814676"/>
  </w:style>
  <w:style w:type="paragraph" w:customStyle="1" w:styleId="B1CB8A16852F4BE49A963314F816F9D9">
    <w:name w:val="B1CB8A16852F4BE49A963314F816F9D9"/>
  </w:style>
  <w:style w:type="paragraph" w:customStyle="1" w:styleId="ACAE736E23654F00AEE299F375E21AC4">
    <w:name w:val="ACAE736E23654F00AEE299F375E21AC4"/>
  </w:style>
  <w:style w:type="paragraph" w:customStyle="1" w:styleId="B245F6F10D77471DA1A12F85B3F9FC6D">
    <w:name w:val="B245F6F10D77471DA1A12F85B3F9FC6D"/>
  </w:style>
  <w:style w:type="paragraph" w:customStyle="1" w:styleId="5BBF43C7D2F54F55927BCB692A39BE52">
    <w:name w:val="5BBF43C7D2F54F55927BCB692A39BE52"/>
  </w:style>
  <w:style w:type="paragraph" w:customStyle="1" w:styleId="82B62316216B483E952ECEFA792632E8">
    <w:name w:val="82B62316216B483E952ECEFA792632E8"/>
  </w:style>
  <w:style w:type="paragraph" w:customStyle="1" w:styleId="75C16A578928409FB3BC9D2D8F7647C9">
    <w:name w:val="75C16A578928409FB3BC9D2D8F7647C9"/>
  </w:style>
  <w:style w:type="paragraph" w:customStyle="1" w:styleId="6BC1C396FCEA4C6BB8375EE9DDB0C7FF">
    <w:name w:val="6BC1C396FCEA4C6BB8375EE9DDB0C7FF"/>
  </w:style>
  <w:style w:type="paragraph" w:customStyle="1" w:styleId="72A3B88375B14D478164A8C5E9ADA3F7">
    <w:name w:val="72A3B88375B14D478164A8C5E9ADA3F7"/>
  </w:style>
  <w:style w:type="paragraph" w:customStyle="1" w:styleId="09544A45F9E542C2B5D469019A1E0D42">
    <w:name w:val="09544A45F9E542C2B5D469019A1E0D42"/>
  </w:style>
  <w:style w:type="paragraph" w:customStyle="1" w:styleId="91AC70D7B078414EAFBE74A5ECA8355D">
    <w:name w:val="91AC70D7B078414EAFBE74A5ECA8355D"/>
  </w:style>
  <w:style w:type="paragraph" w:customStyle="1" w:styleId="C1B46222EE43473DB4720555DE882575">
    <w:name w:val="C1B46222EE43473DB4720555DE882575"/>
  </w:style>
  <w:style w:type="paragraph" w:customStyle="1" w:styleId="5416B2BEFF84470285FC9F2027F96281">
    <w:name w:val="5416B2BEFF84470285FC9F2027F96281"/>
  </w:style>
  <w:style w:type="paragraph" w:customStyle="1" w:styleId="A8782A558C444EEC9012F3F0B967EA47">
    <w:name w:val="A8782A558C444EEC9012F3F0B967EA47"/>
  </w:style>
  <w:style w:type="paragraph" w:customStyle="1" w:styleId="038021EE17824D98AD468072788033ED">
    <w:name w:val="038021EE17824D98AD468072788033ED"/>
  </w:style>
  <w:style w:type="paragraph" w:customStyle="1" w:styleId="D9AD7E5DD1384A5A854CC0207388C640">
    <w:name w:val="D9AD7E5DD1384A5A854CC0207388C640"/>
  </w:style>
  <w:style w:type="paragraph" w:customStyle="1" w:styleId="EC344AEFAD0247DAA47A20CC830590D0">
    <w:name w:val="EC344AEFAD0247DAA47A20CC830590D0"/>
  </w:style>
  <w:style w:type="paragraph" w:customStyle="1" w:styleId="72855CFE909A42A6A51098B237BA5184">
    <w:name w:val="72855CFE909A42A6A51098B237BA5184"/>
  </w:style>
  <w:style w:type="paragraph" w:customStyle="1" w:styleId="BF44C352E38144B2B233AF7A34DD3614">
    <w:name w:val="BF44C352E38144B2B233AF7A34DD3614"/>
  </w:style>
  <w:style w:type="paragraph" w:customStyle="1" w:styleId="4E857786F50144FB89DCA42F61BB5DF7">
    <w:name w:val="4E857786F50144FB89DCA42F61BB5DF7"/>
  </w:style>
  <w:style w:type="paragraph" w:customStyle="1" w:styleId="2A0D123D32C94AD9B180CB1A1FC3E7CC">
    <w:name w:val="2A0D123D32C94AD9B180CB1A1FC3E7CC"/>
  </w:style>
  <w:style w:type="paragraph" w:customStyle="1" w:styleId="43596E4A3C56443E9E962AAEC53CD03D">
    <w:name w:val="43596E4A3C56443E9E962AAEC53CD03D"/>
  </w:style>
  <w:style w:type="paragraph" w:customStyle="1" w:styleId="C9788BC9A2B84C43B2596B65078E029A">
    <w:name w:val="C9788BC9A2B84C43B2596B65078E029A"/>
  </w:style>
  <w:style w:type="paragraph" w:customStyle="1" w:styleId="EAB21A4322794B95B40B521C940F7D52">
    <w:name w:val="EAB21A4322794B95B40B521C940F7D52"/>
  </w:style>
  <w:style w:type="paragraph" w:customStyle="1" w:styleId="837656752BC34DA18118613741DFFB42">
    <w:name w:val="837656752BC34DA18118613741DFFB42"/>
  </w:style>
  <w:style w:type="paragraph" w:customStyle="1" w:styleId="E7077F2B7544420698D84B7B24C6E71B">
    <w:name w:val="E7077F2B7544420698D84B7B24C6E71B"/>
  </w:style>
  <w:style w:type="paragraph" w:customStyle="1" w:styleId="C3576B35DD89429FBEB01247B1DD29E4">
    <w:name w:val="C3576B35DD89429FBEB01247B1DD29E4"/>
  </w:style>
  <w:style w:type="paragraph" w:customStyle="1" w:styleId="5838C3855709449AA3283E8E2BEBE761">
    <w:name w:val="5838C3855709449AA3283E8E2BEBE761"/>
  </w:style>
  <w:style w:type="paragraph" w:customStyle="1" w:styleId="ED62970CAA054E65A6E4F580AEF3B840">
    <w:name w:val="ED62970CAA054E65A6E4F580AEF3B840"/>
  </w:style>
  <w:style w:type="paragraph" w:customStyle="1" w:styleId="0F196116E1E44EE4AADC2454634C007A">
    <w:name w:val="0F196116E1E44EE4AADC2454634C007A"/>
  </w:style>
  <w:style w:type="paragraph" w:customStyle="1" w:styleId="093E8EA229D246D886618B5F469936A9">
    <w:name w:val="093E8EA229D246D886618B5F469936A9"/>
  </w:style>
  <w:style w:type="paragraph" w:customStyle="1" w:styleId="3D78DB1DD7984B638680E6BE2A36C1B1">
    <w:name w:val="3D78DB1DD7984B638680E6BE2A36C1B1"/>
  </w:style>
  <w:style w:type="paragraph" w:customStyle="1" w:styleId="603C5F26685F49719AC7AF3B6D7426DA">
    <w:name w:val="603C5F26685F49719AC7AF3B6D7426DA"/>
  </w:style>
  <w:style w:type="paragraph" w:customStyle="1" w:styleId="FE3F75178C324A48978732B188882634">
    <w:name w:val="FE3F75178C324A48978732B188882634"/>
  </w:style>
  <w:style w:type="paragraph" w:customStyle="1" w:styleId="2417065F76A04451970214414A892643">
    <w:name w:val="2417065F76A04451970214414A892643"/>
  </w:style>
  <w:style w:type="paragraph" w:customStyle="1" w:styleId="2381E4A0C65E4EC0BC8EF0C22641F6D7">
    <w:name w:val="2381E4A0C65E4EC0BC8EF0C22641F6D7"/>
  </w:style>
  <w:style w:type="paragraph" w:customStyle="1" w:styleId="3E0C0880D14A45188B284FEE70AB6C33">
    <w:name w:val="3E0C0880D14A45188B284FEE70AB6C33"/>
  </w:style>
  <w:style w:type="paragraph" w:customStyle="1" w:styleId="2E8FD162C8D045FFB96A1378F60B0137">
    <w:name w:val="2E8FD162C8D045FFB96A1378F60B0137"/>
  </w:style>
  <w:style w:type="paragraph" w:customStyle="1" w:styleId="A7DBD01272B54A94B9FADBB9E80C1E52">
    <w:name w:val="A7DBD01272B54A94B9FADBB9E80C1E52"/>
  </w:style>
  <w:style w:type="paragraph" w:customStyle="1" w:styleId="24EB7D4539F943E0A883E55760305F29">
    <w:name w:val="24EB7D4539F943E0A883E55760305F29"/>
  </w:style>
  <w:style w:type="paragraph" w:customStyle="1" w:styleId="FC3C195190694DAAAE75C7D26ED3019B">
    <w:name w:val="FC3C195190694DAAAE75C7D26ED3019B"/>
  </w:style>
  <w:style w:type="paragraph" w:customStyle="1" w:styleId="6800D54DB3574705BED259CD74C7DA8B">
    <w:name w:val="6800D54DB3574705BED259CD74C7DA8B"/>
  </w:style>
  <w:style w:type="paragraph" w:customStyle="1" w:styleId="BD404FB827714790AC223F9ACF7CB31D">
    <w:name w:val="BD404FB827714790AC223F9ACF7CB31D"/>
  </w:style>
  <w:style w:type="paragraph" w:customStyle="1" w:styleId="DBC8A38A22F04C2CA37390045A26C92A">
    <w:name w:val="DBC8A38A22F04C2CA37390045A26C92A"/>
  </w:style>
  <w:style w:type="paragraph" w:customStyle="1" w:styleId="E3331959B668413E894054C38149552C">
    <w:name w:val="E3331959B668413E894054C38149552C"/>
  </w:style>
  <w:style w:type="paragraph" w:customStyle="1" w:styleId="936C46EA10C8418EB0A42D7652321832">
    <w:name w:val="936C46EA10C8418EB0A42D7652321832"/>
  </w:style>
  <w:style w:type="paragraph" w:customStyle="1" w:styleId="0283D403D5304A1988CD701E16290AE9">
    <w:name w:val="0283D403D5304A1988CD701E16290AE9"/>
  </w:style>
  <w:style w:type="paragraph" w:customStyle="1" w:styleId="A1DD63FC5A3D4E5CB326748039D105E5">
    <w:name w:val="A1DD63FC5A3D4E5CB326748039D105E5"/>
  </w:style>
  <w:style w:type="paragraph" w:customStyle="1" w:styleId="2DC3F5628FDC40C9BF2697651C9C3DC4">
    <w:name w:val="2DC3F5628FDC40C9BF2697651C9C3DC4"/>
  </w:style>
  <w:style w:type="paragraph" w:customStyle="1" w:styleId="8855776D380E46A6901E301B24A05B63">
    <w:name w:val="8855776D380E46A6901E301B24A05B63"/>
  </w:style>
  <w:style w:type="paragraph" w:customStyle="1" w:styleId="D949A0EC622D4529869BC31745E9FC65">
    <w:name w:val="D949A0EC622D4529869BC31745E9FC65"/>
  </w:style>
  <w:style w:type="paragraph" w:customStyle="1" w:styleId="B0047FEADDB44383A509FE422C14CB2B">
    <w:name w:val="B0047FEADDB44383A509FE422C14CB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sign in sheet template-36688712</Template>
  <TotalTime>0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 Akhter</cp:lastModifiedBy>
  <cp:revision>2</cp:revision>
  <dcterms:created xsi:type="dcterms:W3CDTF">2022-04-04T01:28:00Z</dcterms:created>
  <dcterms:modified xsi:type="dcterms:W3CDTF">2022-04-04T01:28:00Z</dcterms:modified>
</cp:coreProperties>
</file>